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466" w:rsidRPr="00BB73FF" w:rsidRDefault="003E2492" w:rsidP="0067408E">
      <w:pPr>
        <w:pStyle w:val="Title"/>
        <w:spacing w:line="360" w:lineRule="auto"/>
      </w:pPr>
      <w:sdt>
        <w:sdtPr>
          <w:rPr>
            <w:b w:val="0"/>
            <w:color w:val="EE0000"/>
          </w:rPr>
          <w:alias w:val="Titre"/>
          <w:tag w:val=""/>
          <w:id w:val="-487021785"/>
          <w:placeholder>
            <w:docPart w:val="3FFC0EC486AE41BE98A71CE8078A371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E4AAD">
            <w:t>Packet Tracer - Connexion d'un LAN filaire et d'un LAN sans fil</w:t>
          </w:r>
        </w:sdtContent>
      </w:sdt>
      <w:r w:rsidR="006E4AAD">
        <w:rPr>
          <w:rStyle w:val="LabTitleInstVersred"/>
        </w:rPr>
        <w:t xml:space="preserve"> </w:t>
      </w:r>
      <w:r w:rsidR="00523466">
        <w:t>Table d'adressage</w:t>
      </w:r>
    </w:p>
    <w:tbl>
      <w:tblPr>
        <w:tblW w:w="990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et l'interface où il est connectée."/>
      </w:tblPr>
      <w:tblGrid>
        <w:gridCol w:w="3330"/>
        <w:gridCol w:w="1980"/>
        <w:gridCol w:w="2430"/>
        <w:gridCol w:w="2163"/>
      </w:tblGrid>
      <w:tr w:rsidR="00523466" w:rsidTr="000B5523">
        <w:trPr>
          <w:cantSplit/>
          <w:tblHeader/>
          <w:jc w:val="center"/>
        </w:trPr>
        <w:tc>
          <w:tcPr>
            <w:tcW w:w="33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23466" w:rsidRPr="00E87D62" w:rsidRDefault="00523466" w:rsidP="006A1F8A">
            <w:pPr>
              <w:pStyle w:val="TableHeading"/>
              <w:spacing w:line="360" w:lineRule="auto"/>
            </w:pPr>
            <w:r>
              <w:t>Périphérique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23466" w:rsidRPr="00E87D62" w:rsidRDefault="00523466" w:rsidP="006A1F8A">
            <w:pPr>
              <w:pStyle w:val="TableHeading"/>
              <w:spacing w:line="360" w:lineRule="auto"/>
            </w:pPr>
            <w:r>
              <w:t>Interface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23466" w:rsidRPr="00E87D62" w:rsidRDefault="00523466" w:rsidP="006A1F8A">
            <w:pPr>
              <w:pStyle w:val="TableHeading"/>
              <w:spacing w:line="360" w:lineRule="auto"/>
            </w:pPr>
            <w:r>
              <w:t>Adresse IP</w:t>
            </w:r>
          </w:p>
        </w:tc>
        <w:tc>
          <w:tcPr>
            <w:tcW w:w="216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23466" w:rsidRPr="00E87D62" w:rsidRDefault="00523466" w:rsidP="006A1F8A">
            <w:pPr>
              <w:pStyle w:val="TableHeading"/>
              <w:spacing w:line="360" w:lineRule="auto"/>
            </w:pPr>
            <w:r>
              <w:t>Connecté à</w:t>
            </w:r>
          </w:p>
        </w:tc>
      </w:tr>
      <w:tr w:rsidR="00523466" w:rsidRPr="00A938B2" w:rsidTr="000B5523">
        <w:trPr>
          <w:cantSplit/>
          <w:jc w:val="center"/>
        </w:trPr>
        <w:tc>
          <w:tcPr>
            <w:tcW w:w="3330" w:type="dxa"/>
            <w:tcBorders>
              <w:bottom w:val="nil"/>
            </w:tcBorders>
            <w:vAlign w:val="center"/>
          </w:tcPr>
          <w:p w:rsidR="00523466" w:rsidRPr="00A938B2" w:rsidRDefault="00523466" w:rsidP="006A1F8A">
            <w:pPr>
              <w:pStyle w:val="TableText"/>
              <w:spacing w:line="360" w:lineRule="auto"/>
            </w:pPr>
            <w:r>
              <w:t>Cloud</w:t>
            </w:r>
          </w:p>
        </w:tc>
        <w:tc>
          <w:tcPr>
            <w:tcW w:w="1980" w:type="dxa"/>
            <w:vAlign w:val="center"/>
          </w:tcPr>
          <w:p w:rsidR="00523466" w:rsidRPr="00A938B2" w:rsidRDefault="00523466" w:rsidP="006A1F8A">
            <w:pPr>
              <w:pStyle w:val="TableText"/>
              <w:spacing w:line="360" w:lineRule="auto"/>
            </w:pPr>
            <w:r>
              <w:t>Eth6</w:t>
            </w:r>
          </w:p>
        </w:tc>
        <w:tc>
          <w:tcPr>
            <w:tcW w:w="2430" w:type="dxa"/>
            <w:vAlign w:val="center"/>
          </w:tcPr>
          <w:p w:rsidR="00523466" w:rsidRPr="00A938B2" w:rsidRDefault="00523466" w:rsidP="006A1F8A">
            <w:pPr>
              <w:pStyle w:val="TableText"/>
              <w:spacing w:line="360" w:lineRule="auto"/>
            </w:pPr>
            <w:r>
              <w:t>N/A</w:t>
            </w:r>
          </w:p>
        </w:tc>
        <w:tc>
          <w:tcPr>
            <w:tcW w:w="2163" w:type="dxa"/>
            <w:vAlign w:val="center"/>
          </w:tcPr>
          <w:p w:rsidR="00523466" w:rsidRPr="00A938B2" w:rsidRDefault="00523466" w:rsidP="006A1F8A">
            <w:pPr>
              <w:pStyle w:val="TableText"/>
              <w:spacing w:line="360" w:lineRule="auto"/>
            </w:pPr>
            <w:r>
              <w:t>F0/0</w:t>
            </w:r>
          </w:p>
        </w:tc>
      </w:tr>
      <w:tr w:rsidR="00523466" w:rsidRPr="00A938B2" w:rsidTr="000B5523">
        <w:trPr>
          <w:cantSplit/>
          <w:jc w:val="center"/>
        </w:trPr>
        <w:tc>
          <w:tcPr>
            <w:tcW w:w="3330" w:type="dxa"/>
            <w:tcBorders>
              <w:top w:val="nil"/>
              <w:bottom w:val="single" w:sz="2" w:space="0" w:color="auto"/>
            </w:tcBorders>
            <w:vAlign w:val="center"/>
          </w:tcPr>
          <w:p w:rsidR="00523466" w:rsidRPr="00A938B2" w:rsidRDefault="000B5523" w:rsidP="006A1F8A">
            <w:pPr>
              <w:pStyle w:val="ConfigWindow"/>
              <w:spacing w:line="360" w:lineRule="auto"/>
            </w:pPr>
            <w:r>
              <w:t>Cloud</w:t>
            </w:r>
          </w:p>
        </w:tc>
        <w:tc>
          <w:tcPr>
            <w:tcW w:w="1980" w:type="dxa"/>
            <w:vAlign w:val="center"/>
          </w:tcPr>
          <w:p w:rsidR="00523466" w:rsidRPr="00A938B2" w:rsidRDefault="00523466" w:rsidP="006A1F8A">
            <w:pPr>
              <w:pStyle w:val="TableText"/>
              <w:spacing w:line="360" w:lineRule="auto"/>
            </w:pPr>
            <w:r>
              <w:t>Coax7</w:t>
            </w:r>
          </w:p>
        </w:tc>
        <w:tc>
          <w:tcPr>
            <w:tcW w:w="2430" w:type="dxa"/>
            <w:vAlign w:val="center"/>
          </w:tcPr>
          <w:p w:rsidR="00523466" w:rsidRPr="00A938B2" w:rsidRDefault="00523466" w:rsidP="006A1F8A">
            <w:pPr>
              <w:pStyle w:val="TableText"/>
              <w:spacing w:line="360" w:lineRule="auto"/>
            </w:pPr>
            <w:r>
              <w:t>N/A</w:t>
            </w:r>
          </w:p>
        </w:tc>
        <w:tc>
          <w:tcPr>
            <w:tcW w:w="2163" w:type="dxa"/>
            <w:vAlign w:val="center"/>
          </w:tcPr>
          <w:p w:rsidR="00523466" w:rsidRPr="00A938B2" w:rsidRDefault="00523466" w:rsidP="006A1F8A">
            <w:pPr>
              <w:pStyle w:val="TableText"/>
              <w:spacing w:line="360" w:lineRule="auto"/>
            </w:pPr>
            <w:r>
              <w:t>Port0</w:t>
            </w:r>
          </w:p>
        </w:tc>
      </w:tr>
      <w:tr w:rsidR="00523466" w:rsidRPr="00A938B2" w:rsidTr="000B5523">
        <w:trPr>
          <w:cantSplit/>
          <w:jc w:val="center"/>
        </w:trPr>
        <w:tc>
          <w:tcPr>
            <w:tcW w:w="3330" w:type="dxa"/>
            <w:tcBorders>
              <w:bottom w:val="nil"/>
            </w:tcBorders>
            <w:vAlign w:val="center"/>
          </w:tcPr>
          <w:p w:rsidR="00523466" w:rsidRPr="00A938B2" w:rsidRDefault="00523466" w:rsidP="006A1F8A">
            <w:pPr>
              <w:pStyle w:val="TableText"/>
              <w:spacing w:line="360" w:lineRule="auto"/>
            </w:pPr>
            <w:r>
              <w:t>Modem câble</w:t>
            </w:r>
          </w:p>
        </w:tc>
        <w:tc>
          <w:tcPr>
            <w:tcW w:w="1980" w:type="dxa"/>
            <w:vAlign w:val="center"/>
          </w:tcPr>
          <w:p w:rsidR="00523466" w:rsidRPr="00A938B2" w:rsidRDefault="00523466" w:rsidP="006A1F8A">
            <w:pPr>
              <w:pStyle w:val="TableText"/>
              <w:spacing w:line="360" w:lineRule="auto"/>
            </w:pPr>
            <w:r>
              <w:t>Port0</w:t>
            </w:r>
          </w:p>
        </w:tc>
        <w:tc>
          <w:tcPr>
            <w:tcW w:w="2430" w:type="dxa"/>
            <w:vAlign w:val="center"/>
          </w:tcPr>
          <w:p w:rsidR="00523466" w:rsidRPr="00A938B2" w:rsidRDefault="00523466" w:rsidP="006A1F8A">
            <w:pPr>
              <w:pStyle w:val="TableText"/>
              <w:spacing w:line="360" w:lineRule="auto"/>
            </w:pPr>
            <w:r>
              <w:t>N/A</w:t>
            </w:r>
          </w:p>
        </w:tc>
        <w:tc>
          <w:tcPr>
            <w:tcW w:w="2163" w:type="dxa"/>
            <w:vAlign w:val="center"/>
          </w:tcPr>
          <w:p w:rsidR="00523466" w:rsidRPr="00A938B2" w:rsidRDefault="00523466" w:rsidP="006A1F8A">
            <w:pPr>
              <w:pStyle w:val="TableText"/>
              <w:spacing w:line="360" w:lineRule="auto"/>
            </w:pPr>
            <w:r>
              <w:t>Coax7</w:t>
            </w:r>
          </w:p>
        </w:tc>
      </w:tr>
      <w:tr w:rsidR="00523466" w:rsidRPr="00A938B2" w:rsidTr="000B5523">
        <w:trPr>
          <w:cantSplit/>
          <w:jc w:val="center"/>
        </w:trPr>
        <w:tc>
          <w:tcPr>
            <w:tcW w:w="3330" w:type="dxa"/>
            <w:tcBorders>
              <w:top w:val="nil"/>
              <w:bottom w:val="single" w:sz="2" w:space="0" w:color="auto"/>
            </w:tcBorders>
            <w:vAlign w:val="center"/>
          </w:tcPr>
          <w:p w:rsidR="00523466" w:rsidRPr="00A938B2" w:rsidRDefault="000B5523" w:rsidP="006A1F8A">
            <w:pPr>
              <w:pStyle w:val="ConfigWindow"/>
              <w:spacing w:line="360" w:lineRule="auto"/>
            </w:pPr>
            <w:r>
              <w:t>Modem câble</w:t>
            </w:r>
          </w:p>
        </w:tc>
        <w:tc>
          <w:tcPr>
            <w:tcW w:w="1980" w:type="dxa"/>
            <w:vAlign w:val="center"/>
          </w:tcPr>
          <w:p w:rsidR="00523466" w:rsidRPr="00A938B2" w:rsidRDefault="00523466" w:rsidP="006A1F8A">
            <w:pPr>
              <w:pStyle w:val="TableText"/>
              <w:spacing w:line="360" w:lineRule="auto"/>
            </w:pPr>
            <w:r>
              <w:t>Port1</w:t>
            </w:r>
          </w:p>
        </w:tc>
        <w:tc>
          <w:tcPr>
            <w:tcW w:w="2430" w:type="dxa"/>
            <w:vAlign w:val="center"/>
          </w:tcPr>
          <w:p w:rsidR="00523466" w:rsidRPr="00A938B2" w:rsidRDefault="00523466" w:rsidP="006A1F8A">
            <w:pPr>
              <w:pStyle w:val="TableText"/>
              <w:spacing w:line="360" w:lineRule="auto"/>
            </w:pPr>
            <w:r>
              <w:t>N/A</w:t>
            </w:r>
          </w:p>
        </w:tc>
        <w:tc>
          <w:tcPr>
            <w:tcW w:w="2163" w:type="dxa"/>
            <w:vAlign w:val="center"/>
          </w:tcPr>
          <w:p w:rsidR="00523466" w:rsidRPr="00A938B2" w:rsidRDefault="00523466" w:rsidP="006A1F8A">
            <w:pPr>
              <w:pStyle w:val="TableText"/>
              <w:spacing w:line="360" w:lineRule="auto"/>
            </w:pPr>
            <w:r>
              <w:t>Internet</w:t>
            </w:r>
          </w:p>
        </w:tc>
      </w:tr>
      <w:tr w:rsidR="00523466" w:rsidRPr="00A938B2" w:rsidTr="000B5523">
        <w:trPr>
          <w:cantSplit/>
          <w:jc w:val="center"/>
        </w:trPr>
        <w:tc>
          <w:tcPr>
            <w:tcW w:w="3330" w:type="dxa"/>
            <w:tcBorders>
              <w:bottom w:val="nil"/>
            </w:tcBorders>
            <w:vAlign w:val="center"/>
          </w:tcPr>
          <w:p w:rsidR="00523466" w:rsidRPr="00A938B2" w:rsidRDefault="00523466" w:rsidP="006A1F8A">
            <w:pPr>
              <w:pStyle w:val="TableText"/>
              <w:spacing w:line="360" w:lineRule="auto"/>
            </w:pPr>
            <w:r>
              <w:t>Routeur0</w:t>
            </w:r>
          </w:p>
        </w:tc>
        <w:tc>
          <w:tcPr>
            <w:tcW w:w="1980" w:type="dxa"/>
            <w:vAlign w:val="center"/>
          </w:tcPr>
          <w:p w:rsidR="00523466" w:rsidRPr="00A938B2" w:rsidRDefault="00523466" w:rsidP="006A1F8A">
            <w:pPr>
              <w:pStyle w:val="TableText"/>
              <w:spacing w:line="360" w:lineRule="auto"/>
            </w:pPr>
            <w:r>
              <w:t>Console</w:t>
            </w:r>
          </w:p>
        </w:tc>
        <w:tc>
          <w:tcPr>
            <w:tcW w:w="2430" w:type="dxa"/>
            <w:vAlign w:val="center"/>
          </w:tcPr>
          <w:p w:rsidR="00523466" w:rsidRPr="00A938B2" w:rsidRDefault="00523466" w:rsidP="006A1F8A">
            <w:pPr>
              <w:pStyle w:val="TableText"/>
              <w:spacing w:line="360" w:lineRule="auto"/>
            </w:pPr>
            <w:r>
              <w:t>N/A</w:t>
            </w:r>
          </w:p>
        </w:tc>
        <w:tc>
          <w:tcPr>
            <w:tcW w:w="2163" w:type="dxa"/>
            <w:vAlign w:val="center"/>
          </w:tcPr>
          <w:p w:rsidR="00523466" w:rsidRPr="00A938B2" w:rsidRDefault="00523466" w:rsidP="006A1F8A">
            <w:pPr>
              <w:pStyle w:val="TableText"/>
              <w:spacing w:line="360" w:lineRule="auto"/>
            </w:pPr>
            <w:r>
              <w:t>RS232</w:t>
            </w:r>
          </w:p>
        </w:tc>
      </w:tr>
      <w:tr w:rsidR="00523466" w:rsidRPr="00A938B2" w:rsidTr="000B5523">
        <w:trPr>
          <w:cantSplit/>
          <w:jc w:val="center"/>
        </w:trPr>
        <w:tc>
          <w:tcPr>
            <w:tcW w:w="3330" w:type="dxa"/>
            <w:tcBorders>
              <w:top w:val="nil"/>
              <w:bottom w:val="nil"/>
            </w:tcBorders>
            <w:vAlign w:val="center"/>
          </w:tcPr>
          <w:p w:rsidR="00523466" w:rsidRPr="000B5523" w:rsidRDefault="000B5523" w:rsidP="006A1F8A">
            <w:pPr>
              <w:pStyle w:val="ConfigWindow"/>
              <w:spacing w:line="360" w:lineRule="auto"/>
            </w:pPr>
            <w:r>
              <w:t>Routeur0</w:t>
            </w:r>
          </w:p>
        </w:tc>
        <w:tc>
          <w:tcPr>
            <w:tcW w:w="1980" w:type="dxa"/>
            <w:vAlign w:val="center"/>
          </w:tcPr>
          <w:p w:rsidR="00523466" w:rsidRPr="00A938B2" w:rsidRDefault="00523466" w:rsidP="006A1F8A">
            <w:pPr>
              <w:pStyle w:val="TableText"/>
              <w:spacing w:line="360" w:lineRule="auto"/>
            </w:pPr>
            <w:r>
              <w:t>F0/0</w:t>
            </w:r>
          </w:p>
        </w:tc>
        <w:tc>
          <w:tcPr>
            <w:tcW w:w="2430" w:type="dxa"/>
            <w:vAlign w:val="center"/>
          </w:tcPr>
          <w:p w:rsidR="00523466" w:rsidRPr="00A938B2" w:rsidRDefault="00523466" w:rsidP="006A1F8A">
            <w:pPr>
              <w:pStyle w:val="TableText"/>
              <w:spacing w:line="360" w:lineRule="auto"/>
            </w:pPr>
            <w:r>
              <w:t>192.168.2.1/24</w:t>
            </w:r>
          </w:p>
        </w:tc>
        <w:tc>
          <w:tcPr>
            <w:tcW w:w="2163" w:type="dxa"/>
            <w:vAlign w:val="center"/>
          </w:tcPr>
          <w:p w:rsidR="00523466" w:rsidRPr="00A938B2" w:rsidRDefault="00523466" w:rsidP="006A1F8A">
            <w:pPr>
              <w:pStyle w:val="TableText"/>
              <w:spacing w:line="360" w:lineRule="auto"/>
            </w:pPr>
            <w:r>
              <w:t>Eth6</w:t>
            </w:r>
          </w:p>
        </w:tc>
      </w:tr>
      <w:tr w:rsidR="00523466" w:rsidRPr="00A938B2" w:rsidTr="000B5523">
        <w:trPr>
          <w:cantSplit/>
          <w:jc w:val="center"/>
        </w:trPr>
        <w:tc>
          <w:tcPr>
            <w:tcW w:w="3330" w:type="dxa"/>
            <w:tcBorders>
              <w:top w:val="nil"/>
              <w:bottom w:val="nil"/>
            </w:tcBorders>
            <w:vAlign w:val="center"/>
          </w:tcPr>
          <w:p w:rsidR="00523466" w:rsidRPr="000B5523" w:rsidRDefault="000B5523" w:rsidP="006A1F8A">
            <w:pPr>
              <w:pStyle w:val="ConfigWindow"/>
              <w:spacing w:line="360" w:lineRule="auto"/>
            </w:pPr>
            <w:r>
              <w:t>Routeur0</w:t>
            </w:r>
          </w:p>
        </w:tc>
        <w:tc>
          <w:tcPr>
            <w:tcW w:w="1980" w:type="dxa"/>
            <w:vAlign w:val="center"/>
          </w:tcPr>
          <w:p w:rsidR="00523466" w:rsidRPr="00A938B2" w:rsidRDefault="00523466" w:rsidP="006A1F8A">
            <w:pPr>
              <w:pStyle w:val="TableText"/>
              <w:spacing w:line="360" w:lineRule="auto"/>
            </w:pPr>
            <w:r>
              <w:t>F0/1</w:t>
            </w:r>
          </w:p>
        </w:tc>
        <w:tc>
          <w:tcPr>
            <w:tcW w:w="2430" w:type="dxa"/>
            <w:vAlign w:val="center"/>
          </w:tcPr>
          <w:p w:rsidR="00523466" w:rsidRPr="00A938B2" w:rsidRDefault="00523466" w:rsidP="006A1F8A">
            <w:pPr>
              <w:pStyle w:val="TableText"/>
              <w:spacing w:line="360" w:lineRule="auto"/>
            </w:pPr>
            <w:r>
              <w:t>10.0.0.1/24</w:t>
            </w:r>
          </w:p>
        </w:tc>
        <w:tc>
          <w:tcPr>
            <w:tcW w:w="2163" w:type="dxa"/>
            <w:vAlign w:val="center"/>
          </w:tcPr>
          <w:p w:rsidR="00523466" w:rsidRPr="00A938B2" w:rsidRDefault="00523466" w:rsidP="006A1F8A">
            <w:pPr>
              <w:pStyle w:val="TableText"/>
              <w:spacing w:line="360" w:lineRule="auto"/>
            </w:pPr>
            <w:r>
              <w:t>F0</w:t>
            </w:r>
          </w:p>
        </w:tc>
      </w:tr>
      <w:tr w:rsidR="00523466" w:rsidRPr="00A938B2" w:rsidTr="000B5523">
        <w:trPr>
          <w:cantSplit/>
          <w:jc w:val="center"/>
        </w:trPr>
        <w:tc>
          <w:tcPr>
            <w:tcW w:w="3330" w:type="dxa"/>
            <w:tcBorders>
              <w:top w:val="nil"/>
              <w:bottom w:val="single" w:sz="2" w:space="0" w:color="auto"/>
            </w:tcBorders>
            <w:vAlign w:val="center"/>
          </w:tcPr>
          <w:p w:rsidR="00523466" w:rsidRPr="000B5523" w:rsidRDefault="000B5523" w:rsidP="006A1F8A">
            <w:pPr>
              <w:pStyle w:val="ConfigWindow"/>
              <w:spacing w:line="360" w:lineRule="auto"/>
            </w:pPr>
            <w:r>
              <w:t>Routeur0</w:t>
            </w:r>
          </w:p>
        </w:tc>
        <w:tc>
          <w:tcPr>
            <w:tcW w:w="1980" w:type="dxa"/>
            <w:vAlign w:val="center"/>
          </w:tcPr>
          <w:p w:rsidR="00523466" w:rsidRPr="00A938B2" w:rsidRDefault="00523466" w:rsidP="006A1F8A">
            <w:pPr>
              <w:pStyle w:val="TableText"/>
              <w:spacing w:line="360" w:lineRule="auto"/>
            </w:pPr>
            <w:r>
              <w:t>Ser0/0/0</w:t>
            </w:r>
          </w:p>
        </w:tc>
        <w:tc>
          <w:tcPr>
            <w:tcW w:w="2430" w:type="dxa"/>
            <w:vAlign w:val="center"/>
          </w:tcPr>
          <w:p w:rsidR="00523466" w:rsidRPr="00A938B2" w:rsidRDefault="00523466" w:rsidP="006A1F8A">
            <w:pPr>
              <w:pStyle w:val="TableText"/>
              <w:spacing w:line="360" w:lineRule="auto"/>
            </w:pPr>
            <w:r>
              <w:t>172.31.0.1/24</w:t>
            </w:r>
          </w:p>
        </w:tc>
        <w:tc>
          <w:tcPr>
            <w:tcW w:w="2163" w:type="dxa"/>
            <w:vAlign w:val="center"/>
          </w:tcPr>
          <w:p w:rsidR="00523466" w:rsidRPr="00A938B2" w:rsidRDefault="00523466" w:rsidP="006A1F8A">
            <w:pPr>
              <w:pStyle w:val="TableText"/>
              <w:spacing w:line="360" w:lineRule="auto"/>
            </w:pPr>
            <w:r>
              <w:t>Ser0/0</w:t>
            </w:r>
          </w:p>
        </w:tc>
      </w:tr>
      <w:tr w:rsidR="00523466" w:rsidRPr="00A938B2" w:rsidTr="000B5523">
        <w:trPr>
          <w:cantSplit/>
          <w:jc w:val="center"/>
        </w:trPr>
        <w:tc>
          <w:tcPr>
            <w:tcW w:w="3330" w:type="dxa"/>
            <w:tcBorders>
              <w:bottom w:val="nil"/>
            </w:tcBorders>
            <w:vAlign w:val="center"/>
          </w:tcPr>
          <w:p w:rsidR="00523466" w:rsidRPr="00A938B2" w:rsidRDefault="00523466" w:rsidP="006A1F8A">
            <w:pPr>
              <w:pStyle w:val="TableText"/>
              <w:spacing w:line="360" w:lineRule="auto"/>
            </w:pPr>
            <w:r>
              <w:t>Routeur1</w:t>
            </w:r>
          </w:p>
        </w:tc>
        <w:tc>
          <w:tcPr>
            <w:tcW w:w="1980" w:type="dxa"/>
            <w:vAlign w:val="center"/>
          </w:tcPr>
          <w:p w:rsidR="00523466" w:rsidRPr="00A938B2" w:rsidRDefault="00523466" w:rsidP="006A1F8A">
            <w:pPr>
              <w:pStyle w:val="TableText"/>
              <w:spacing w:line="360" w:lineRule="auto"/>
            </w:pPr>
            <w:r>
              <w:t>Ser0/0</w:t>
            </w:r>
          </w:p>
        </w:tc>
        <w:tc>
          <w:tcPr>
            <w:tcW w:w="2430" w:type="dxa"/>
            <w:vAlign w:val="center"/>
          </w:tcPr>
          <w:p w:rsidR="00523466" w:rsidRPr="00A938B2" w:rsidRDefault="00523466" w:rsidP="006A1F8A">
            <w:pPr>
              <w:pStyle w:val="TableText"/>
              <w:spacing w:line="360" w:lineRule="auto"/>
            </w:pPr>
            <w:r>
              <w:t>172.31.0.2/24</w:t>
            </w:r>
          </w:p>
        </w:tc>
        <w:tc>
          <w:tcPr>
            <w:tcW w:w="2163" w:type="dxa"/>
            <w:vAlign w:val="center"/>
          </w:tcPr>
          <w:p w:rsidR="00523466" w:rsidRPr="00A938B2" w:rsidRDefault="00523466" w:rsidP="006A1F8A">
            <w:pPr>
              <w:pStyle w:val="TableText"/>
              <w:spacing w:line="360" w:lineRule="auto"/>
            </w:pPr>
            <w:r>
              <w:t>Ser0/0/0</w:t>
            </w:r>
          </w:p>
        </w:tc>
      </w:tr>
      <w:tr w:rsidR="00523466" w:rsidRPr="00A938B2" w:rsidTr="000B5523">
        <w:trPr>
          <w:cantSplit/>
          <w:jc w:val="center"/>
        </w:trPr>
        <w:tc>
          <w:tcPr>
            <w:tcW w:w="3330" w:type="dxa"/>
            <w:tcBorders>
              <w:top w:val="nil"/>
              <w:bottom w:val="single" w:sz="2" w:space="0" w:color="auto"/>
            </w:tcBorders>
            <w:vAlign w:val="center"/>
          </w:tcPr>
          <w:p w:rsidR="00523466" w:rsidRPr="00A938B2" w:rsidRDefault="000B5523" w:rsidP="006A1F8A">
            <w:pPr>
              <w:pStyle w:val="ConfigWindow"/>
              <w:spacing w:line="360" w:lineRule="auto"/>
            </w:pPr>
            <w:r>
              <w:t>Routeur1</w:t>
            </w:r>
          </w:p>
        </w:tc>
        <w:tc>
          <w:tcPr>
            <w:tcW w:w="1980" w:type="dxa"/>
            <w:vAlign w:val="center"/>
          </w:tcPr>
          <w:p w:rsidR="00523466" w:rsidRPr="00A938B2" w:rsidRDefault="00523466" w:rsidP="006A1F8A">
            <w:pPr>
              <w:pStyle w:val="TableText"/>
              <w:spacing w:line="360" w:lineRule="auto"/>
            </w:pPr>
            <w:r>
              <w:t>F1/0</w:t>
            </w:r>
          </w:p>
        </w:tc>
        <w:tc>
          <w:tcPr>
            <w:tcW w:w="2430" w:type="dxa"/>
            <w:vAlign w:val="center"/>
          </w:tcPr>
          <w:p w:rsidR="00523466" w:rsidRPr="00A938B2" w:rsidRDefault="00523466" w:rsidP="006A1F8A">
            <w:pPr>
              <w:pStyle w:val="TableText"/>
              <w:spacing w:line="360" w:lineRule="auto"/>
            </w:pPr>
            <w:r>
              <w:t>172.16.0.1/24</w:t>
            </w:r>
          </w:p>
        </w:tc>
        <w:tc>
          <w:tcPr>
            <w:tcW w:w="2163" w:type="dxa"/>
            <w:vAlign w:val="center"/>
          </w:tcPr>
          <w:p w:rsidR="00523466" w:rsidRPr="00A938B2" w:rsidRDefault="00523466" w:rsidP="006A1F8A">
            <w:pPr>
              <w:pStyle w:val="TableText"/>
              <w:spacing w:line="360" w:lineRule="auto"/>
            </w:pPr>
            <w:r>
              <w:t>F0/1</w:t>
            </w:r>
          </w:p>
        </w:tc>
      </w:tr>
      <w:tr w:rsidR="00523466" w:rsidRPr="00A938B2" w:rsidTr="000B5523">
        <w:trPr>
          <w:cantSplit/>
          <w:jc w:val="center"/>
        </w:trPr>
        <w:tc>
          <w:tcPr>
            <w:tcW w:w="3330" w:type="dxa"/>
            <w:tcBorders>
              <w:bottom w:val="nil"/>
            </w:tcBorders>
            <w:vAlign w:val="center"/>
          </w:tcPr>
          <w:p w:rsidR="00523466" w:rsidRPr="00A938B2" w:rsidRDefault="00523466" w:rsidP="006A1F8A">
            <w:pPr>
              <w:pStyle w:val="TableText"/>
              <w:spacing w:line="360" w:lineRule="auto"/>
            </w:pPr>
            <w:r>
              <w:t>Routeur sans fil</w:t>
            </w:r>
          </w:p>
        </w:tc>
        <w:tc>
          <w:tcPr>
            <w:tcW w:w="1980" w:type="dxa"/>
            <w:vAlign w:val="center"/>
          </w:tcPr>
          <w:p w:rsidR="00523466" w:rsidRPr="00A938B2" w:rsidRDefault="00523466" w:rsidP="006A1F8A">
            <w:pPr>
              <w:pStyle w:val="TableText"/>
              <w:spacing w:line="360" w:lineRule="auto"/>
            </w:pPr>
            <w:r>
              <w:t>Internet</w:t>
            </w:r>
          </w:p>
        </w:tc>
        <w:tc>
          <w:tcPr>
            <w:tcW w:w="2430" w:type="dxa"/>
            <w:vAlign w:val="center"/>
          </w:tcPr>
          <w:p w:rsidR="00523466" w:rsidRPr="00A938B2" w:rsidRDefault="00523466" w:rsidP="006A1F8A">
            <w:pPr>
              <w:pStyle w:val="TableText"/>
              <w:spacing w:line="360" w:lineRule="auto"/>
            </w:pPr>
            <w:r>
              <w:t>192.168.2.2/24</w:t>
            </w:r>
          </w:p>
        </w:tc>
        <w:tc>
          <w:tcPr>
            <w:tcW w:w="2163" w:type="dxa"/>
            <w:vAlign w:val="center"/>
          </w:tcPr>
          <w:p w:rsidR="00523466" w:rsidRPr="00A938B2" w:rsidRDefault="00523466" w:rsidP="006A1F8A">
            <w:pPr>
              <w:pStyle w:val="TableText"/>
              <w:spacing w:line="360" w:lineRule="auto"/>
            </w:pPr>
            <w:r>
              <w:t>Port 1</w:t>
            </w:r>
          </w:p>
        </w:tc>
      </w:tr>
      <w:tr w:rsidR="00523466" w:rsidRPr="00A938B2" w:rsidTr="000B5523">
        <w:trPr>
          <w:cantSplit/>
          <w:jc w:val="center"/>
        </w:trPr>
        <w:tc>
          <w:tcPr>
            <w:tcW w:w="3330" w:type="dxa"/>
            <w:tcBorders>
              <w:top w:val="nil"/>
            </w:tcBorders>
            <w:vAlign w:val="center"/>
          </w:tcPr>
          <w:p w:rsidR="00523466" w:rsidRPr="00A938B2" w:rsidRDefault="000B5523" w:rsidP="006A1F8A">
            <w:pPr>
              <w:pStyle w:val="ConfigWindow"/>
              <w:spacing w:line="360" w:lineRule="auto"/>
            </w:pPr>
            <w:r>
              <w:t>Routeur sans fil</w:t>
            </w:r>
          </w:p>
        </w:tc>
        <w:tc>
          <w:tcPr>
            <w:tcW w:w="1980" w:type="dxa"/>
            <w:vAlign w:val="center"/>
          </w:tcPr>
          <w:p w:rsidR="00523466" w:rsidRPr="00A938B2" w:rsidRDefault="00523466" w:rsidP="006A1F8A">
            <w:pPr>
              <w:pStyle w:val="TableText"/>
              <w:spacing w:line="360" w:lineRule="auto"/>
            </w:pPr>
            <w:r>
              <w:t>Eth1</w:t>
            </w:r>
          </w:p>
        </w:tc>
        <w:tc>
          <w:tcPr>
            <w:tcW w:w="2430" w:type="dxa"/>
            <w:vAlign w:val="center"/>
          </w:tcPr>
          <w:p w:rsidR="00523466" w:rsidRPr="00A938B2" w:rsidRDefault="00523466" w:rsidP="006A1F8A">
            <w:pPr>
              <w:pStyle w:val="TableText"/>
              <w:spacing w:line="360" w:lineRule="auto"/>
            </w:pPr>
            <w:r>
              <w:t>192.168.1.1</w:t>
            </w:r>
          </w:p>
        </w:tc>
        <w:tc>
          <w:tcPr>
            <w:tcW w:w="2163" w:type="dxa"/>
            <w:vAlign w:val="center"/>
          </w:tcPr>
          <w:p w:rsidR="00523466" w:rsidRPr="00A938B2" w:rsidRDefault="00523466" w:rsidP="006A1F8A">
            <w:pPr>
              <w:pStyle w:val="TableText"/>
              <w:spacing w:line="360" w:lineRule="auto"/>
            </w:pPr>
            <w:r>
              <w:t>F0</w:t>
            </w:r>
          </w:p>
        </w:tc>
      </w:tr>
      <w:tr w:rsidR="00523466" w:rsidRPr="00A938B2" w:rsidTr="00523466">
        <w:trPr>
          <w:cantSplit/>
          <w:jc w:val="center"/>
        </w:trPr>
        <w:tc>
          <w:tcPr>
            <w:tcW w:w="3330" w:type="dxa"/>
            <w:vAlign w:val="center"/>
          </w:tcPr>
          <w:p w:rsidR="00523466" w:rsidRPr="00A938B2" w:rsidRDefault="00523466" w:rsidP="006A1F8A">
            <w:pPr>
              <w:pStyle w:val="TableText"/>
              <w:spacing w:line="360" w:lineRule="auto"/>
            </w:pPr>
            <w:r>
              <w:t>Ordinateur familial</w:t>
            </w:r>
          </w:p>
        </w:tc>
        <w:tc>
          <w:tcPr>
            <w:tcW w:w="1980" w:type="dxa"/>
            <w:vAlign w:val="center"/>
          </w:tcPr>
          <w:p w:rsidR="00523466" w:rsidRPr="00A938B2" w:rsidRDefault="00523466" w:rsidP="006A1F8A">
            <w:pPr>
              <w:pStyle w:val="TableText"/>
              <w:spacing w:line="360" w:lineRule="auto"/>
            </w:pPr>
            <w:r>
              <w:t>F0</w:t>
            </w:r>
          </w:p>
        </w:tc>
        <w:tc>
          <w:tcPr>
            <w:tcW w:w="2430" w:type="dxa"/>
            <w:vAlign w:val="center"/>
          </w:tcPr>
          <w:p w:rsidR="00523466" w:rsidRPr="00A938B2" w:rsidRDefault="00523466" w:rsidP="006A1F8A">
            <w:pPr>
              <w:pStyle w:val="TableText"/>
              <w:spacing w:line="360" w:lineRule="auto"/>
            </w:pPr>
            <w:r>
              <w:t>192.168.1.102</w:t>
            </w:r>
          </w:p>
        </w:tc>
        <w:tc>
          <w:tcPr>
            <w:tcW w:w="2163" w:type="dxa"/>
            <w:vAlign w:val="center"/>
          </w:tcPr>
          <w:p w:rsidR="00523466" w:rsidRPr="00A938B2" w:rsidRDefault="00523466" w:rsidP="006A1F8A">
            <w:pPr>
              <w:pStyle w:val="TableText"/>
              <w:spacing w:line="360" w:lineRule="auto"/>
            </w:pPr>
            <w:r>
              <w:t>Eth1</w:t>
            </w:r>
          </w:p>
        </w:tc>
      </w:tr>
      <w:tr w:rsidR="00523466" w:rsidRPr="00A938B2" w:rsidTr="00523466">
        <w:trPr>
          <w:cantSplit/>
          <w:jc w:val="center"/>
        </w:trPr>
        <w:tc>
          <w:tcPr>
            <w:tcW w:w="3330" w:type="dxa"/>
            <w:vAlign w:val="center"/>
          </w:tcPr>
          <w:p w:rsidR="00523466" w:rsidRPr="00A938B2" w:rsidRDefault="00523466" w:rsidP="006A1F8A">
            <w:pPr>
              <w:pStyle w:val="TableText"/>
              <w:spacing w:line="360" w:lineRule="auto"/>
            </w:pPr>
            <w:r>
              <w:t>Commutateur</w:t>
            </w:r>
          </w:p>
        </w:tc>
        <w:tc>
          <w:tcPr>
            <w:tcW w:w="1980" w:type="dxa"/>
            <w:vAlign w:val="center"/>
          </w:tcPr>
          <w:p w:rsidR="00523466" w:rsidRPr="00A938B2" w:rsidRDefault="00523466" w:rsidP="006A1F8A">
            <w:pPr>
              <w:pStyle w:val="TableText"/>
              <w:spacing w:line="360" w:lineRule="auto"/>
            </w:pPr>
            <w:r>
              <w:t>F0/1</w:t>
            </w:r>
          </w:p>
        </w:tc>
        <w:tc>
          <w:tcPr>
            <w:tcW w:w="2430" w:type="dxa"/>
            <w:vAlign w:val="center"/>
          </w:tcPr>
          <w:p w:rsidR="00523466" w:rsidRPr="00A938B2" w:rsidRDefault="00523466" w:rsidP="006A1F8A">
            <w:pPr>
              <w:pStyle w:val="TableText"/>
              <w:spacing w:line="360" w:lineRule="auto"/>
            </w:pPr>
            <w:r>
              <w:t>172.16.0.2</w:t>
            </w:r>
          </w:p>
        </w:tc>
        <w:tc>
          <w:tcPr>
            <w:tcW w:w="2163" w:type="dxa"/>
            <w:vAlign w:val="center"/>
          </w:tcPr>
          <w:p w:rsidR="00523466" w:rsidRPr="00A938B2" w:rsidRDefault="00523466" w:rsidP="006A1F8A">
            <w:pPr>
              <w:pStyle w:val="TableText"/>
              <w:spacing w:line="360" w:lineRule="auto"/>
            </w:pPr>
            <w:r>
              <w:t>F1/0</w:t>
            </w:r>
          </w:p>
        </w:tc>
      </w:tr>
      <w:tr w:rsidR="00523466" w:rsidRPr="00A938B2" w:rsidTr="00523466">
        <w:trPr>
          <w:cantSplit/>
          <w:jc w:val="center"/>
        </w:trPr>
        <w:tc>
          <w:tcPr>
            <w:tcW w:w="3330" w:type="dxa"/>
            <w:vAlign w:val="center"/>
          </w:tcPr>
          <w:p w:rsidR="00523466" w:rsidRPr="00A938B2" w:rsidRDefault="00523466" w:rsidP="006A1F8A">
            <w:pPr>
              <w:pStyle w:val="TableText"/>
              <w:spacing w:line="360" w:lineRule="auto"/>
            </w:pPr>
            <w:r>
              <w:t>netacad.pka</w:t>
            </w:r>
          </w:p>
        </w:tc>
        <w:tc>
          <w:tcPr>
            <w:tcW w:w="1980" w:type="dxa"/>
            <w:vAlign w:val="center"/>
          </w:tcPr>
          <w:p w:rsidR="00523466" w:rsidRPr="00A938B2" w:rsidRDefault="00523466" w:rsidP="006A1F8A">
            <w:pPr>
              <w:pStyle w:val="TableText"/>
              <w:spacing w:line="360" w:lineRule="auto"/>
            </w:pPr>
            <w:r>
              <w:t>F0</w:t>
            </w:r>
          </w:p>
        </w:tc>
        <w:tc>
          <w:tcPr>
            <w:tcW w:w="2430" w:type="dxa"/>
            <w:vAlign w:val="center"/>
          </w:tcPr>
          <w:p w:rsidR="00523466" w:rsidRPr="00A938B2" w:rsidRDefault="00523466" w:rsidP="006A1F8A">
            <w:pPr>
              <w:pStyle w:val="TableText"/>
              <w:spacing w:line="360" w:lineRule="auto"/>
            </w:pPr>
            <w:r>
              <w:t>10.0.0.254</w:t>
            </w:r>
          </w:p>
        </w:tc>
        <w:tc>
          <w:tcPr>
            <w:tcW w:w="2163" w:type="dxa"/>
            <w:vAlign w:val="center"/>
          </w:tcPr>
          <w:p w:rsidR="00523466" w:rsidRPr="00A938B2" w:rsidRDefault="00523466" w:rsidP="006A1F8A">
            <w:pPr>
              <w:pStyle w:val="TableText"/>
              <w:spacing w:line="360" w:lineRule="auto"/>
            </w:pPr>
            <w:r>
              <w:t>F0/1</w:t>
            </w:r>
          </w:p>
        </w:tc>
      </w:tr>
      <w:tr w:rsidR="00523466" w:rsidRPr="00A938B2" w:rsidTr="00523466">
        <w:trPr>
          <w:cantSplit/>
          <w:jc w:val="center"/>
        </w:trPr>
        <w:tc>
          <w:tcPr>
            <w:tcW w:w="3330" w:type="dxa"/>
            <w:vAlign w:val="center"/>
          </w:tcPr>
          <w:p w:rsidR="00523466" w:rsidRPr="00A938B2" w:rsidRDefault="00523466" w:rsidP="006A1F8A">
            <w:pPr>
              <w:pStyle w:val="TableText"/>
              <w:spacing w:line="360" w:lineRule="auto"/>
            </w:pPr>
            <w:r>
              <w:t>Terminal de configuration</w:t>
            </w:r>
          </w:p>
        </w:tc>
        <w:tc>
          <w:tcPr>
            <w:tcW w:w="1980" w:type="dxa"/>
            <w:vAlign w:val="center"/>
          </w:tcPr>
          <w:p w:rsidR="00523466" w:rsidRPr="00A938B2" w:rsidRDefault="00523466" w:rsidP="006A1F8A">
            <w:pPr>
              <w:pStyle w:val="TableText"/>
              <w:spacing w:line="360" w:lineRule="auto"/>
            </w:pPr>
            <w:r>
              <w:t>RS232</w:t>
            </w:r>
          </w:p>
        </w:tc>
        <w:tc>
          <w:tcPr>
            <w:tcW w:w="2430" w:type="dxa"/>
            <w:vAlign w:val="center"/>
          </w:tcPr>
          <w:p w:rsidR="00523466" w:rsidRPr="00A938B2" w:rsidRDefault="00523466" w:rsidP="006A1F8A">
            <w:pPr>
              <w:pStyle w:val="TableText"/>
              <w:spacing w:line="360" w:lineRule="auto"/>
            </w:pPr>
            <w:r>
              <w:t>N/A</w:t>
            </w:r>
          </w:p>
        </w:tc>
        <w:tc>
          <w:tcPr>
            <w:tcW w:w="2163" w:type="dxa"/>
            <w:vAlign w:val="center"/>
          </w:tcPr>
          <w:p w:rsidR="00523466" w:rsidRPr="00A938B2" w:rsidRDefault="00523466" w:rsidP="006A1F8A">
            <w:pPr>
              <w:pStyle w:val="TableText"/>
              <w:spacing w:line="360" w:lineRule="auto"/>
            </w:pPr>
            <w:r>
              <w:t>Console</w:t>
            </w:r>
          </w:p>
        </w:tc>
      </w:tr>
    </w:tbl>
    <w:p w:rsidR="00523466" w:rsidRPr="00BB73FF" w:rsidRDefault="00523466" w:rsidP="006A1F8A">
      <w:pPr>
        <w:pStyle w:val="Heading1"/>
        <w:spacing w:line="360" w:lineRule="auto"/>
      </w:pPr>
      <w:r>
        <w:t>Objectifs</w:t>
      </w:r>
    </w:p>
    <w:p w:rsidR="00523466" w:rsidRPr="004C0909" w:rsidRDefault="00523466" w:rsidP="006A1F8A">
      <w:pPr>
        <w:pStyle w:val="BodyTextL25Bold"/>
        <w:spacing w:line="360" w:lineRule="auto"/>
      </w:pPr>
      <w:r>
        <w:t>Partie 1: Se connecter au cloud</w:t>
      </w:r>
    </w:p>
    <w:p w:rsidR="00523466" w:rsidRPr="004C0909" w:rsidRDefault="00523466" w:rsidP="006A1F8A">
      <w:pPr>
        <w:pStyle w:val="BodyTextL25Bold"/>
        <w:spacing w:line="360" w:lineRule="auto"/>
      </w:pPr>
      <w:r>
        <w:t>Partie 2: Connecter le Routeur0</w:t>
      </w:r>
    </w:p>
    <w:p w:rsidR="00523466" w:rsidRPr="004C0909" w:rsidRDefault="00523466" w:rsidP="006A1F8A">
      <w:pPr>
        <w:pStyle w:val="BodyTextL25Bold"/>
        <w:spacing w:line="360" w:lineRule="auto"/>
      </w:pPr>
      <w:r>
        <w:t>Partie 3: Connecter les périphériques restants</w:t>
      </w:r>
    </w:p>
    <w:p w:rsidR="00523466" w:rsidRPr="004C0909" w:rsidRDefault="00523466" w:rsidP="006A1F8A">
      <w:pPr>
        <w:pStyle w:val="BodyTextL25Bold"/>
        <w:spacing w:line="360" w:lineRule="auto"/>
      </w:pPr>
      <w:r>
        <w:t>Partie 4: Vérifier les connexions</w:t>
      </w:r>
    </w:p>
    <w:p w:rsidR="00523466" w:rsidRPr="004C0909" w:rsidRDefault="00523466" w:rsidP="006A1F8A">
      <w:pPr>
        <w:pStyle w:val="BodyTextL25Bold"/>
        <w:spacing w:line="360" w:lineRule="auto"/>
      </w:pPr>
      <w:r>
        <w:lastRenderedPageBreak/>
        <w:t>Partie 5: Examiner la topologie physique</w:t>
      </w:r>
    </w:p>
    <w:p w:rsidR="00523466" w:rsidRPr="00C07FD9" w:rsidRDefault="00523466" w:rsidP="006A1F8A">
      <w:pPr>
        <w:pStyle w:val="Heading1"/>
        <w:spacing w:line="360" w:lineRule="auto"/>
      </w:pPr>
      <w:r>
        <w:t>Contexte</w:t>
      </w:r>
    </w:p>
    <w:p w:rsidR="00523466" w:rsidRPr="007057FE" w:rsidRDefault="00523466" w:rsidP="006A1F8A">
      <w:pPr>
        <w:pStyle w:val="BodyTextL25"/>
        <w:spacing w:line="360" w:lineRule="auto"/>
      </w:pPr>
      <w:r>
        <w:t>Lorsque vous utilisez Packet Tracer (dans le cadre d'un environnement de test ou de travail), vous devez savoir comment choisir les câbles adéquats et connecter correctement les périphériques. Dans cet exercice, vous pourrez découvrir des configurations de périphériques dans Packet Tracer, sélectionner le câble approprié en fonction de la configuration et connecter les périphériques. Enfin, vous explorerez la vue physique du réseau dans Packet Tracer.</w:t>
      </w:r>
    </w:p>
    <w:p w:rsidR="006F1CA6" w:rsidRDefault="006F1CA6" w:rsidP="006A1F8A">
      <w:pPr>
        <w:pStyle w:val="Heading1"/>
        <w:spacing w:line="360" w:lineRule="auto"/>
      </w:pPr>
      <w:r>
        <w:t>Instructions</w:t>
      </w:r>
    </w:p>
    <w:p w:rsidR="00523466" w:rsidRDefault="00523466" w:rsidP="006A1F8A">
      <w:pPr>
        <w:pStyle w:val="Heading2"/>
        <w:spacing w:line="360" w:lineRule="auto"/>
      </w:pPr>
      <w:r>
        <w:t>Se connecter au cloud</w:t>
      </w:r>
    </w:p>
    <w:p w:rsidR="00523466" w:rsidRDefault="00523466" w:rsidP="006A1F8A">
      <w:pPr>
        <w:pStyle w:val="Heading3"/>
        <w:spacing w:line="360" w:lineRule="auto"/>
      </w:pPr>
      <w:r>
        <w:t>Connectez le cloud au Routeur0.</w:t>
      </w:r>
    </w:p>
    <w:p w:rsidR="00523466" w:rsidRDefault="00523466" w:rsidP="006A1F8A">
      <w:pPr>
        <w:pStyle w:val="SubStepAlpha"/>
        <w:numPr>
          <w:ilvl w:val="2"/>
          <w:numId w:val="12"/>
        </w:numPr>
        <w:spacing w:line="360" w:lineRule="auto"/>
      </w:pPr>
      <w:r>
        <w:t xml:space="preserve">Pour afficher les </w:t>
      </w:r>
      <w:r>
        <w:rPr>
          <w:b/>
        </w:rPr>
        <w:t>connexions</w:t>
      </w:r>
      <w:r>
        <w:t xml:space="preserve"> disponibles, cliquez sur l'icône en forme d'éclair orange situé sur le coin inférieur gauche de la fenêtre.</w:t>
      </w:r>
    </w:p>
    <w:p w:rsidR="00523466" w:rsidRDefault="00523466" w:rsidP="006A1F8A">
      <w:pPr>
        <w:pStyle w:val="SubStepAlpha"/>
        <w:numPr>
          <w:ilvl w:val="2"/>
          <w:numId w:val="12"/>
        </w:numPr>
        <w:spacing w:line="360" w:lineRule="auto"/>
      </w:pPr>
      <w:r>
        <w:t xml:space="preserve">Choisissez le câble adéquat pour relier le </w:t>
      </w:r>
      <w:r>
        <w:rPr>
          <w:b/>
        </w:rPr>
        <w:t>port Fa0/0 du Routeur0</w:t>
      </w:r>
      <w:r>
        <w:t xml:space="preserve"> au </w:t>
      </w:r>
      <w:r w:rsidRPr="008470D8">
        <w:rPr>
          <w:b/>
        </w:rPr>
        <w:t>port Eth6 du Cloud</w:t>
      </w:r>
      <w:r>
        <w:t xml:space="preserve">. Le </w:t>
      </w:r>
      <w:r>
        <w:rPr>
          <w:b/>
        </w:rPr>
        <w:t>Cloud</w:t>
      </w:r>
      <w:r>
        <w:t xml:space="preserve"> étant un type de commutateur, il faut utiliser une connexion par </w:t>
      </w:r>
      <w:r>
        <w:rPr>
          <w:b/>
        </w:rPr>
        <w:t>câble droit en cuivre</w:t>
      </w:r>
      <w:r>
        <w:t>. Si vous avez branché le câble adéquat, les voyants de liaison de ce dernier s'allument en vert.</w:t>
      </w:r>
    </w:p>
    <w:p w:rsidR="00523466" w:rsidRDefault="00523466" w:rsidP="006A1F8A">
      <w:pPr>
        <w:pStyle w:val="Heading3"/>
        <w:spacing w:line="360" w:lineRule="auto"/>
      </w:pPr>
      <w:r>
        <w:t>Connectez le cloud au modem câble.</w:t>
      </w:r>
    </w:p>
    <w:p w:rsidR="00523466" w:rsidRDefault="00523466" w:rsidP="006A1F8A">
      <w:pPr>
        <w:pStyle w:val="BodyTextL25"/>
        <w:spacing w:line="360" w:lineRule="auto"/>
      </w:pPr>
      <w:r>
        <w:t xml:space="preserve">Choisissez le câble adéquat pour relier le </w:t>
      </w:r>
      <w:r w:rsidRPr="008470D8">
        <w:rPr>
          <w:b/>
        </w:rPr>
        <w:t>port Coax7 du Cloud</w:t>
      </w:r>
      <w:r>
        <w:t xml:space="preserve"> au </w:t>
      </w:r>
      <w:r w:rsidRPr="008470D8">
        <w:rPr>
          <w:b/>
        </w:rPr>
        <w:t>port0 du modem</w:t>
      </w:r>
      <w:r>
        <w:t xml:space="preserve">. </w:t>
      </w:r>
    </w:p>
    <w:p w:rsidR="00523466" w:rsidRDefault="00523466" w:rsidP="006A1F8A">
      <w:pPr>
        <w:pStyle w:val="BodyTextL25"/>
        <w:spacing w:line="360" w:lineRule="auto"/>
      </w:pPr>
      <w:r>
        <w:t>Si vous avez branché le câble adéquat, les voyants de liaison de ce dernier s'allument en vert.</w:t>
      </w:r>
    </w:p>
    <w:p w:rsidR="00523466" w:rsidRDefault="00523466" w:rsidP="006A1F8A">
      <w:pPr>
        <w:pStyle w:val="Heading2"/>
        <w:spacing w:line="360" w:lineRule="auto"/>
      </w:pPr>
      <w:r>
        <w:t>Connecter le Routeur0</w:t>
      </w:r>
    </w:p>
    <w:p w:rsidR="00523466" w:rsidRDefault="00523466" w:rsidP="006A1F8A">
      <w:pPr>
        <w:pStyle w:val="Heading3"/>
        <w:spacing w:line="360" w:lineRule="auto"/>
      </w:pPr>
      <w:r>
        <w:t>Connectez le Routeur0 au Routeur1.</w:t>
      </w:r>
    </w:p>
    <w:p w:rsidR="00523466" w:rsidRDefault="00523466" w:rsidP="006A1F8A">
      <w:pPr>
        <w:pStyle w:val="BodyTextL25"/>
        <w:spacing w:line="360" w:lineRule="auto"/>
      </w:pPr>
      <w:r>
        <w:t xml:space="preserve">Choisissez le câble adéquat pour relier le </w:t>
      </w:r>
      <w:r w:rsidRPr="008470D8">
        <w:rPr>
          <w:b/>
        </w:rPr>
        <w:t>port Ser0/0/0 du Routeur0</w:t>
      </w:r>
      <w:r>
        <w:t xml:space="preserve"> au </w:t>
      </w:r>
      <w:r>
        <w:rPr>
          <w:b/>
        </w:rPr>
        <w:t>port Ser0/0 du Routeur1</w:t>
      </w:r>
      <w:r>
        <w:t xml:space="preserve">. Utilisez l'un des câbles </w:t>
      </w:r>
      <w:r>
        <w:rPr>
          <w:b/>
        </w:rPr>
        <w:t>série</w:t>
      </w:r>
      <w:r>
        <w:t xml:space="preserve"> disponibles. </w:t>
      </w:r>
    </w:p>
    <w:p w:rsidR="00523466" w:rsidRDefault="00523466" w:rsidP="006A1F8A">
      <w:pPr>
        <w:pStyle w:val="BodyTextL25"/>
        <w:spacing w:line="360" w:lineRule="auto"/>
      </w:pPr>
      <w:r>
        <w:t>Si vous avez branché le câble adéquat, les voyants de liaison de ce dernier s'allument en vert.</w:t>
      </w:r>
    </w:p>
    <w:p w:rsidR="00523466" w:rsidRDefault="00523466" w:rsidP="006A1F8A">
      <w:pPr>
        <w:pStyle w:val="Heading3"/>
        <w:spacing w:line="360" w:lineRule="auto"/>
      </w:pPr>
      <w:r>
        <w:t>Connectez le Routeur0 à netacad.pka.</w:t>
      </w:r>
    </w:p>
    <w:p w:rsidR="0067408E" w:rsidRDefault="00523466" w:rsidP="006A1F8A">
      <w:pPr>
        <w:pStyle w:val="BodyTextL25"/>
        <w:spacing w:line="360" w:lineRule="auto"/>
      </w:pPr>
      <w:r>
        <w:t xml:space="preserve">Choisissez le câble adéquat pour relier le </w:t>
      </w:r>
      <w:r>
        <w:rPr>
          <w:b/>
        </w:rPr>
        <w:t>port F0/1 du Routeur0</w:t>
      </w:r>
      <w:r>
        <w:t xml:space="preserve"> au </w:t>
      </w:r>
      <w:r>
        <w:rPr>
          <w:b/>
        </w:rPr>
        <w:t>port F0 de netacad.pka</w:t>
      </w:r>
      <w:r>
        <w:t xml:space="preserve">. Les routeurs et les ordinateurs utilisent généralement les mêmes fils pour la transmission (1 et 2) et la réception (3 et 6). Le câble adéquat est composé de ces fils croisés. </w:t>
      </w:r>
    </w:p>
    <w:p w:rsidR="00523466" w:rsidRDefault="00523466" w:rsidP="006A1F8A">
      <w:pPr>
        <w:pStyle w:val="BodyTextL25"/>
        <w:spacing w:line="360" w:lineRule="auto"/>
      </w:pPr>
      <w:r>
        <w:lastRenderedPageBreak/>
        <w:t xml:space="preserve">Bien que de nombreuses cartes réseau soient désormais capables de détecter automatiquement quelle paire est utilisée pour la transmission et la réception, </w:t>
      </w:r>
      <w:r>
        <w:rPr>
          <w:b/>
        </w:rPr>
        <w:t>le Routeur 0</w:t>
      </w:r>
      <w:r>
        <w:t xml:space="preserve"> et </w:t>
      </w:r>
      <w:r>
        <w:rPr>
          <w:b/>
        </w:rPr>
        <w:t>netacad.pka</w:t>
      </w:r>
      <w:r>
        <w:t xml:space="preserve"> ne possèdent pas de telles cartes réseau. </w:t>
      </w:r>
    </w:p>
    <w:p w:rsidR="00523466" w:rsidRDefault="00523466" w:rsidP="006A1F8A">
      <w:pPr>
        <w:pStyle w:val="BodyTextL25"/>
        <w:spacing w:line="360" w:lineRule="auto"/>
      </w:pPr>
      <w:r>
        <w:t>Si vous avez branché le câble adéquat, les voyants de liaison de ce dernier s'allument en vert.</w:t>
      </w:r>
    </w:p>
    <w:p w:rsidR="00523466" w:rsidRDefault="00523466" w:rsidP="006A1F8A">
      <w:pPr>
        <w:pStyle w:val="Heading3"/>
        <w:spacing w:line="360" w:lineRule="auto"/>
      </w:pPr>
      <w:r>
        <w:t>Connectez le Routeur0 au Terminal de configuration.</w:t>
      </w:r>
    </w:p>
    <w:p w:rsidR="00523466" w:rsidRDefault="00523466" w:rsidP="006A1F8A">
      <w:pPr>
        <w:pStyle w:val="BodyTextL25"/>
        <w:spacing w:line="360" w:lineRule="auto"/>
      </w:pPr>
      <w:r>
        <w:t xml:space="preserve">Choisissez le câble adéquat pour relier </w:t>
      </w:r>
      <w:r>
        <w:rPr>
          <w:b/>
        </w:rPr>
        <w:t>la Console du Routeur 0</w:t>
      </w:r>
      <w:r>
        <w:t xml:space="preserve"> au </w:t>
      </w:r>
      <w:r w:rsidRPr="009500C6">
        <w:rPr>
          <w:b/>
        </w:rPr>
        <w:t>Terminal de configuration RS232</w:t>
      </w:r>
      <w:r>
        <w:t xml:space="preserve">. Ce câble n'offre pas d'accès réseau au </w:t>
      </w:r>
      <w:r>
        <w:rPr>
          <w:b/>
        </w:rPr>
        <w:t>Terminal de configuration</w:t>
      </w:r>
      <w:r>
        <w:t xml:space="preserve">, mais il vous permet de configurer le </w:t>
      </w:r>
      <w:r>
        <w:rPr>
          <w:b/>
        </w:rPr>
        <w:t>Routeur0</w:t>
      </w:r>
      <w:r>
        <w:t xml:space="preserve"> par l'intermédiaire de son terminal.</w:t>
      </w:r>
    </w:p>
    <w:p w:rsidR="00523466" w:rsidRDefault="00523466" w:rsidP="006A1F8A">
      <w:pPr>
        <w:pStyle w:val="BodyTextL25"/>
        <w:spacing w:line="360" w:lineRule="auto"/>
      </w:pPr>
      <w:r>
        <w:t>Si vous avez branché le câble adéquat, les voyants de liaison de ce dernier s'allument en noir.</w:t>
      </w:r>
    </w:p>
    <w:p w:rsidR="00523466" w:rsidRDefault="00523466" w:rsidP="006A1F8A">
      <w:pPr>
        <w:pStyle w:val="Heading2"/>
        <w:spacing w:line="360" w:lineRule="auto"/>
      </w:pPr>
      <w:r>
        <w:t>Connecter les périphériques restants</w:t>
      </w:r>
    </w:p>
    <w:p w:rsidR="00523466" w:rsidRDefault="00523466" w:rsidP="006A1F8A">
      <w:pPr>
        <w:pStyle w:val="Heading3"/>
        <w:spacing w:line="360" w:lineRule="auto"/>
      </w:pPr>
      <w:r>
        <w:t>Connectez le Routeur 1 au commutateur.</w:t>
      </w:r>
    </w:p>
    <w:p w:rsidR="00523466" w:rsidRDefault="00523466" w:rsidP="006A1F8A">
      <w:pPr>
        <w:pStyle w:val="BodyTextL25"/>
        <w:spacing w:line="360" w:lineRule="auto"/>
      </w:pPr>
      <w:r>
        <w:t xml:space="preserve">Choisissez le câble adéquat pour relier le </w:t>
      </w:r>
      <w:r>
        <w:rPr>
          <w:b/>
        </w:rPr>
        <w:t>port F1/0 du Routeur1</w:t>
      </w:r>
      <w:r>
        <w:t xml:space="preserve"> au </w:t>
      </w:r>
      <w:r>
        <w:rPr>
          <w:b/>
        </w:rPr>
        <w:t>port F0/1 du commutateur</w:t>
      </w:r>
      <w:r>
        <w:t>.</w:t>
      </w:r>
    </w:p>
    <w:p w:rsidR="00523466" w:rsidRDefault="00523466" w:rsidP="006A1F8A">
      <w:pPr>
        <w:pStyle w:val="BodyTextL25"/>
        <w:spacing w:line="360" w:lineRule="auto"/>
      </w:pPr>
      <w:r>
        <w:t>Si vous avez branché le câble adéquat, les voyants de liaison de ce dernier s'allument en vert. Attendez quelques secondes que le voyant passe de l'orange au vert.</w:t>
      </w:r>
    </w:p>
    <w:p w:rsidR="00523466" w:rsidRDefault="00523466" w:rsidP="006A1F8A">
      <w:pPr>
        <w:pStyle w:val="Heading3"/>
        <w:spacing w:line="360" w:lineRule="auto"/>
      </w:pPr>
      <w:r>
        <w:t>Connectez le modem câble au routeur sans fil.</w:t>
      </w:r>
    </w:p>
    <w:p w:rsidR="00523466" w:rsidRDefault="00523466" w:rsidP="006A1F8A">
      <w:pPr>
        <w:pStyle w:val="BodyTextL25"/>
        <w:spacing w:line="360" w:lineRule="auto"/>
      </w:pPr>
      <w:r>
        <w:t xml:space="preserve">Choisissez le câble adéquat pour relier </w:t>
      </w:r>
      <w:r>
        <w:rPr>
          <w:b/>
        </w:rPr>
        <w:t>le Port 1 du Modem</w:t>
      </w:r>
      <w:r>
        <w:t xml:space="preserve"> au port </w:t>
      </w:r>
      <w:r>
        <w:rPr>
          <w:b/>
        </w:rPr>
        <w:t>Internet du Routeur sans fil</w:t>
      </w:r>
      <w:r>
        <w:t xml:space="preserve"> .</w:t>
      </w:r>
    </w:p>
    <w:p w:rsidR="00523466" w:rsidRDefault="00523466" w:rsidP="006A1F8A">
      <w:pPr>
        <w:pStyle w:val="BodyTextL25"/>
        <w:spacing w:line="360" w:lineRule="auto"/>
      </w:pPr>
      <w:r>
        <w:t>Si vous avez branché le câble adéquat, les voyants de liaison de ce dernier s'allument en vert.</w:t>
      </w:r>
    </w:p>
    <w:p w:rsidR="00523466" w:rsidRDefault="00523466" w:rsidP="006A1F8A">
      <w:pPr>
        <w:pStyle w:val="Heading3"/>
        <w:spacing w:line="360" w:lineRule="auto"/>
      </w:pPr>
      <w:r>
        <w:t>Connectez le routeur sans fil à l'ordinateur familial.</w:t>
      </w:r>
    </w:p>
    <w:p w:rsidR="00523466" w:rsidRDefault="00523466" w:rsidP="006A1F8A">
      <w:pPr>
        <w:pStyle w:val="BodyTextL25"/>
        <w:spacing w:line="360" w:lineRule="auto"/>
      </w:pPr>
      <w:r>
        <w:t xml:space="preserve">Choisissez le câble adéquat pour relier le </w:t>
      </w:r>
      <w:r>
        <w:rPr>
          <w:b/>
        </w:rPr>
        <w:t>Routeur sans fil Ethernet 1</w:t>
      </w:r>
      <w:r>
        <w:t xml:space="preserve"> à l'</w:t>
      </w:r>
      <w:r w:rsidRPr="004E7687">
        <w:rPr>
          <w:b/>
        </w:rPr>
        <w:t>ordinateur familial</w:t>
      </w:r>
      <w:r>
        <w:t xml:space="preserve">. </w:t>
      </w:r>
    </w:p>
    <w:p w:rsidR="00523466" w:rsidRDefault="00523466" w:rsidP="006A1F8A">
      <w:pPr>
        <w:pStyle w:val="BodyTextL25"/>
        <w:spacing w:line="360" w:lineRule="auto"/>
      </w:pPr>
      <w:r>
        <w:t>Si vous avez branché le câble adéquat, les voyants de liaison de ce dernier s'allument en vert.</w:t>
      </w:r>
    </w:p>
    <w:p w:rsidR="00523466" w:rsidRDefault="00523466" w:rsidP="006A1F8A">
      <w:pPr>
        <w:pStyle w:val="Heading2"/>
        <w:spacing w:line="360" w:lineRule="auto"/>
      </w:pPr>
      <w:r>
        <w:t>Vérifier les connexions</w:t>
      </w:r>
    </w:p>
    <w:p w:rsidR="00523466" w:rsidRDefault="00523466" w:rsidP="006A1F8A">
      <w:pPr>
        <w:pStyle w:val="Heading3"/>
        <w:spacing w:line="360" w:lineRule="auto"/>
      </w:pPr>
      <w:r>
        <w:t>Testez la connexion de l'ordinateur familial à netacad.pka.</w:t>
      </w:r>
    </w:p>
    <w:p w:rsidR="00523466" w:rsidRDefault="00523466" w:rsidP="006A1F8A">
      <w:pPr>
        <w:pStyle w:val="SubStepAlpha"/>
        <w:numPr>
          <w:ilvl w:val="2"/>
          <w:numId w:val="13"/>
        </w:numPr>
        <w:spacing w:line="360" w:lineRule="auto"/>
      </w:pPr>
      <w:r>
        <w:t>Ouvrez l'invite de commandes de l'</w:t>
      </w:r>
      <w:r>
        <w:rPr>
          <w:b/>
        </w:rPr>
        <w:t xml:space="preserve">ordinateur familial </w:t>
      </w:r>
      <w:r>
        <w:t xml:space="preserve">et envoyez une requête ping à </w:t>
      </w:r>
      <w:r>
        <w:rPr>
          <w:b/>
        </w:rPr>
        <w:t>netacad.pka</w:t>
      </w:r>
      <w:r>
        <w:t>.</w:t>
      </w:r>
    </w:p>
    <w:p w:rsidR="00523466" w:rsidRPr="004F55CE" w:rsidRDefault="00523466" w:rsidP="006A1F8A">
      <w:pPr>
        <w:pStyle w:val="SubStepAlpha"/>
        <w:numPr>
          <w:ilvl w:val="2"/>
          <w:numId w:val="13"/>
        </w:numPr>
        <w:spacing w:line="360" w:lineRule="auto"/>
      </w:pPr>
      <w:r>
        <w:t xml:space="preserve">Ouvrez le </w:t>
      </w:r>
      <w:r w:rsidRPr="004F55CE">
        <w:rPr>
          <w:b/>
        </w:rPr>
        <w:t>navigateur web</w:t>
      </w:r>
      <w:r>
        <w:t xml:space="preserve"> et accédez à l'adresse web </w:t>
      </w:r>
      <w:r w:rsidRPr="004F55CE">
        <w:rPr>
          <w:b/>
        </w:rPr>
        <w:t>http://netacad.pka</w:t>
      </w:r>
      <w:r>
        <w:t>.</w:t>
      </w:r>
    </w:p>
    <w:p w:rsidR="00523466" w:rsidRDefault="00523466" w:rsidP="006A1F8A">
      <w:pPr>
        <w:pStyle w:val="Heading3"/>
        <w:spacing w:line="360" w:lineRule="auto"/>
      </w:pPr>
      <w:r>
        <w:t>Envoyez une requête ping au commutateur à partir de l'ordinateur personnel.</w:t>
      </w:r>
    </w:p>
    <w:p w:rsidR="00523466" w:rsidRPr="004F55CE" w:rsidRDefault="00523466" w:rsidP="006A1F8A">
      <w:pPr>
        <w:pStyle w:val="BodyTextL25"/>
        <w:spacing w:line="360" w:lineRule="auto"/>
      </w:pPr>
      <w:r>
        <w:t>Ouvrez l'invite de commandes de l'</w:t>
      </w:r>
      <w:r w:rsidRPr="004F55CE">
        <w:rPr>
          <w:b/>
        </w:rPr>
        <w:t>ordinateur personnel</w:t>
      </w:r>
      <w:r>
        <w:t xml:space="preserve"> et envoyez une requête ping à l'adresse IP du </w:t>
      </w:r>
      <w:r w:rsidRPr="004F55CE">
        <w:rPr>
          <w:b/>
        </w:rPr>
        <w:t>Commutateur</w:t>
      </w:r>
      <w:r>
        <w:t xml:space="preserve"> afin de vérifier la connexion.</w:t>
      </w:r>
    </w:p>
    <w:p w:rsidR="00523466" w:rsidRDefault="00523466" w:rsidP="006A1F8A">
      <w:pPr>
        <w:pStyle w:val="Heading3"/>
        <w:spacing w:line="360" w:lineRule="auto"/>
      </w:pPr>
      <w:r>
        <w:lastRenderedPageBreak/>
        <w:t>Ouvrez le Routeur0 à partir du Terminal de configuration.</w:t>
      </w:r>
    </w:p>
    <w:p w:rsidR="00523466" w:rsidRDefault="00523466" w:rsidP="006A1F8A">
      <w:pPr>
        <w:pStyle w:val="SubStepAlpha"/>
        <w:numPr>
          <w:ilvl w:val="2"/>
          <w:numId w:val="14"/>
        </w:numPr>
        <w:spacing w:line="360" w:lineRule="auto"/>
      </w:pPr>
      <w:r>
        <w:t>Ouvrez l'</w:t>
      </w:r>
      <w:r w:rsidRPr="00D03492">
        <w:rPr>
          <w:b/>
        </w:rPr>
        <w:t xml:space="preserve">interface </w:t>
      </w:r>
      <w:r>
        <w:t xml:space="preserve">du </w:t>
      </w:r>
      <w:r w:rsidRPr="00D03492">
        <w:rPr>
          <w:b/>
        </w:rPr>
        <w:t>Terminal de configuration</w:t>
      </w:r>
      <w:r>
        <w:t xml:space="preserve"> et acceptez les paramètres par défaut.</w:t>
      </w:r>
    </w:p>
    <w:p w:rsidR="00523466" w:rsidRPr="00C90B9D" w:rsidRDefault="00523466" w:rsidP="006A1F8A">
      <w:pPr>
        <w:pStyle w:val="SubStepAlpha"/>
        <w:numPr>
          <w:ilvl w:val="2"/>
          <w:numId w:val="14"/>
        </w:numPr>
        <w:spacing w:line="360" w:lineRule="auto"/>
      </w:pPr>
      <w:r>
        <w:t xml:space="preserve">Appuyez sur </w:t>
      </w:r>
      <w:r w:rsidRPr="00EA2A0A">
        <w:rPr>
          <w:b/>
        </w:rPr>
        <w:t>Entrée</w:t>
      </w:r>
      <w:r>
        <w:t xml:space="preserve"> pour afficher l'invite de commandes du </w:t>
      </w:r>
      <w:r>
        <w:rPr>
          <w:b/>
        </w:rPr>
        <w:t>Routeur0</w:t>
      </w:r>
      <w:r>
        <w:t>.</w:t>
      </w:r>
    </w:p>
    <w:p w:rsidR="00523466" w:rsidRDefault="00523466" w:rsidP="006A1F8A">
      <w:pPr>
        <w:pStyle w:val="SubStepAlpha"/>
        <w:numPr>
          <w:ilvl w:val="2"/>
          <w:numId w:val="14"/>
        </w:numPr>
        <w:spacing w:line="360" w:lineRule="auto"/>
      </w:pPr>
      <w:r>
        <w:t xml:space="preserve">Tapez </w:t>
      </w:r>
      <w:r>
        <w:rPr>
          <w:b/>
        </w:rPr>
        <w:t>show ip interface brief</w:t>
      </w:r>
      <w:r>
        <w:t xml:space="preserve"> (afficher un résumé des interfaces ip) pour afficher les états des interfaces.</w:t>
      </w:r>
    </w:p>
    <w:p w:rsidR="00523466" w:rsidRDefault="00523466" w:rsidP="0067408E">
      <w:pPr>
        <w:pStyle w:val="Heading2"/>
        <w:spacing w:line="276" w:lineRule="auto"/>
      </w:pPr>
      <w:r>
        <w:t>Examiner la topologie physique</w:t>
      </w:r>
    </w:p>
    <w:p w:rsidR="00523466" w:rsidRDefault="00523466" w:rsidP="0067408E">
      <w:pPr>
        <w:pStyle w:val="Heading3"/>
        <w:spacing w:line="276" w:lineRule="auto"/>
      </w:pPr>
      <w:r>
        <w:t>Examinez le cloud.</w:t>
      </w:r>
    </w:p>
    <w:p w:rsidR="00523466" w:rsidRDefault="00523466" w:rsidP="006A1F8A">
      <w:pPr>
        <w:pStyle w:val="SubStepAlpha"/>
        <w:numPr>
          <w:ilvl w:val="2"/>
          <w:numId w:val="15"/>
        </w:numPr>
        <w:spacing w:line="360" w:lineRule="auto"/>
      </w:pPr>
      <w:r>
        <w:t xml:space="preserve">Cliquez sur l'onglet </w:t>
      </w:r>
      <w:r w:rsidRPr="000335BC">
        <w:rPr>
          <w:b/>
        </w:rPr>
        <w:t>Physical Workspace</w:t>
      </w:r>
      <w:r>
        <w:t xml:space="preserve"> (Espace de travail physique) ou appuyez sur </w:t>
      </w:r>
      <w:r w:rsidRPr="004B11C8">
        <w:rPr>
          <w:b/>
        </w:rPr>
        <w:t>Maj</w:t>
      </w:r>
      <w:r>
        <w:t>+</w:t>
      </w:r>
      <w:r w:rsidRPr="004B11C8">
        <w:rPr>
          <w:b/>
        </w:rPr>
        <w:t>P</w:t>
      </w:r>
      <w:r>
        <w:t xml:space="preserve"> et </w:t>
      </w:r>
      <w:r w:rsidRPr="004B11C8">
        <w:rPr>
          <w:b/>
        </w:rPr>
        <w:t>Maj</w:t>
      </w:r>
      <w:r>
        <w:t>+</w:t>
      </w:r>
      <w:r w:rsidRPr="004B11C8">
        <w:rPr>
          <w:b/>
        </w:rPr>
        <w:t>L</w:t>
      </w:r>
      <w:r>
        <w:t xml:space="preserve"> pour alterner entre les espaces de travail logique et physique.</w:t>
      </w:r>
    </w:p>
    <w:p w:rsidR="00523466" w:rsidRDefault="00523466" w:rsidP="006A1F8A">
      <w:pPr>
        <w:pStyle w:val="SubStepAlpha"/>
        <w:numPr>
          <w:ilvl w:val="2"/>
          <w:numId w:val="15"/>
        </w:numPr>
        <w:spacing w:line="360" w:lineRule="auto"/>
      </w:pPr>
      <w:r>
        <w:t xml:space="preserve">Cliquez sur l'icône </w:t>
      </w:r>
      <w:r>
        <w:rPr>
          <w:b/>
        </w:rPr>
        <w:t>Home City</w:t>
      </w:r>
      <w:r>
        <w:t xml:space="preserve"> (Ville du domicile).</w:t>
      </w:r>
    </w:p>
    <w:p w:rsidR="00523466" w:rsidRDefault="00523466" w:rsidP="006A1F8A">
      <w:pPr>
        <w:pStyle w:val="SubStepAlpha"/>
        <w:numPr>
          <w:ilvl w:val="2"/>
          <w:numId w:val="15"/>
        </w:numPr>
        <w:spacing w:line="360" w:lineRule="auto"/>
      </w:pPr>
      <w:r>
        <w:t xml:space="preserve">Cliquez sur l'icône </w:t>
      </w:r>
      <w:r>
        <w:rPr>
          <w:b/>
        </w:rPr>
        <w:t>Cloud</w:t>
      </w:r>
      <w:r>
        <w:t>.</w:t>
      </w:r>
    </w:p>
    <w:p w:rsidR="00523466" w:rsidRDefault="00523466" w:rsidP="006A1F8A">
      <w:pPr>
        <w:pStyle w:val="Heading4"/>
        <w:spacing w:line="360" w:lineRule="auto"/>
      </w:pPr>
      <w:r>
        <w:t>Question :</w:t>
      </w:r>
    </w:p>
    <w:p w:rsidR="00523466" w:rsidRDefault="00523466" w:rsidP="006A1F8A">
      <w:pPr>
        <w:pStyle w:val="BodyTextL50"/>
        <w:spacing w:before="0" w:line="360" w:lineRule="auto"/>
      </w:pPr>
      <w:r>
        <w:t>Combien de fils sont connectés au commutateur dans le rack bleu ?</w:t>
      </w:r>
    </w:p>
    <w:p w:rsidR="00523466" w:rsidRDefault="00523466" w:rsidP="006A1F8A">
      <w:pPr>
        <w:pStyle w:val="SubStepAlpha"/>
        <w:numPr>
          <w:ilvl w:val="2"/>
          <w:numId w:val="15"/>
        </w:numPr>
        <w:spacing w:line="360" w:lineRule="auto"/>
      </w:pPr>
      <w:r>
        <w:t xml:space="preserve">Cliquez sur </w:t>
      </w:r>
      <w:r>
        <w:rPr>
          <w:b/>
        </w:rPr>
        <w:t>Back</w:t>
      </w:r>
      <w:r>
        <w:t xml:space="preserve"> (Précédent) pour revenir à </w:t>
      </w:r>
      <w:r>
        <w:rPr>
          <w:b/>
        </w:rPr>
        <w:t>Home City</w:t>
      </w:r>
      <w:r>
        <w:t xml:space="preserve"> (Ville du domicile).</w:t>
      </w:r>
    </w:p>
    <w:p w:rsidR="00523466" w:rsidRDefault="00523466" w:rsidP="006A1F8A">
      <w:pPr>
        <w:pStyle w:val="Heading3"/>
        <w:spacing w:line="360" w:lineRule="auto"/>
      </w:pPr>
      <w:r>
        <w:t>Examinez le réseau principal.</w:t>
      </w:r>
    </w:p>
    <w:p w:rsidR="00523466" w:rsidRDefault="00523466" w:rsidP="006A1F8A">
      <w:pPr>
        <w:pStyle w:val="SubStepAlpha"/>
        <w:numPr>
          <w:ilvl w:val="2"/>
          <w:numId w:val="16"/>
        </w:numPr>
        <w:spacing w:line="360" w:lineRule="auto"/>
      </w:pPr>
      <w:r>
        <w:t xml:space="preserve">Cliquez sur l'icône </w:t>
      </w:r>
      <w:r>
        <w:rPr>
          <w:b/>
        </w:rPr>
        <w:t>Primary Network</w:t>
      </w:r>
      <w:r>
        <w:t xml:space="preserve"> (Réseau principal). Placez le pointeur de la souris sur les différents câbles.</w:t>
      </w:r>
    </w:p>
    <w:p w:rsidR="00523466" w:rsidRDefault="00523466" w:rsidP="006A1F8A">
      <w:pPr>
        <w:pStyle w:val="Heading4"/>
        <w:spacing w:line="360" w:lineRule="auto"/>
      </w:pPr>
      <w:r>
        <w:t>Question :</w:t>
      </w:r>
    </w:p>
    <w:p w:rsidR="00523466" w:rsidRDefault="00523466" w:rsidP="006A1F8A">
      <w:pPr>
        <w:pStyle w:val="BodyTextL50"/>
        <w:spacing w:before="0" w:line="360" w:lineRule="auto"/>
      </w:pPr>
      <w:r>
        <w:t>Que trouve-t-on sur la table à la droite du rack bleu ?</w:t>
      </w:r>
    </w:p>
    <w:p w:rsidR="00523466" w:rsidRDefault="00523466" w:rsidP="006A1F8A">
      <w:pPr>
        <w:pStyle w:val="SubStepAlpha"/>
        <w:numPr>
          <w:ilvl w:val="2"/>
          <w:numId w:val="16"/>
        </w:numPr>
        <w:spacing w:line="360" w:lineRule="auto"/>
      </w:pPr>
      <w:r>
        <w:t xml:space="preserve">Cliquez sur </w:t>
      </w:r>
      <w:r>
        <w:rPr>
          <w:b/>
        </w:rPr>
        <w:t>Back</w:t>
      </w:r>
      <w:r>
        <w:t xml:space="preserve"> (Précédent) pour revenir à </w:t>
      </w:r>
      <w:r>
        <w:rPr>
          <w:b/>
        </w:rPr>
        <w:t>Home City</w:t>
      </w:r>
      <w:r>
        <w:t xml:space="preserve"> (Ville du domicile).</w:t>
      </w:r>
    </w:p>
    <w:p w:rsidR="00523466" w:rsidRDefault="00523466" w:rsidP="006A1F8A">
      <w:pPr>
        <w:pStyle w:val="Heading3"/>
        <w:spacing w:line="360" w:lineRule="auto"/>
      </w:pPr>
      <w:r>
        <w:t>Examinez le réseau secondaire.</w:t>
      </w:r>
    </w:p>
    <w:p w:rsidR="007841DD" w:rsidRDefault="00523466" w:rsidP="006A1F8A">
      <w:pPr>
        <w:pStyle w:val="SubStepAlpha"/>
        <w:numPr>
          <w:ilvl w:val="2"/>
          <w:numId w:val="17"/>
        </w:numPr>
        <w:spacing w:line="360" w:lineRule="auto"/>
      </w:pPr>
      <w:r>
        <w:t xml:space="preserve">Cliquez sur l'icône </w:t>
      </w:r>
      <w:r>
        <w:rPr>
          <w:b/>
        </w:rPr>
        <w:t>Secondary Network</w:t>
      </w:r>
      <w:r>
        <w:t xml:space="preserve"> (Réseau secondaire). Placez le pointeur de la souris sur les différents câbles.</w:t>
      </w:r>
    </w:p>
    <w:p w:rsidR="007841DD" w:rsidRDefault="007841DD" w:rsidP="006A1F8A">
      <w:pPr>
        <w:pStyle w:val="Heading4"/>
        <w:spacing w:line="360" w:lineRule="auto"/>
      </w:pPr>
      <w:r>
        <w:t>Question :</w:t>
      </w:r>
    </w:p>
    <w:p w:rsidR="007841DD" w:rsidRDefault="00523466" w:rsidP="006A1F8A">
      <w:pPr>
        <w:pStyle w:val="BodyTextL50"/>
        <w:spacing w:before="0" w:line="360" w:lineRule="auto"/>
      </w:pPr>
      <w:r>
        <w:t>Pourquoi y a-t-il deux câbles orange connectés à chaque périphérique ?</w:t>
      </w:r>
    </w:p>
    <w:p w:rsidR="00523466" w:rsidRPr="007057FE" w:rsidRDefault="00523466" w:rsidP="006A1F8A">
      <w:pPr>
        <w:pStyle w:val="SubStepAlpha"/>
        <w:numPr>
          <w:ilvl w:val="2"/>
          <w:numId w:val="17"/>
        </w:numPr>
        <w:spacing w:line="360" w:lineRule="auto"/>
      </w:pPr>
      <w:r>
        <w:t xml:space="preserve">Cliquez sur </w:t>
      </w:r>
      <w:r>
        <w:rPr>
          <w:b/>
        </w:rPr>
        <w:t>Back</w:t>
      </w:r>
      <w:r>
        <w:t xml:space="preserve"> (Précédent) pour revenir à </w:t>
      </w:r>
      <w:r>
        <w:rPr>
          <w:b/>
        </w:rPr>
        <w:t>Home City</w:t>
      </w:r>
      <w:r>
        <w:t xml:space="preserve"> (Ville du domicile).</w:t>
      </w:r>
    </w:p>
    <w:p w:rsidR="00523466" w:rsidRPr="007841DD" w:rsidRDefault="00523466" w:rsidP="006A1F8A">
      <w:pPr>
        <w:pStyle w:val="Heading3"/>
        <w:spacing w:line="360" w:lineRule="auto"/>
      </w:pPr>
      <w:r>
        <w:t>Examinez le réseau domestique.</w:t>
      </w:r>
    </w:p>
    <w:p w:rsidR="007841DD" w:rsidRDefault="00523466" w:rsidP="006A1F8A">
      <w:pPr>
        <w:pStyle w:val="SubStepAlpha"/>
        <w:numPr>
          <w:ilvl w:val="2"/>
          <w:numId w:val="18"/>
        </w:numPr>
        <w:spacing w:line="360" w:lineRule="auto"/>
      </w:pPr>
      <w:r>
        <w:t xml:space="preserve">Cliquez sur l'icône </w:t>
      </w:r>
      <w:r w:rsidRPr="00A013A5">
        <w:rPr>
          <w:b/>
        </w:rPr>
        <w:t>Home Network</w:t>
      </w:r>
      <w:r>
        <w:t xml:space="preserve"> (Réseau domestique)</w:t>
      </w:r>
    </w:p>
    <w:p w:rsidR="007841DD" w:rsidRDefault="007841DD" w:rsidP="006A1F8A">
      <w:pPr>
        <w:pStyle w:val="Heading4"/>
        <w:spacing w:line="360" w:lineRule="auto"/>
      </w:pPr>
      <w:r>
        <w:t>Question :</w:t>
      </w:r>
    </w:p>
    <w:p w:rsidR="007841DD" w:rsidRDefault="00523466" w:rsidP="006A1F8A">
      <w:pPr>
        <w:pStyle w:val="BodyTextL50"/>
        <w:spacing w:before="0" w:line="360" w:lineRule="auto"/>
      </w:pPr>
      <w:r>
        <w:t>Pourquoi n'y a-t-il pas de rack pour supporter l'équipement ?</w:t>
      </w:r>
    </w:p>
    <w:p w:rsidR="00C162C0" w:rsidRPr="00A43D23" w:rsidRDefault="00523466" w:rsidP="0067408E">
      <w:pPr>
        <w:pStyle w:val="SubStepAlpha"/>
        <w:numPr>
          <w:ilvl w:val="2"/>
          <w:numId w:val="18"/>
        </w:numPr>
        <w:spacing w:line="360" w:lineRule="auto"/>
      </w:pPr>
      <w:r>
        <w:t xml:space="preserve">Cliquez sur l'onglet </w:t>
      </w:r>
      <w:proofErr w:type="spellStart"/>
      <w:r w:rsidRPr="007841DD">
        <w:rPr>
          <w:b/>
        </w:rPr>
        <w:t>Logical</w:t>
      </w:r>
      <w:proofErr w:type="spellEnd"/>
      <w:r w:rsidRPr="007841DD">
        <w:rPr>
          <w:b/>
        </w:rPr>
        <w:t xml:space="preserve"> Workspace</w:t>
      </w:r>
      <w:r>
        <w:t xml:space="preserve"> (Espace de travail logique) pour</w:t>
      </w:r>
      <w:r w:rsidR="0067408E">
        <w:t xml:space="preserve"> revenir à la topologie logique.</w:t>
      </w:r>
      <w:bookmarkStart w:id="0" w:name="_GoBack"/>
      <w:bookmarkEnd w:id="0"/>
    </w:p>
    <w:sectPr w:rsidR="00C162C0" w:rsidRPr="00A43D23"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492" w:rsidRDefault="003E2492" w:rsidP="00710659">
      <w:pPr>
        <w:spacing w:after="0" w:line="240" w:lineRule="auto"/>
      </w:pPr>
      <w:r>
        <w:separator/>
      </w:r>
    </w:p>
    <w:p w:rsidR="003E2492" w:rsidRDefault="003E2492"/>
  </w:endnote>
  <w:endnote w:type="continuationSeparator" w:id="0">
    <w:p w:rsidR="003E2492" w:rsidRDefault="003E2492" w:rsidP="00710659">
      <w:pPr>
        <w:spacing w:after="0" w:line="240" w:lineRule="auto"/>
      </w:pPr>
      <w:r>
        <w:continuationSeparator/>
      </w:r>
    </w:p>
    <w:p w:rsidR="003E2492" w:rsidRDefault="003E24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CF5223">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F5223">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F5223">
      <w:rPr>
        <w:b/>
        <w:noProof/>
        <w:szCs w:val="16"/>
      </w:rPr>
      <w:t>4</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CF5223">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F5223">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F5223">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492" w:rsidRDefault="003E2492" w:rsidP="00710659">
      <w:pPr>
        <w:spacing w:after="0" w:line="240" w:lineRule="auto"/>
      </w:pPr>
      <w:r>
        <w:separator/>
      </w:r>
    </w:p>
    <w:p w:rsidR="003E2492" w:rsidRDefault="003E2492"/>
  </w:footnote>
  <w:footnote w:type="continuationSeparator" w:id="0">
    <w:p w:rsidR="003E2492" w:rsidRDefault="003E2492" w:rsidP="00710659">
      <w:pPr>
        <w:spacing w:after="0" w:line="240" w:lineRule="auto"/>
      </w:pPr>
      <w:r>
        <w:continuationSeparator/>
      </w:r>
    </w:p>
    <w:p w:rsidR="003E2492" w:rsidRDefault="003E24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3FFC0EC486AE41BE98A71CE8078A3714"/>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5B5454" w:rsidP="008402F2">
        <w:pPr>
          <w:pStyle w:val="PageHead"/>
        </w:pPr>
        <w:r>
          <w:t>Packet Tracer - Connexion d'un LAN filaire et d'un LAN sans fil</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A8BE1054"/>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CD9686C6"/>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34FF5D6D"/>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8D5605F"/>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nsid w:val="658D2BB0"/>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971607F"/>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6AD40693"/>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752020F1"/>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4"/>
    <w:lvlOverride w:ilvl="0">
      <w:lvl w:ilvl="0">
        <w:start w:val="1"/>
        <w:numFmt w:val="decimal"/>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num>
  <w:num w:numId="13">
    <w:abstractNumId w:val="9"/>
  </w:num>
  <w:num w:numId="14">
    <w:abstractNumId w:val="7"/>
  </w:num>
  <w:num w:numId="15">
    <w:abstractNumId w:val="12"/>
  </w:num>
  <w:num w:numId="16">
    <w:abstractNumId w:val="11"/>
  </w:num>
  <w:num w:numId="17">
    <w:abstractNumId w:val="10"/>
  </w:num>
  <w:num w:numId="1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E6B"/>
    <w:rsid w:val="00001BDF"/>
    <w:rsid w:val="0000380F"/>
    <w:rsid w:val="00004175"/>
    <w:rsid w:val="000059C9"/>
    <w:rsid w:val="00005B82"/>
    <w:rsid w:val="00012C22"/>
    <w:rsid w:val="00014289"/>
    <w:rsid w:val="000160F7"/>
    <w:rsid w:val="00016D5B"/>
    <w:rsid w:val="00016F30"/>
    <w:rsid w:val="0002047C"/>
    <w:rsid w:val="00021B9A"/>
    <w:rsid w:val="000242D6"/>
    <w:rsid w:val="00024EE5"/>
    <w:rsid w:val="00041AF6"/>
    <w:rsid w:val="00044E62"/>
    <w:rsid w:val="00047C8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5523"/>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3DC8"/>
    <w:rsid w:val="0010436E"/>
    <w:rsid w:val="00107B2B"/>
    <w:rsid w:val="00112AC5"/>
    <w:rsid w:val="001133DD"/>
    <w:rsid w:val="00120CBE"/>
    <w:rsid w:val="00121BAE"/>
    <w:rsid w:val="00125806"/>
    <w:rsid w:val="001261C4"/>
    <w:rsid w:val="00127CD5"/>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E68E1"/>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5E5A"/>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556B"/>
    <w:rsid w:val="003C6BCA"/>
    <w:rsid w:val="003C7902"/>
    <w:rsid w:val="003D0BFF"/>
    <w:rsid w:val="003D6EF1"/>
    <w:rsid w:val="003E2492"/>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3466"/>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5454"/>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408E"/>
    <w:rsid w:val="00677544"/>
    <w:rsid w:val="00681687"/>
    <w:rsid w:val="00686295"/>
    <w:rsid w:val="00686587"/>
    <w:rsid w:val="006904CF"/>
    <w:rsid w:val="00695EE2"/>
    <w:rsid w:val="0069660B"/>
    <w:rsid w:val="006A1B33"/>
    <w:rsid w:val="006A1F8A"/>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2A27"/>
    <w:rsid w:val="006E372B"/>
    <w:rsid w:val="006E4AAD"/>
    <w:rsid w:val="006E5FE9"/>
    <w:rsid w:val="006E6581"/>
    <w:rsid w:val="006E71DF"/>
    <w:rsid w:val="006F1616"/>
    <w:rsid w:val="006F1CA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41DD"/>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00F"/>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6047"/>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3D23"/>
    <w:rsid w:val="00A46F0A"/>
    <w:rsid w:val="00A46F25"/>
    <w:rsid w:val="00A47CC2"/>
    <w:rsid w:val="00A502BA"/>
    <w:rsid w:val="00A60146"/>
    <w:rsid w:val="00A601A9"/>
    <w:rsid w:val="00A60F6F"/>
    <w:rsid w:val="00A622C4"/>
    <w:rsid w:val="00A6283D"/>
    <w:rsid w:val="00A676FF"/>
    <w:rsid w:val="00A71E6B"/>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458"/>
    <w:rsid w:val="00AC05AB"/>
    <w:rsid w:val="00AC1E7E"/>
    <w:rsid w:val="00AC4985"/>
    <w:rsid w:val="00AC507D"/>
    <w:rsid w:val="00AC66E4"/>
    <w:rsid w:val="00AD04F2"/>
    <w:rsid w:val="00AD4578"/>
    <w:rsid w:val="00AD68E9"/>
    <w:rsid w:val="00AE56C0"/>
    <w:rsid w:val="00AE6ECD"/>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018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54B9"/>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367F"/>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22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27"/>
    <w:rsid w:val="00DB66F2"/>
    <w:rsid w:val="00DB6DA5"/>
    <w:rsid w:val="00DC076B"/>
    <w:rsid w:val="00DC186F"/>
    <w:rsid w:val="00DC252F"/>
    <w:rsid w:val="00DC5E13"/>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2983"/>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6C84"/>
    <w:rsid w:val="00F4135D"/>
    <w:rsid w:val="00F41F1B"/>
    <w:rsid w:val="00F46BD9"/>
    <w:rsid w:val="00F60BE0"/>
    <w:rsid w:val="00F6280E"/>
    <w:rsid w:val="00F666EC"/>
    <w:rsid w:val="00F7050A"/>
    <w:rsid w:val="00F75533"/>
    <w:rsid w:val="00F8036D"/>
    <w:rsid w:val="00F809DC"/>
    <w:rsid w:val="00F86EB0"/>
    <w:rsid w:val="00F96491"/>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7841DD"/>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523466"/>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6500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841DD"/>
    <w:rPr>
      <w:b/>
      <w:bCs/>
      <w:noProof/>
      <w:sz w:val="26"/>
      <w:szCs w:val="26"/>
    </w:rPr>
  </w:style>
  <w:style w:type="character" w:customStyle="1" w:styleId="Heading2Char">
    <w:name w:val="Heading 2 Char"/>
    <w:link w:val="Heading2"/>
    <w:uiPriority w:val="9"/>
    <w:rsid w:val="00523466"/>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5298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5298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6500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6500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523466"/>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7841DD"/>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523466"/>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86500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841DD"/>
    <w:rPr>
      <w:b/>
      <w:bCs/>
      <w:noProof/>
      <w:sz w:val="26"/>
      <w:szCs w:val="26"/>
    </w:rPr>
  </w:style>
  <w:style w:type="character" w:customStyle="1" w:styleId="Heading2Char">
    <w:name w:val="Heading 2 Char"/>
    <w:link w:val="Heading2"/>
    <w:uiPriority w:val="9"/>
    <w:rsid w:val="00523466"/>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5298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5298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6500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86500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52346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FFC0EC486AE41BE98A71CE8078A3714"/>
        <w:category>
          <w:name w:val="General"/>
          <w:gallery w:val="placeholder"/>
        </w:category>
        <w:types>
          <w:type w:val="bbPlcHdr"/>
        </w:types>
        <w:behaviors>
          <w:behavior w:val="content"/>
        </w:behaviors>
        <w:guid w:val="{C741B11B-326C-4EA9-B8E3-E7315F6365D6}"/>
      </w:docPartPr>
      <w:docPartBody>
        <w:p w:rsidR="004E049E" w:rsidRDefault="00F7254D">
          <w:pPr>
            <w:pStyle w:val="3FFC0EC486AE41BE98A71CE8078A3714"/>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54D"/>
    <w:rsid w:val="004A506A"/>
    <w:rsid w:val="004E049E"/>
    <w:rsid w:val="00535A8A"/>
    <w:rsid w:val="00826001"/>
    <w:rsid w:val="00873D58"/>
    <w:rsid w:val="00CE04B9"/>
    <w:rsid w:val="00E44D46"/>
    <w:rsid w:val="00F7254D"/>
    <w:rsid w:val="00FB25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FFC0EC486AE41BE98A71CE8078A3714">
    <w:name w:val="3FFC0EC486AE41BE98A71CE8078A371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FFC0EC486AE41BE98A71CE8078A3714">
    <w:name w:val="3FFC0EC486AE41BE98A71CE8078A37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D28BAB-6E30-486E-88B0-8817663A1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4</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Packet Tracer - Connexion d'un LAN filaire et d'un LAN sans fil</vt:lpstr>
    </vt:vector>
  </TitlesOfParts>
  <Company>Cisco Systems, Inc.</Company>
  <LinksUpToDate>false</LinksUpToDate>
  <CharactersWithSpaces>6266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Connexion d'un LAN filaire et d'un LAN sans fil</dc:title>
  <dc:creator>SP</dc:creator>
  <dc:description>2013</dc:description>
  <cp:lastModifiedBy>Rasha Ismail</cp:lastModifiedBy>
  <cp:revision>3</cp:revision>
  <cp:lastPrinted>2020-06-01T12:41:00Z</cp:lastPrinted>
  <dcterms:created xsi:type="dcterms:W3CDTF">2020-06-01T12:41:00Z</dcterms:created>
  <dcterms:modified xsi:type="dcterms:W3CDTF">2020-06-01T12:41:00Z</dcterms:modified>
</cp:coreProperties>
</file>