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49982" w14:textId="100F5B8B" w:rsidR="004D36D7" w:rsidRPr="00FD4A68" w:rsidRDefault="00C04D34" w:rsidP="00B47940">
      <w:pPr>
        <w:pStyle w:val="Title"/>
        <w:rPr>
          <w:rStyle w:val="LabTitleInstVersred"/>
          <w:b/>
          <w:color w:val="auto"/>
        </w:rPr>
      </w:pPr>
      <w:sdt>
        <w:sdtPr>
          <w:rPr>
            <w:b w:val="0"/>
            <w:color w:val="EE0000"/>
          </w:rPr>
          <w:alias w:val="Titre"/>
          <w:tag w:val=""/>
          <w:id w:val="-487021785"/>
          <w:placeholder>
            <w:docPart w:val="C9F52824FC2A490492897BE4D5A6BB1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5472D">
            <w:t>Packet Tracer - Concevoir et mettre en œuvre un système d'adressage VLSM - Mode Physique</w:t>
          </w:r>
        </w:sdtContent>
      </w:sdt>
      <w:r w:rsidR="00E5472D">
        <w:rPr>
          <w:rStyle w:val="LabTitleInstVersred"/>
        </w:rPr>
        <w:t xml:space="preserve"> </w:t>
      </w:r>
    </w:p>
    <w:p w14:paraId="12ACE9E2" w14:textId="77777777" w:rsidR="00A72A09" w:rsidRDefault="00A72A09" w:rsidP="00A72A09">
      <w:pPr>
        <w:pStyle w:val="Heading1"/>
      </w:pPr>
      <w:r>
        <w:t>Topologie</w:t>
      </w:r>
    </w:p>
    <w:p w14:paraId="0E953708" w14:textId="3EB04E04" w:rsidR="00A72A09" w:rsidRDefault="006D171A" w:rsidP="00A72A09">
      <w:pPr>
        <w:pStyle w:val="Visual"/>
      </w:pPr>
      <w:r>
        <w:rPr>
          <w:noProof/>
        </w:rPr>
        <w:drawing>
          <wp:inline distT="0" distB="0" distL="0" distR="0" wp14:anchorId="0CADCB2B" wp14:editId="02B94F08">
            <wp:extent cx="6515435" cy="15621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6515435" cy="1562180"/>
                    </a:xfrm>
                    <a:prstGeom prst="rect">
                      <a:avLst/>
                    </a:prstGeom>
                  </pic:spPr>
                </pic:pic>
              </a:graphicData>
            </a:graphic>
          </wp:inline>
        </w:drawing>
      </w:r>
    </w:p>
    <w:p w14:paraId="0D6CDCAA" w14:textId="77777777" w:rsidR="00A72A09" w:rsidRPr="00BB73FF" w:rsidRDefault="00A72A09" w:rsidP="00A72A09">
      <w:pPr>
        <w:pStyle w:val="Heading1"/>
      </w:pPr>
      <w:r>
        <w:t>Objectifs</w:t>
      </w:r>
    </w:p>
    <w:p w14:paraId="245A266C" w14:textId="77777777" w:rsidR="00A72A09" w:rsidRPr="004C0909" w:rsidRDefault="00A72A09" w:rsidP="00A72A09">
      <w:pPr>
        <w:pStyle w:val="BodyTextL25Bold"/>
      </w:pPr>
      <w:r>
        <w:t>Partie 1: Examiner les besoins du réseau</w:t>
      </w:r>
    </w:p>
    <w:p w14:paraId="3180CDB5" w14:textId="77777777" w:rsidR="00A72A09" w:rsidRDefault="00A72A09" w:rsidP="00A72A09">
      <w:pPr>
        <w:pStyle w:val="BodyTextL25Bold"/>
      </w:pPr>
      <w:r>
        <w:t>Partie 2: Concevoir le schéma d'adressage avec des VLSM</w:t>
      </w:r>
    </w:p>
    <w:p w14:paraId="29835E5B" w14:textId="480F1589" w:rsidR="00382E63" w:rsidRPr="004C0909" w:rsidRDefault="00A72A09" w:rsidP="00BF7B87">
      <w:pPr>
        <w:pStyle w:val="BodyTextL25Bold"/>
      </w:pPr>
      <w:r>
        <w:t>Partie 3: Câbler et configurer le réseau IPv4</w:t>
      </w:r>
    </w:p>
    <w:p w14:paraId="5091BD75" w14:textId="77777777" w:rsidR="00A72A09" w:rsidRPr="00C07FD9" w:rsidRDefault="00A72A09" w:rsidP="00A72A09">
      <w:pPr>
        <w:pStyle w:val="Heading1"/>
      </w:pPr>
      <w:r>
        <w:t>Contexte/scénario</w:t>
      </w:r>
    </w:p>
    <w:p w14:paraId="021E1DA1" w14:textId="2B071325" w:rsidR="00A72A09" w:rsidRDefault="00A72A09" w:rsidP="00A72A09">
      <w:pPr>
        <w:pStyle w:val="BodyTextL25"/>
      </w:pPr>
      <w:r>
        <w:t>Le masque de sous-réseau de longueur variable (VLSM) a été conçu pour éviter de gaspiller des adresses IP. Avec le VLSM, un réseau est divisé en sous-réseaux, puis redivisé en sous-réseaux. Ce processus peut être répété plusieurs fois afin de créer des sous-réseaux de tailles diverses, en fonction du nombre d'hôtes requis dans chaque sous-réseau. L'utilisation efficace du VLSM requiert la planification de l'adressage.</w:t>
      </w:r>
    </w:p>
    <w:p w14:paraId="58636115" w14:textId="4057EA40" w:rsidR="00A72A09" w:rsidRDefault="00A72A09" w:rsidP="00A72A09">
      <w:pPr>
        <w:pStyle w:val="BodyTextL25"/>
      </w:pPr>
      <w:r>
        <w:t>Dans cette activité PTPM, utilisez l'adresse réseau 192.168.33.128/25 pour développer un schéma d'adresses pour le réseau illustré dans le schéma de topologie. Utilisez VLSM pour répondre aux exigences d'adressage IPv4. Lorsque vous aurez conçu le schéma d'adressage avec des VLSM, vous configurerez les interfaces sur les routeurs à l'aide des informations d'adresse IP appropriées. Les futurs LANS du BR2 devront disposer des adresses allouées, mais aucune interface ne sera configurée pour ce moment.</w:t>
      </w:r>
    </w:p>
    <w:p w14:paraId="6F7EE319" w14:textId="77777777" w:rsidR="00A72A09" w:rsidRDefault="00A72A09" w:rsidP="00A72A09">
      <w:pPr>
        <w:pStyle w:val="Heading1"/>
      </w:pPr>
      <w:r>
        <w:t>Instructions</w:t>
      </w:r>
    </w:p>
    <w:p w14:paraId="71DB324F" w14:textId="77777777" w:rsidR="00A72A09" w:rsidRDefault="00A72A09" w:rsidP="00A72A09">
      <w:pPr>
        <w:pStyle w:val="Heading2"/>
      </w:pPr>
      <w:r>
        <w:t>Examiner les besoins du réseau</w:t>
      </w:r>
    </w:p>
    <w:p w14:paraId="2AEEE4CE" w14:textId="532F1130" w:rsidR="00A72A09" w:rsidRDefault="00A72A09" w:rsidP="00021A85">
      <w:pPr>
        <w:pStyle w:val="BodyTextL25"/>
      </w:pPr>
      <w:r>
        <w:t>Dans cette partie, vous examinerez les besoins du réseau afin de développer un schéma d'adresse VLSM pour le réseau représenté sur le schéma de topologie en utilisant l'adresse réseau 192.168.33.128/25.</w:t>
      </w:r>
    </w:p>
    <w:p w14:paraId="29CC6BEF" w14:textId="77777777" w:rsidR="00A72A09" w:rsidRDefault="00A72A09" w:rsidP="000502E6">
      <w:pPr>
        <w:pStyle w:val="Heading3"/>
      </w:pPr>
      <w:r>
        <w:t>Déterminez le nombre d'adresses d'hôtes et de sous-réseaux disponibles.</w:t>
      </w:r>
    </w:p>
    <w:p w14:paraId="22557E8A" w14:textId="77777777" w:rsidR="00A72A09" w:rsidRPr="001C04B5" w:rsidRDefault="00A72A09" w:rsidP="00A72A09">
      <w:pPr>
        <w:pStyle w:val="Heading4"/>
      </w:pPr>
      <w:r>
        <w:t>Questions :</w:t>
      </w:r>
    </w:p>
    <w:p w14:paraId="44E433A2" w14:textId="77777777" w:rsidR="00A72A09" w:rsidRDefault="00A72A09" w:rsidP="00A72A09">
      <w:pPr>
        <w:pStyle w:val="BodyTextL25"/>
        <w:spacing w:before="0"/>
      </w:pPr>
      <w:r>
        <w:t>Combien d'adresses d'hôte sont disponibles dans un réseau /25?</w:t>
      </w:r>
    </w:p>
    <w:p w14:paraId="019DB897" w14:textId="77777777" w:rsidR="00A72A09" w:rsidRDefault="00A72A09" w:rsidP="00A72A09">
      <w:pPr>
        <w:pStyle w:val="AnswerLineL25"/>
      </w:pPr>
      <w:r>
        <w:t>Saisissez vos réponses ici</w:t>
      </w:r>
    </w:p>
    <w:p w14:paraId="34819A21" w14:textId="77777777" w:rsidR="00A72A09" w:rsidRDefault="00A72A09" w:rsidP="00A72A09">
      <w:pPr>
        <w:pStyle w:val="BodyTextL25"/>
      </w:pPr>
      <w:r>
        <w:t>Quel est le nombre total d'adresses d'hôte nécessaires dans le schéma de topologie?</w:t>
      </w:r>
    </w:p>
    <w:p w14:paraId="6B02B03A" w14:textId="77777777" w:rsidR="00A72A09" w:rsidRDefault="00A72A09" w:rsidP="00A72A09">
      <w:pPr>
        <w:pStyle w:val="AnswerLineL25"/>
      </w:pPr>
      <w:r>
        <w:t>Saisissez vos réponses ici</w:t>
      </w:r>
    </w:p>
    <w:p w14:paraId="77610948" w14:textId="77777777" w:rsidR="00A72A09" w:rsidRDefault="00A72A09" w:rsidP="00A72A09">
      <w:pPr>
        <w:pStyle w:val="BodyTextL25"/>
      </w:pPr>
      <w:r>
        <w:t>Combien de sous-réseaux sont nécessaires dans la topologie du réseau ?</w:t>
      </w:r>
    </w:p>
    <w:p w14:paraId="60AE03BE" w14:textId="77777777" w:rsidR="00A72A09" w:rsidRDefault="00A72A09" w:rsidP="00A72A09">
      <w:pPr>
        <w:pStyle w:val="AnswerLineL25"/>
      </w:pPr>
      <w:r>
        <w:t>Saisissez vos réponses ici</w:t>
      </w:r>
    </w:p>
    <w:p w14:paraId="3CD76B0E" w14:textId="77777777" w:rsidR="00A72A09" w:rsidRDefault="00A72A09" w:rsidP="00A72A09">
      <w:pPr>
        <w:pStyle w:val="Heading3"/>
      </w:pPr>
      <w:r>
        <w:t>Déterminez le sous-réseau le plus étendu.</w:t>
      </w:r>
    </w:p>
    <w:p w14:paraId="2F32D8F8" w14:textId="77777777" w:rsidR="00A72A09" w:rsidRPr="001C04B5" w:rsidRDefault="00A72A09" w:rsidP="00A72A09">
      <w:pPr>
        <w:pStyle w:val="Heading4"/>
      </w:pPr>
      <w:r>
        <w:t>Questions :</w:t>
      </w:r>
    </w:p>
    <w:p w14:paraId="4CBA769D" w14:textId="77777777" w:rsidR="00A72A09" w:rsidRDefault="00A72A09" w:rsidP="00A72A09">
      <w:pPr>
        <w:pStyle w:val="BodyTextL25"/>
        <w:spacing w:before="0"/>
      </w:pPr>
      <w:r>
        <w:t>Quelle est la description du sous-réseau (par exemple, réseau local BR1 ou liaison de réseau étendu BR1-HQ)?</w:t>
      </w:r>
    </w:p>
    <w:p w14:paraId="28653AAE" w14:textId="77777777" w:rsidR="00A72A09" w:rsidRDefault="00A72A09" w:rsidP="00A72A09">
      <w:pPr>
        <w:pStyle w:val="AnswerLineL25"/>
      </w:pPr>
      <w:r>
        <w:t>Saisissez vos réponses ici</w:t>
      </w:r>
    </w:p>
    <w:p w14:paraId="767720DE" w14:textId="77777777" w:rsidR="00A72A09" w:rsidRDefault="00A72A09" w:rsidP="00A72A09">
      <w:pPr>
        <w:pStyle w:val="BodyTextL25"/>
      </w:pPr>
      <w:r>
        <w:t>Combien d'adresses IP sont nécessaires dans le sous-réseau le plus étendu ?</w:t>
      </w:r>
    </w:p>
    <w:p w14:paraId="5334EA9F" w14:textId="77777777" w:rsidR="00A72A09" w:rsidRDefault="00A72A09" w:rsidP="00A72A09">
      <w:pPr>
        <w:pStyle w:val="AnswerLineL25"/>
      </w:pPr>
      <w:r>
        <w:t>Saisissez vos réponses ici</w:t>
      </w:r>
    </w:p>
    <w:p w14:paraId="6325079E" w14:textId="77777777" w:rsidR="00A72A09" w:rsidRDefault="00A72A09" w:rsidP="00A72A09">
      <w:pPr>
        <w:pStyle w:val="BodyTextL25"/>
      </w:pPr>
      <w:r>
        <w:t>Quel masque de sous-réseau peut prendre en charge autant d'adresses d'hôte ?</w:t>
      </w:r>
    </w:p>
    <w:p w14:paraId="1EA22379" w14:textId="77777777" w:rsidR="00A72A09" w:rsidRDefault="00A72A09" w:rsidP="00A72A09">
      <w:pPr>
        <w:pStyle w:val="AnswerLineL25"/>
      </w:pPr>
      <w:r>
        <w:t>Saisissez vos réponses ici</w:t>
      </w:r>
    </w:p>
    <w:p w14:paraId="6A520A9E" w14:textId="77777777" w:rsidR="00A72A09" w:rsidRDefault="00A72A09" w:rsidP="00A72A09">
      <w:pPr>
        <w:pStyle w:val="BodyTextL25"/>
      </w:pPr>
      <w:r>
        <w:t>Combien d'adresses d'hôte ce masque de sous-réseau prend-il en charge au total?</w:t>
      </w:r>
    </w:p>
    <w:p w14:paraId="686E4D6D" w14:textId="77777777" w:rsidR="00A72A09" w:rsidRDefault="00A72A09" w:rsidP="00A72A09">
      <w:pPr>
        <w:pStyle w:val="AnswerLineL25"/>
      </w:pPr>
      <w:r>
        <w:t>Saisissez vos réponses ici</w:t>
      </w:r>
    </w:p>
    <w:p w14:paraId="2D21BFF6" w14:textId="77777777" w:rsidR="00A72A09" w:rsidRDefault="00A72A09" w:rsidP="00A72A09">
      <w:pPr>
        <w:pStyle w:val="BodyTextL25"/>
      </w:pPr>
      <w:r>
        <w:t>Pouvez-vous segmenter l'adresse réseau 192.168.33.128/25 en sous-réseaux pour prendre en charge ce sous-réseau?</w:t>
      </w:r>
    </w:p>
    <w:p w14:paraId="02CE03BB" w14:textId="77777777" w:rsidR="00A72A09" w:rsidRDefault="00A72A09" w:rsidP="00A72A09">
      <w:pPr>
        <w:pStyle w:val="AnswerLineL25"/>
      </w:pPr>
      <w:r>
        <w:t>Saisissez vos réponses ici</w:t>
      </w:r>
    </w:p>
    <w:p w14:paraId="0F072A4B" w14:textId="77777777" w:rsidR="00A72A09" w:rsidRDefault="00A72A09" w:rsidP="00A72A09">
      <w:pPr>
        <w:pStyle w:val="BodyTextL25"/>
      </w:pPr>
      <w:r>
        <w:t>Quelles sont les adresses réseau qui découleraient de ce sous-réseau?</w:t>
      </w:r>
    </w:p>
    <w:p w14:paraId="20EE40D0" w14:textId="77777777" w:rsidR="00A72A09" w:rsidRDefault="00A72A09" w:rsidP="00A72A09">
      <w:pPr>
        <w:pStyle w:val="AnswerLineL25"/>
      </w:pPr>
      <w:r>
        <w:t>Saisissez vos réponses ici</w:t>
      </w:r>
    </w:p>
    <w:p w14:paraId="7D09B892" w14:textId="77777777" w:rsidR="00A72A09" w:rsidRPr="00F54ED7" w:rsidRDefault="00A72A09" w:rsidP="00A72A09">
      <w:pPr>
        <w:pStyle w:val="BodyTextL25"/>
      </w:pPr>
      <w:r>
        <w:t>Utilisez la première adresse réseau de ce sous-réseau.</w:t>
      </w:r>
    </w:p>
    <w:p w14:paraId="78FAA768" w14:textId="77777777" w:rsidR="00A72A09" w:rsidRDefault="00A72A09" w:rsidP="00A72A09">
      <w:pPr>
        <w:pStyle w:val="Heading3"/>
      </w:pPr>
      <w:r>
        <w:t>Déterminez le deuxième sous-réseau le plus étendu.</w:t>
      </w:r>
    </w:p>
    <w:p w14:paraId="42F5300D" w14:textId="77777777" w:rsidR="00A72A09" w:rsidRPr="00EF6C33" w:rsidRDefault="00A72A09" w:rsidP="00A72A09">
      <w:pPr>
        <w:pStyle w:val="Heading4"/>
      </w:pPr>
      <w:r>
        <w:t>Questions :</w:t>
      </w:r>
    </w:p>
    <w:p w14:paraId="53413285" w14:textId="77777777" w:rsidR="00A72A09" w:rsidRDefault="00A72A09" w:rsidP="00A72A09">
      <w:pPr>
        <w:pStyle w:val="BodyTextL25"/>
        <w:spacing w:before="0"/>
      </w:pPr>
      <w:r>
        <w:t>Quelle est la description du sous-réseau?</w:t>
      </w:r>
    </w:p>
    <w:p w14:paraId="073C0351" w14:textId="77777777" w:rsidR="00A72A09" w:rsidRDefault="00A72A09" w:rsidP="00A72A09">
      <w:pPr>
        <w:pStyle w:val="AnswerLineL25"/>
      </w:pPr>
      <w:r>
        <w:t>Saisissez vos réponses ici</w:t>
      </w:r>
    </w:p>
    <w:p w14:paraId="5E81EF3E" w14:textId="77777777" w:rsidR="00A72A09" w:rsidRDefault="00A72A09" w:rsidP="00A72A09">
      <w:pPr>
        <w:pStyle w:val="BodyTextL25"/>
      </w:pPr>
      <w:r>
        <w:t>Combien d'adresses IP sont nécessaires dans le deuxième sous-réseau le plus étendu?</w:t>
      </w:r>
    </w:p>
    <w:p w14:paraId="39C3F4D1" w14:textId="77777777" w:rsidR="00A72A09" w:rsidRDefault="00A72A09" w:rsidP="00A72A09">
      <w:pPr>
        <w:pStyle w:val="AnswerLineL25"/>
      </w:pPr>
      <w:r>
        <w:t>Saisissez vos réponses ici</w:t>
      </w:r>
    </w:p>
    <w:p w14:paraId="185A5D9D" w14:textId="77777777" w:rsidR="00A72A09" w:rsidRDefault="00A72A09" w:rsidP="00A72A09">
      <w:pPr>
        <w:pStyle w:val="BodyTextL25"/>
      </w:pPr>
      <w:r>
        <w:t>Quel masque de sous-réseau peut prendre en charge autant d'adresses d'hôte ?</w:t>
      </w:r>
    </w:p>
    <w:p w14:paraId="5DC61185" w14:textId="77777777" w:rsidR="00A72A09" w:rsidRDefault="00A72A09" w:rsidP="00A72A09">
      <w:pPr>
        <w:pStyle w:val="AnswerLineL25"/>
      </w:pPr>
      <w:r>
        <w:t>Saisissez vos réponses ici</w:t>
      </w:r>
    </w:p>
    <w:p w14:paraId="62115F48" w14:textId="77777777" w:rsidR="00A72A09" w:rsidRDefault="00A72A09" w:rsidP="00AB273F">
      <w:pPr>
        <w:pStyle w:val="BodyTextL25"/>
        <w:keepNext/>
      </w:pPr>
      <w:r>
        <w:t>Combien d'adresses d'hôte ce masque de sous-réseau prend-il en charge au total?</w:t>
      </w:r>
    </w:p>
    <w:p w14:paraId="4F813B13" w14:textId="77777777" w:rsidR="00A72A09" w:rsidRDefault="00A72A09" w:rsidP="00A72A09">
      <w:pPr>
        <w:pStyle w:val="AnswerLineL25"/>
      </w:pPr>
      <w:r>
        <w:t>Saisissez vos réponses ici</w:t>
      </w:r>
    </w:p>
    <w:p w14:paraId="20FE48CA" w14:textId="77777777" w:rsidR="00A72A09" w:rsidRDefault="00A72A09" w:rsidP="00A72A09">
      <w:pPr>
        <w:pStyle w:val="BodyTextL25"/>
      </w:pPr>
      <w:r>
        <w:t>Pouvez-vous segmenter le sous-réseau restant et continuer à prendre en charge ce sous-réseau ?</w:t>
      </w:r>
    </w:p>
    <w:p w14:paraId="563B2CEC" w14:textId="77777777" w:rsidR="00A72A09" w:rsidRDefault="00A72A09" w:rsidP="00A72A09">
      <w:pPr>
        <w:pStyle w:val="AnswerLineL25"/>
      </w:pPr>
      <w:r>
        <w:t>Saisissez vos réponses ici</w:t>
      </w:r>
    </w:p>
    <w:p w14:paraId="5BF05E01" w14:textId="77777777" w:rsidR="00A72A09" w:rsidRDefault="00A72A09" w:rsidP="00A72A09">
      <w:pPr>
        <w:pStyle w:val="BodyTextL25"/>
      </w:pPr>
      <w:r>
        <w:t>Quelles sont les adresses réseau qui découleraient de ce sous-réseau?</w:t>
      </w:r>
    </w:p>
    <w:p w14:paraId="2F53308B" w14:textId="77777777" w:rsidR="00A72A09" w:rsidRDefault="00A72A09" w:rsidP="00A72A09">
      <w:pPr>
        <w:pStyle w:val="AnswerLineL25"/>
      </w:pPr>
      <w:r>
        <w:t>Saisissez vos réponses ici</w:t>
      </w:r>
    </w:p>
    <w:p w14:paraId="5813049D" w14:textId="77777777" w:rsidR="00A72A09" w:rsidRPr="00F54ED7" w:rsidRDefault="00A72A09" w:rsidP="00A72A09">
      <w:pPr>
        <w:pStyle w:val="BodyTextL25"/>
      </w:pPr>
      <w:r>
        <w:t>Utilisez la première adresse réseau de ce sous-réseau.</w:t>
      </w:r>
    </w:p>
    <w:p w14:paraId="6CA4D698" w14:textId="77777777" w:rsidR="00A72A09" w:rsidRDefault="00A72A09" w:rsidP="00A72A09">
      <w:pPr>
        <w:pStyle w:val="Heading3"/>
      </w:pPr>
      <w:r>
        <w:t>Déterminez le sous-réseau le plus étendu.</w:t>
      </w:r>
    </w:p>
    <w:p w14:paraId="0AC98413" w14:textId="77777777" w:rsidR="00A72A09" w:rsidRPr="00EF6C33" w:rsidRDefault="00A72A09" w:rsidP="00A72A09">
      <w:pPr>
        <w:pStyle w:val="Heading4"/>
      </w:pPr>
      <w:r>
        <w:t>Questions :</w:t>
      </w:r>
    </w:p>
    <w:p w14:paraId="6FDC944E" w14:textId="77777777" w:rsidR="00A72A09" w:rsidRDefault="00A72A09" w:rsidP="00A72A09">
      <w:pPr>
        <w:pStyle w:val="BodyTextL25"/>
        <w:spacing w:before="0"/>
      </w:pPr>
      <w:r>
        <w:t>Quelle est la description du sous-réseau?</w:t>
      </w:r>
    </w:p>
    <w:p w14:paraId="7C327882" w14:textId="77777777" w:rsidR="00A72A09" w:rsidRDefault="00A72A09" w:rsidP="00A72A09">
      <w:pPr>
        <w:pStyle w:val="AnswerLineL25"/>
      </w:pPr>
      <w:r>
        <w:t>Saisissez vos réponses ici</w:t>
      </w:r>
    </w:p>
    <w:p w14:paraId="1305DB82" w14:textId="77777777" w:rsidR="00A72A09" w:rsidRDefault="00A72A09" w:rsidP="00A72A09">
      <w:pPr>
        <w:pStyle w:val="BodyTextL25"/>
      </w:pPr>
      <w:r>
        <w:t>Combien d'adresses IP sont nécessaires dans le plus grand sous-réseau suivant?</w:t>
      </w:r>
    </w:p>
    <w:p w14:paraId="62C2CCE9" w14:textId="77777777" w:rsidR="00A72A09" w:rsidRDefault="00A72A09" w:rsidP="00A72A09">
      <w:pPr>
        <w:pStyle w:val="AnswerLineL25"/>
      </w:pPr>
      <w:r>
        <w:t>Saisissez vos réponses ici</w:t>
      </w:r>
    </w:p>
    <w:p w14:paraId="25EB5B02" w14:textId="77777777" w:rsidR="00A72A09" w:rsidRDefault="00A72A09" w:rsidP="00A72A09">
      <w:pPr>
        <w:pStyle w:val="BodyTextL25"/>
      </w:pPr>
      <w:r>
        <w:t>Quel masque de sous-réseau peut prendre en charge autant d'adresses d'hôte ?</w:t>
      </w:r>
    </w:p>
    <w:p w14:paraId="510F2947" w14:textId="77777777" w:rsidR="00A72A09" w:rsidRDefault="00A72A09" w:rsidP="00A72A09">
      <w:pPr>
        <w:pStyle w:val="AnswerLineL25"/>
      </w:pPr>
      <w:r>
        <w:t>Saisissez vos réponses ici</w:t>
      </w:r>
    </w:p>
    <w:p w14:paraId="5C64D2A7" w14:textId="77777777" w:rsidR="00A72A09" w:rsidRDefault="00A72A09" w:rsidP="00A72A09">
      <w:pPr>
        <w:pStyle w:val="BodyTextL25"/>
      </w:pPr>
      <w:r>
        <w:t>Combien d'adresses d'hôte ce masque de sous-réseau prend-il en charge au total?</w:t>
      </w:r>
    </w:p>
    <w:p w14:paraId="22F22E2E" w14:textId="77777777" w:rsidR="00A72A09" w:rsidRDefault="00A72A09" w:rsidP="00A72A09">
      <w:pPr>
        <w:pStyle w:val="AnswerLineL25"/>
      </w:pPr>
      <w:r>
        <w:t>Saisissez vos réponses ici</w:t>
      </w:r>
    </w:p>
    <w:p w14:paraId="6BD22B96" w14:textId="77777777" w:rsidR="00A72A09" w:rsidRDefault="00A72A09" w:rsidP="00A72A09">
      <w:pPr>
        <w:pStyle w:val="BodyTextL25"/>
      </w:pPr>
      <w:r>
        <w:t>Pouvez-vous segmenter le sous-réseau restant et continuer à prendre en charge ce sous-réseau ?</w:t>
      </w:r>
    </w:p>
    <w:p w14:paraId="78DEFA12" w14:textId="77777777" w:rsidR="00A72A09" w:rsidRDefault="00A72A09" w:rsidP="00A72A09">
      <w:pPr>
        <w:pStyle w:val="AnswerLineL25"/>
      </w:pPr>
      <w:r>
        <w:t>Saisissez vos réponses ici</w:t>
      </w:r>
    </w:p>
    <w:p w14:paraId="50B675B7" w14:textId="77777777" w:rsidR="00A72A09" w:rsidRDefault="00A72A09" w:rsidP="00A72A09">
      <w:pPr>
        <w:pStyle w:val="BodyTextL25"/>
      </w:pPr>
      <w:r>
        <w:t>Quelles sont les adresses réseau qui découleraient de ce sous-réseau?</w:t>
      </w:r>
    </w:p>
    <w:p w14:paraId="02CEE046" w14:textId="77777777" w:rsidR="00A72A09" w:rsidRDefault="00A72A09" w:rsidP="00A72A09">
      <w:pPr>
        <w:pStyle w:val="AnswerLineL25"/>
      </w:pPr>
      <w:r>
        <w:t>Saisissez vos réponses ici</w:t>
      </w:r>
    </w:p>
    <w:p w14:paraId="751C53D9" w14:textId="77777777" w:rsidR="00A72A09" w:rsidRDefault="00A72A09" w:rsidP="00A72A09">
      <w:pPr>
        <w:pStyle w:val="BodyTextL25"/>
      </w:pPr>
      <w:r>
        <w:t>Utilisez la première adresse réseau de ce sous-réseau.</w:t>
      </w:r>
    </w:p>
    <w:p w14:paraId="5AC99AB9" w14:textId="77777777" w:rsidR="00A72A09" w:rsidRDefault="00A72A09" w:rsidP="00A72A09">
      <w:pPr>
        <w:pStyle w:val="BodyTextL25"/>
      </w:pPr>
      <w:r>
        <w:t>Utilisez la deuxième adresse réseau pour le réseau CCTV.</w:t>
      </w:r>
    </w:p>
    <w:p w14:paraId="0341A4D2" w14:textId="77777777" w:rsidR="00A72A09" w:rsidRPr="00F54ED7" w:rsidRDefault="00A72A09" w:rsidP="00A72A09">
      <w:pPr>
        <w:pStyle w:val="BodyTextL25"/>
      </w:pPr>
      <w:r>
        <w:t>Utilisez la troisième adresse réseau pour le réseau local CVCA C2.</w:t>
      </w:r>
    </w:p>
    <w:p w14:paraId="085CB833" w14:textId="77777777" w:rsidR="00A72A09" w:rsidRDefault="00A72A09" w:rsidP="00A72A09">
      <w:pPr>
        <w:pStyle w:val="Heading3"/>
      </w:pPr>
      <w:r>
        <w:t>Déterminez le sous-réseau le plus étendu.</w:t>
      </w:r>
    </w:p>
    <w:p w14:paraId="681340F0" w14:textId="77777777" w:rsidR="00A72A09" w:rsidRPr="00EF6C33" w:rsidRDefault="00A72A09" w:rsidP="00A72A09">
      <w:pPr>
        <w:pStyle w:val="Heading4"/>
      </w:pPr>
      <w:r>
        <w:t>Questions :</w:t>
      </w:r>
    </w:p>
    <w:p w14:paraId="45AF21CD" w14:textId="77777777" w:rsidR="00A72A09" w:rsidRDefault="00A72A09" w:rsidP="00A72A09">
      <w:pPr>
        <w:pStyle w:val="BodyTextL25"/>
        <w:spacing w:before="0"/>
      </w:pPr>
      <w:r>
        <w:t>Quelle est la description du sous-réseau?</w:t>
      </w:r>
    </w:p>
    <w:p w14:paraId="6AB0923B" w14:textId="77777777" w:rsidR="00A72A09" w:rsidRDefault="00A72A09" w:rsidP="00A72A09">
      <w:pPr>
        <w:pStyle w:val="AnswerLineL25"/>
      </w:pPr>
      <w:r>
        <w:t>Saisissez vos réponses ici</w:t>
      </w:r>
    </w:p>
    <w:p w14:paraId="3DAD446C" w14:textId="77777777" w:rsidR="00A72A09" w:rsidRDefault="00A72A09" w:rsidP="00A72A09">
      <w:pPr>
        <w:pStyle w:val="BodyTextL25"/>
      </w:pPr>
      <w:r>
        <w:t>Combien d'adresses IP sont nécessaires dans le plus grand sous-réseau suivant?</w:t>
      </w:r>
    </w:p>
    <w:p w14:paraId="3B26C012" w14:textId="77777777" w:rsidR="00A72A09" w:rsidRDefault="00A72A09" w:rsidP="00A72A09">
      <w:pPr>
        <w:pStyle w:val="AnswerLineL25"/>
      </w:pPr>
      <w:r>
        <w:t>Saisissez vos réponses ici</w:t>
      </w:r>
    </w:p>
    <w:p w14:paraId="0C03936C" w14:textId="77777777" w:rsidR="00A72A09" w:rsidRDefault="00A72A09" w:rsidP="00A72A09">
      <w:pPr>
        <w:pStyle w:val="BodyTextL25"/>
      </w:pPr>
      <w:r>
        <w:t>Quel masque de sous-réseau peut prendre en charge autant d'adresses d'hôte ?</w:t>
      </w:r>
    </w:p>
    <w:p w14:paraId="003B4D16" w14:textId="77777777" w:rsidR="00A72A09" w:rsidRDefault="00A72A09" w:rsidP="00A72A09">
      <w:pPr>
        <w:pStyle w:val="AnswerLineL25"/>
      </w:pPr>
      <w:r>
        <w:t>Saisissez vos réponses ici</w:t>
      </w:r>
    </w:p>
    <w:p w14:paraId="38F767DB" w14:textId="77777777" w:rsidR="00A72A09" w:rsidRDefault="00A72A09" w:rsidP="00A72A09">
      <w:pPr>
        <w:pStyle w:val="BodyTextL25"/>
      </w:pPr>
      <w:r>
        <w:t>Combien d'adresses d'hôte ce masque de sous-réseau prend-il en charge au total?</w:t>
      </w:r>
    </w:p>
    <w:p w14:paraId="065803AB" w14:textId="77777777" w:rsidR="00A72A09" w:rsidRDefault="00A72A09" w:rsidP="00A72A09">
      <w:pPr>
        <w:pStyle w:val="AnswerLineL25"/>
      </w:pPr>
      <w:r>
        <w:t>Saisissez vos réponses ici</w:t>
      </w:r>
    </w:p>
    <w:p w14:paraId="5CDE084B" w14:textId="77777777" w:rsidR="00A72A09" w:rsidRDefault="00A72A09" w:rsidP="00A72A09">
      <w:pPr>
        <w:pStyle w:val="BodyTextL25"/>
      </w:pPr>
      <w:r>
        <w:t>Pouvez-vous segmenter le sous-réseau restant et continuer à prendre en charge ce sous-réseau ?</w:t>
      </w:r>
    </w:p>
    <w:p w14:paraId="4CF108FA" w14:textId="77777777" w:rsidR="00A72A09" w:rsidRDefault="00A72A09" w:rsidP="00A72A09">
      <w:pPr>
        <w:pStyle w:val="AnswerLineL25"/>
      </w:pPr>
      <w:r>
        <w:t>Saisissez vos réponses ici</w:t>
      </w:r>
    </w:p>
    <w:p w14:paraId="4718ACB7" w14:textId="77777777" w:rsidR="00A72A09" w:rsidRDefault="00A72A09" w:rsidP="00A72A09">
      <w:pPr>
        <w:pStyle w:val="BodyTextL25"/>
      </w:pPr>
      <w:r>
        <w:t>Quelles sont les adresses réseau qui découleraient de ce sous-réseau?</w:t>
      </w:r>
    </w:p>
    <w:p w14:paraId="18A6C1CC" w14:textId="77777777" w:rsidR="00A72A09" w:rsidRDefault="00A72A09" w:rsidP="00A72A09">
      <w:pPr>
        <w:pStyle w:val="AnswerLineL25"/>
      </w:pPr>
      <w:r>
        <w:t>Saisissez vos réponses ici</w:t>
      </w:r>
    </w:p>
    <w:p w14:paraId="5F7AC405" w14:textId="77777777" w:rsidR="00A72A09" w:rsidRPr="00F54ED7" w:rsidRDefault="00A72A09" w:rsidP="00A72A09">
      <w:pPr>
        <w:pStyle w:val="BodyTextL25"/>
      </w:pPr>
      <w:r>
        <w:t>Utilisez la première adresse réseau de ce sous-réseau.</w:t>
      </w:r>
    </w:p>
    <w:p w14:paraId="03BEE5C9" w14:textId="3BE9CB91" w:rsidR="00A72A09" w:rsidRDefault="00A72A09" w:rsidP="00A72A09">
      <w:pPr>
        <w:pStyle w:val="Heading2"/>
      </w:pPr>
      <w:r>
        <w:t>Concevoir le schéma d'adresses VLSM</w:t>
      </w:r>
    </w:p>
    <w:p w14:paraId="133355B1" w14:textId="35C0BFC9" w:rsidR="00FD23AD" w:rsidRPr="00FD23AD" w:rsidRDefault="00FD23AD" w:rsidP="00FD23AD">
      <w:pPr>
        <w:pStyle w:val="BodyTextL25"/>
      </w:pPr>
      <w:r>
        <w:t>Dans cette partie, vous allez documenter le schéma d'adressage VLSM.</w:t>
      </w:r>
    </w:p>
    <w:p w14:paraId="4D820E0F" w14:textId="77777777" w:rsidR="00A72A09" w:rsidRDefault="00A72A09" w:rsidP="00A72A09">
      <w:pPr>
        <w:pStyle w:val="Heading3"/>
      </w:pPr>
      <w:r>
        <w:t>Calculez les informations de sous-réseau.</w:t>
      </w:r>
    </w:p>
    <w:p w14:paraId="11623E94" w14:textId="77777777" w:rsidR="00A72A09" w:rsidRDefault="00A72A09" w:rsidP="00A72A09">
      <w:pPr>
        <w:pStyle w:val="BodyTextL25"/>
      </w:pPr>
      <w:r>
        <w:t>Utilisez les informations que vous avez obtenues dans la première partie pour compléter le tableau suivant.</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contient toutes les informations nécessaires pour déterminer l'adresse réseau/ CIDR, la première adresse d'hôte, et la description du sous-réseau basée sur l'adresse de diffusion et le nombre d'hôtes nécessaires.  Saisissiez vos réponses dans les cellules vides."/>
      </w:tblPr>
      <w:tblGrid>
        <w:gridCol w:w="2541"/>
        <w:gridCol w:w="1635"/>
        <w:gridCol w:w="2089"/>
        <w:gridCol w:w="1873"/>
        <w:gridCol w:w="1942"/>
      </w:tblGrid>
      <w:tr w:rsidR="00A72A09" w14:paraId="620DB401" w14:textId="77777777" w:rsidTr="00DB312A">
        <w:trPr>
          <w:cantSplit/>
          <w:tblHeader/>
          <w:jc w:val="center"/>
        </w:trPr>
        <w:tc>
          <w:tcPr>
            <w:tcW w:w="25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107612D" w14:textId="77777777" w:rsidR="00A72A09" w:rsidRPr="00B31E41" w:rsidRDefault="00A72A09" w:rsidP="00A72A09">
            <w:pPr>
              <w:pStyle w:val="TableHeading"/>
            </w:pPr>
            <w:r>
              <w:t>Description du sous-réseau</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327B1AC" w14:textId="77777777" w:rsidR="00A72A09" w:rsidRPr="00B31E41" w:rsidRDefault="00A72A09" w:rsidP="00A72A09">
            <w:pPr>
              <w:pStyle w:val="TableHeading"/>
            </w:pPr>
            <w:r>
              <w:t>Nombre d'hôtes nécessaires</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D7E168" w14:textId="77777777" w:rsidR="00A72A09" w:rsidRPr="00B31E41" w:rsidRDefault="00A72A09" w:rsidP="00A72A09">
            <w:pPr>
              <w:pStyle w:val="TableHeading"/>
            </w:pPr>
            <w:r>
              <w:t>Adresse réseau/CIDR</w:t>
            </w:r>
          </w:p>
        </w:tc>
        <w:tc>
          <w:tcPr>
            <w:tcW w:w="185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8EF5AE4" w14:textId="77777777" w:rsidR="00A72A09" w:rsidRPr="00B31E41" w:rsidRDefault="00A72A09" w:rsidP="00A72A09">
            <w:pPr>
              <w:pStyle w:val="TableHeading"/>
            </w:pPr>
            <w:r>
              <w:t>Première adresse d’hôte</w:t>
            </w:r>
          </w:p>
        </w:tc>
        <w:tc>
          <w:tcPr>
            <w:tcW w:w="192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7EA1B0" w14:textId="77777777" w:rsidR="00A72A09" w:rsidRPr="00B31E41" w:rsidRDefault="00A72A09" w:rsidP="00A72A09">
            <w:pPr>
              <w:pStyle w:val="TableHeading"/>
            </w:pPr>
            <w:r>
              <w:t>Adresse de diffusion</w:t>
            </w:r>
          </w:p>
        </w:tc>
      </w:tr>
      <w:tr w:rsidR="00A72A09" w:rsidDel="00615849" w14:paraId="23148BB5" w14:textId="77777777" w:rsidTr="00DB312A">
        <w:trPr>
          <w:cantSplit/>
          <w:jc w:val="center"/>
        </w:trPr>
        <w:tc>
          <w:tcPr>
            <w:tcW w:w="2517" w:type="dxa"/>
            <w:vAlign w:val="bottom"/>
          </w:tcPr>
          <w:p w14:paraId="42BF66C0" w14:textId="77777777" w:rsidR="00A72A09" w:rsidRPr="00CC60E2" w:rsidDel="00615849" w:rsidRDefault="00A72A09" w:rsidP="00A72A09">
            <w:pPr>
              <w:pStyle w:val="TableText"/>
              <w:rPr>
                <w:rStyle w:val="DnT"/>
              </w:rPr>
            </w:pPr>
            <w:r>
              <w:rPr>
                <w:rStyle w:val="DnT"/>
              </w:rPr>
              <w:t>BR1 LAN</w:t>
            </w:r>
          </w:p>
        </w:tc>
        <w:tc>
          <w:tcPr>
            <w:tcW w:w="1620" w:type="dxa"/>
            <w:vAlign w:val="bottom"/>
          </w:tcPr>
          <w:p w14:paraId="43D5AC2A" w14:textId="77777777" w:rsidR="00A72A09" w:rsidDel="00615849" w:rsidRDefault="00A72A09" w:rsidP="00A72A09">
            <w:pPr>
              <w:pStyle w:val="TableText"/>
            </w:pPr>
            <w:r>
              <w:t>40</w:t>
            </w:r>
          </w:p>
        </w:tc>
        <w:tc>
          <w:tcPr>
            <w:tcW w:w="2070" w:type="dxa"/>
            <w:vAlign w:val="bottom"/>
          </w:tcPr>
          <w:p w14:paraId="773AADFB" w14:textId="39676104" w:rsidR="00A72A09" w:rsidRPr="00D6274C" w:rsidDel="00615849" w:rsidRDefault="00A72A09" w:rsidP="00A72A09">
            <w:pPr>
              <w:pStyle w:val="TableAnswer"/>
              <w:rPr>
                <w:rStyle w:val="AnswerGray"/>
              </w:rPr>
            </w:pPr>
          </w:p>
        </w:tc>
        <w:tc>
          <w:tcPr>
            <w:tcW w:w="1856" w:type="dxa"/>
            <w:vAlign w:val="bottom"/>
          </w:tcPr>
          <w:p w14:paraId="21317783" w14:textId="4BAFFC1A" w:rsidR="00A72A09" w:rsidRPr="00D6274C" w:rsidDel="00615849" w:rsidRDefault="00A72A09" w:rsidP="00A72A09">
            <w:pPr>
              <w:pStyle w:val="TableAnswer"/>
              <w:rPr>
                <w:rStyle w:val="AnswerGray"/>
              </w:rPr>
            </w:pPr>
          </w:p>
        </w:tc>
        <w:tc>
          <w:tcPr>
            <w:tcW w:w="1924" w:type="dxa"/>
            <w:vAlign w:val="bottom"/>
          </w:tcPr>
          <w:p w14:paraId="01C2A3DA" w14:textId="04F52598" w:rsidR="00A72A09" w:rsidRPr="00D6274C" w:rsidDel="00615849" w:rsidRDefault="00A72A09" w:rsidP="00A72A09">
            <w:pPr>
              <w:pStyle w:val="TableAnswer"/>
              <w:rPr>
                <w:rStyle w:val="AnswerGray"/>
              </w:rPr>
            </w:pPr>
          </w:p>
        </w:tc>
      </w:tr>
      <w:tr w:rsidR="00A72A09" w:rsidDel="00615849" w14:paraId="25E7D7C9" w14:textId="77777777" w:rsidTr="00DB312A">
        <w:trPr>
          <w:cantSplit/>
          <w:jc w:val="center"/>
        </w:trPr>
        <w:tc>
          <w:tcPr>
            <w:tcW w:w="2517" w:type="dxa"/>
            <w:vAlign w:val="bottom"/>
          </w:tcPr>
          <w:p w14:paraId="66406A5B" w14:textId="77777777" w:rsidR="00A72A09" w:rsidRPr="00CC60E2" w:rsidRDefault="00A72A09" w:rsidP="00A72A09">
            <w:pPr>
              <w:pStyle w:val="TableText"/>
              <w:rPr>
                <w:rStyle w:val="DnT"/>
              </w:rPr>
            </w:pPr>
            <w:r>
              <w:rPr>
                <w:rStyle w:val="DnT"/>
              </w:rPr>
              <w:t>BR2 LAN</w:t>
            </w:r>
          </w:p>
        </w:tc>
        <w:tc>
          <w:tcPr>
            <w:tcW w:w="1620" w:type="dxa"/>
            <w:vAlign w:val="bottom"/>
          </w:tcPr>
          <w:p w14:paraId="503D2077" w14:textId="77777777" w:rsidR="00A72A09" w:rsidRDefault="00A72A09" w:rsidP="00A72A09">
            <w:pPr>
              <w:pStyle w:val="TableText"/>
            </w:pPr>
            <w:r>
              <w:t>25</w:t>
            </w:r>
          </w:p>
        </w:tc>
        <w:tc>
          <w:tcPr>
            <w:tcW w:w="2070" w:type="dxa"/>
            <w:vAlign w:val="bottom"/>
          </w:tcPr>
          <w:p w14:paraId="5413554A" w14:textId="5DA096D4" w:rsidR="00A72A09" w:rsidRPr="00D6274C" w:rsidRDefault="00A72A09" w:rsidP="00A72A09">
            <w:pPr>
              <w:pStyle w:val="TableAnswer"/>
              <w:rPr>
                <w:rStyle w:val="AnswerGray"/>
              </w:rPr>
            </w:pPr>
          </w:p>
        </w:tc>
        <w:tc>
          <w:tcPr>
            <w:tcW w:w="1856" w:type="dxa"/>
            <w:vAlign w:val="bottom"/>
          </w:tcPr>
          <w:p w14:paraId="04BBCC7B" w14:textId="2EBE827C" w:rsidR="00A72A09" w:rsidRPr="00D6274C" w:rsidRDefault="00A72A09" w:rsidP="00A72A09">
            <w:pPr>
              <w:pStyle w:val="TableAnswer"/>
              <w:rPr>
                <w:rStyle w:val="AnswerGray"/>
              </w:rPr>
            </w:pPr>
          </w:p>
        </w:tc>
        <w:tc>
          <w:tcPr>
            <w:tcW w:w="1924" w:type="dxa"/>
            <w:vAlign w:val="bottom"/>
          </w:tcPr>
          <w:p w14:paraId="33A040EF" w14:textId="4E019BB0" w:rsidR="00A72A09" w:rsidRPr="00D6274C" w:rsidRDefault="00A72A09" w:rsidP="00A72A09">
            <w:pPr>
              <w:pStyle w:val="TableAnswer"/>
              <w:rPr>
                <w:rStyle w:val="AnswerGray"/>
              </w:rPr>
            </w:pPr>
          </w:p>
        </w:tc>
      </w:tr>
      <w:tr w:rsidR="00A72A09" w:rsidDel="00615849" w14:paraId="0807EC14" w14:textId="77777777" w:rsidTr="00DB312A">
        <w:trPr>
          <w:cantSplit/>
          <w:jc w:val="center"/>
        </w:trPr>
        <w:tc>
          <w:tcPr>
            <w:tcW w:w="2517" w:type="dxa"/>
            <w:vAlign w:val="bottom"/>
          </w:tcPr>
          <w:p w14:paraId="4A4DEE05" w14:textId="77777777" w:rsidR="00A72A09" w:rsidRPr="00CC60E2" w:rsidRDefault="00A72A09" w:rsidP="00A72A09">
            <w:pPr>
              <w:pStyle w:val="TableText"/>
              <w:rPr>
                <w:rStyle w:val="DnT"/>
              </w:rPr>
            </w:pPr>
            <w:r>
              <w:rPr>
                <w:rStyle w:val="DnT"/>
              </w:rPr>
              <w:t>BR2 LAN</w:t>
            </w:r>
          </w:p>
        </w:tc>
        <w:tc>
          <w:tcPr>
            <w:tcW w:w="1620" w:type="dxa"/>
            <w:vAlign w:val="bottom"/>
          </w:tcPr>
          <w:p w14:paraId="2AB111E8" w14:textId="77777777" w:rsidR="00A72A09" w:rsidRDefault="00A72A09" w:rsidP="00A72A09">
            <w:pPr>
              <w:pStyle w:val="TableText"/>
            </w:pPr>
            <w:r>
              <w:t>5</w:t>
            </w:r>
          </w:p>
        </w:tc>
        <w:tc>
          <w:tcPr>
            <w:tcW w:w="2070" w:type="dxa"/>
            <w:vAlign w:val="bottom"/>
          </w:tcPr>
          <w:p w14:paraId="6608ADD2" w14:textId="6A835F2A" w:rsidR="00A72A09" w:rsidRPr="00D6274C" w:rsidRDefault="00A72A09" w:rsidP="00A72A09">
            <w:pPr>
              <w:pStyle w:val="TableAnswer"/>
              <w:rPr>
                <w:rStyle w:val="AnswerGray"/>
              </w:rPr>
            </w:pPr>
          </w:p>
        </w:tc>
        <w:tc>
          <w:tcPr>
            <w:tcW w:w="1856" w:type="dxa"/>
            <w:vAlign w:val="bottom"/>
          </w:tcPr>
          <w:p w14:paraId="7601487F" w14:textId="15BC0E75" w:rsidR="00A72A09" w:rsidRPr="00D6274C" w:rsidRDefault="00A72A09" w:rsidP="00A72A09">
            <w:pPr>
              <w:pStyle w:val="TableAnswer"/>
              <w:rPr>
                <w:rStyle w:val="AnswerGray"/>
              </w:rPr>
            </w:pPr>
          </w:p>
        </w:tc>
        <w:tc>
          <w:tcPr>
            <w:tcW w:w="1924" w:type="dxa"/>
            <w:vAlign w:val="bottom"/>
          </w:tcPr>
          <w:p w14:paraId="2A472FF7" w14:textId="74C71D4D" w:rsidR="00A72A09" w:rsidRPr="00D6274C" w:rsidRDefault="00A72A09" w:rsidP="00A72A09">
            <w:pPr>
              <w:pStyle w:val="TableAnswer"/>
              <w:rPr>
                <w:rStyle w:val="AnswerGray"/>
              </w:rPr>
            </w:pPr>
          </w:p>
        </w:tc>
      </w:tr>
      <w:tr w:rsidR="00A72A09" w:rsidDel="00615849" w14:paraId="630D1D3C" w14:textId="77777777" w:rsidTr="00DB312A">
        <w:trPr>
          <w:cantSplit/>
          <w:jc w:val="center"/>
        </w:trPr>
        <w:tc>
          <w:tcPr>
            <w:tcW w:w="2517" w:type="dxa"/>
            <w:vAlign w:val="bottom"/>
          </w:tcPr>
          <w:p w14:paraId="32F86A79" w14:textId="77777777" w:rsidR="00A72A09" w:rsidRPr="00CC60E2" w:rsidRDefault="00A72A09" w:rsidP="00A72A09">
            <w:pPr>
              <w:pStyle w:val="TableText"/>
              <w:rPr>
                <w:rStyle w:val="DnT"/>
              </w:rPr>
            </w:pPr>
            <w:r>
              <w:rPr>
                <w:rStyle w:val="DnT"/>
              </w:rPr>
              <w:t>BR2 CCTV LAN</w:t>
            </w:r>
          </w:p>
        </w:tc>
        <w:tc>
          <w:tcPr>
            <w:tcW w:w="1620" w:type="dxa"/>
            <w:vAlign w:val="bottom"/>
          </w:tcPr>
          <w:p w14:paraId="7F196810" w14:textId="77777777" w:rsidR="00A72A09" w:rsidRDefault="00A72A09" w:rsidP="00A72A09">
            <w:pPr>
              <w:pStyle w:val="TableText"/>
            </w:pPr>
            <w:r>
              <w:t>4</w:t>
            </w:r>
          </w:p>
        </w:tc>
        <w:tc>
          <w:tcPr>
            <w:tcW w:w="2070" w:type="dxa"/>
            <w:vAlign w:val="bottom"/>
          </w:tcPr>
          <w:p w14:paraId="0CBA324A" w14:textId="1D221131" w:rsidR="00A72A09" w:rsidRPr="00D6274C" w:rsidRDefault="00A72A09" w:rsidP="00A72A09">
            <w:pPr>
              <w:pStyle w:val="TableAnswer"/>
              <w:rPr>
                <w:rStyle w:val="AnswerGray"/>
              </w:rPr>
            </w:pPr>
          </w:p>
        </w:tc>
        <w:tc>
          <w:tcPr>
            <w:tcW w:w="1856" w:type="dxa"/>
            <w:vAlign w:val="bottom"/>
          </w:tcPr>
          <w:p w14:paraId="5E27F9C0" w14:textId="4C2406B4" w:rsidR="00A72A09" w:rsidRPr="00D6274C" w:rsidRDefault="00A72A09" w:rsidP="00A72A09">
            <w:pPr>
              <w:pStyle w:val="TableAnswer"/>
              <w:rPr>
                <w:rStyle w:val="AnswerGray"/>
              </w:rPr>
            </w:pPr>
          </w:p>
        </w:tc>
        <w:tc>
          <w:tcPr>
            <w:tcW w:w="1924" w:type="dxa"/>
            <w:vAlign w:val="bottom"/>
          </w:tcPr>
          <w:p w14:paraId="3EA535C8" w14:textId="4CE6C518" w:rsidR="00A72A09" w:rsidRPr="00D6274C" w:rsidRDefault="00A72A09" w:rsidP="00A72A09">
            <w:pPr>
              <w:pStyle w:val="TableAnswer"/>
              <w:rPr>
                <w:rStyle w:val="AnswerGray"/>
              </w:rPr>
            </w:pPr>
          </w:p>
        </w:tc>
      </w:tr>
      <w:tr w:rsidR="00A72A09" w:rsidDel="00615849" w14:paraId="4D75B3BA" w14:textId="77777777" w:rsidTr="00DB312A">
        <w:trPr>
          <w:cantSplit/>
          <w:jc w:val="center"/>
        </w:trPr>
        <w:tc>
          <w:tcPr>
            <w:tcW w:w="2517" w:type="dxa"/>
            <w:vAlign w:val="bottom"/>
          </w:tcPr>
          <w:p w14:paraId="09277000" w14:textId="77777777" w:rsidR="00A72A09" w:rsidRPr="00CC60E2" w:rsidRDefault="00A72A09" w:rsidP="00A72A09">
            <w:pPr>
              <w:pStyle w:val="TableText"/>
              <w:rPr>
                <w:rStyle w:val="DnT"/>
              </w:rPr>
            </w:pPr>
            <w:r>
              <w:rPr>
                <w:rStyle w:val="DnT"/>
              </w:rPr>
              <w:t>BR2 C2LAN</w:t>
            </w:r>
          </w:p>
        </w:tc>
        <w:tc>
          <w:tcPr>
            <w:tcW w:w="1620" w:type="dxa"/>
            <w:vAlign w:val="bottom"/>
          </w:tcPr>
          <w:p w14:paraId="49006460" w14:textId="77777777" w:rsidR="00A72A09" w:rsidRDefault="00A72A09" w:rsidP="00A72A09">
            <w:pPr>
              <w:pStyle w:val="TableText"/>
            </w:pPr>
            <w:r>
              <w:t>4</w:t>
            </w:r>
          </w:p>
        </w:tc>
        <w:tc>
          <w:tcPr>
            <w:tcW w:w="2070" w:type="dxa"/>
            <w:vAlign w:val="bottom"/>
          </w:tcPr>
          <w:p w14:paraId="2F178F71" w14:textId="7EED14F0" w:rsidR="00A72A09" w:rsidRPr="00D6274C" w:rsidRDefault="00A72A09" w:rsidP="00A72A09">
            <w:pPr>
              <w:pStyle w:val="TableAnswer"/>
              <w:rPr>
                <w:rStyle w:val="AnswerGray"/>
              </w:rPr>
            </w:pPr>
          </w:p>
        </w:tc>
        <w:tc>
          <w:tcPr>
            <w:tcW w:w="1856" w:type="dxa"/>
            <w:vAlign w:val="bottom"/>
          </w:tcPr>
          <w:p w14:paraId="35E6B05A" w14:textId="230B2DE9" w:rsidR="00A72A09" w:rsidRPr="00D6274C" w:rsidRDefault="00A72A09" w:rsidP="00A72A09">
            <w:pPr>
              <w:pStyle w:val="TableAnswer"/>
              <w:rPr>
                <w:rStyle w:val="AnswerGray"/>
              </w:rPr>
            </w:pPr>
          </w:p>
        </w:tc>
        <w:tc>
          <w:tcPr>
            <w:tcW w:w="1924" w:type="dxa"/>
            <w:vAlign w:val="bottom"/>
          </w:tcPr>
          <w:p w14:paraId="6E083F6A" w14:textId="3EFA4A8F" w:rsidR="00A72A09" w:rsidRPr="00D6274C" w:rsidRDefault="00A72A09" w:rsidP="00A72A09">
            <w:pPr>
              <w:pStyle w:val="TableAnswer"/>
              <w:rPr>
                <w:rStyle w:val="AnswerGray"/>
              </w:rPr>
            </w:pPr>
          </w:p>
        </w:tc>
      </w:tr>
      <w:tr w:rsidR="00A72A09" w:rsidDel="00615849" w14:paraId="117754DC" w14:textId="77777777" w:rsidTr="00DB312A">
        <w:trPr>
          <w:cantSplit/>
          <w:jc w:val="center"/>
        </w:trPr>
        <w:tc>
          <w:tcPr>
            <w:tcW w:w="2517" w:type="dxa"/>
            <w:vAlign w:val="bottom"/>
          </w:tcPr>
          <w:p w14:paraId="377CC7E7" w14:textId="77777777" w:rsidR="00A72A09" w:rsidRPr="00CC60E2" w:rsidRDefault="00A72A09" w:rsidP="00A72A09">
            <w:pPr>
              <w:pStyle w:val="TableText"/>
              <w:rPr>
                <w:rStyle w:val="DnT"/>
              </w:rPr>
            </w:pPr>
            <w:r>
              <w:rPr>
                <w:rStyle w:val="DnT"/>
              </w:rPr>
              <w:t>liaison de réseau étendu BR1-BR2</w:t>
            </w:r>
          </w:p>
        </w:tc>
        <w:tc>
          <w:tcPr>
            <w:tcW w:w="1620" w:type="dxa"/>
            <w:vAlign w:val="bottom"/>
          </w:tcPr>
          <w:p w14:paraId="490DC0E2" w14:textId="77777777" w:rsidR="00A72A09" w:rsidRDefault="00A72A09" w:rsidP="00A72A09">
            <w:pPr>
              <w:pStyle w:val="TableText"/>
            </w:pPr>
            <w:r>
              <w:t>2</w:t>
            </w:r>
          </w:p>
        </w:tc>
        <w:tc>
          <w:tcPr>
            <w:tcW w:w="2070" w:type="dxa"/>
            <w:vAlign w:val="bottom"/>
          </w:tcPr>
          <w:p w14:paraId="2FAD8162" w14:textId="350FF7E8" w:rsidR="00A72A09" w:rsidRPr="00D6274C" w:rsidRDefault="00A72A09" w:rsidP="00A72A09">
            <w:pPr>
              <w:pStyle w:val="TableAnswer"/>
              <w:rPr>
                <w:rStyle w:val="AnswerGray"/>
              </w:rPr>
            </w:pPr>
          </w:p>
        </w:tc>
        <w:tc>
          <w:tcPr>
            <w:tcW w:w="1856" w:type="dxa"/>
            <w:vAlign w:val="bottom"/>
          </w:tcPr>
          <w:p w14:paraId="2E4959EE" w14:textId="5CEE17B2" w:rsidR="00A72A09" w:rsidRPr="00D6274C" w:rsidRDefault="00A72A09" w:rsidP="00A72A09">
            <w:pPr>
              <w:pStyle w:val="TableAnswer"/>
              <w:rPr>
                <w:rStyle w:val="AnswerGray"/>
              </w:rPr>
            </w:pPr>
          </w:p>
        </w:tc>
        <w:tc>
          <w:tcPr>
            <w:tcW w:w="1924" w:type="dxa"/>
            <w:vAlign w:val="bottom"/>
          </w:tcPr>
          <w:p w14:paraId="4F0BC452" w14:textId="68493E76" w:rsidR="00A72A09" w:rsidRPr="00D6274C" w:rsidRDefault="00A72A09" w:rsidP="00A72A09">
            <w:pPr>
              <w:pStyle w:val="TableAnswer"/>
              <w:rPr>
                <w:rStyle w:val="AnswerGray"/>
              </w:rPr>
            </w:pPr>
          </w:p>
        </w:tc>
      </w:tr>
    </w:tbl>
    <w:p w14:paraId="3C72D0DB" w14:textId="77777777" w:rsidR="000107AE" w:rsidRDefault="000107AE" w:rsidP="00764D9D">
      <w:pPr>
        <w:pStyle w:val="ConfigWindow"/>
      </w:pPr>
      <w:r>
        <w:t>Ligne vierge - aucune information supplémentaire</w:t>
      </w:r>
    </w:p>
    <w:p w14:paraId="29FF31F2" w14:textId="3B4E4A17" w:rsidR="00A72A09" w:rsidRDefault="00A72A09" w:rsidP="00F91A75">
      <w:pPr>
        <w:pStyle w:val="Heading3"/>
      </w:pPr>
      <w:r>
        <w:t>Complétez le tableau d'adresses des interfaces des périphériques.</w:t>
      </w:r>
    </w:p>
    <w:p w14:paraId="3E2BE954" w14:textId="77777777" w:rsidR="00A72A09" w:rsidRDefault="00A72A09" w:rsidP="00A72A09">
      <w:pPr>
        <w:pStyle w:val="BodyTextL25"/>
      </w:pPr>
      <w:r>
        <w:t xml:space="preserve">Attribuez la première adresse d'hôte dans le sous-réseau aux interfaces Ethernet. </w:t>
      </w:r>
      <w:r w:rsidRPr="00CC60E2">
        <w:rPr>
          <w:rStyle w:val="DnT"/>
        </w:rPr>
        <w:t>BR1</w:t>
      </w:r>
      <w:r>
        <w:t xml:space="preserve"> doit être attribuer au première adresse hôte dans la liaison de réseau étendu </w:t>
      </w:r>
      <w:r w:rsidRPr="00CC60E2">
        <w:rPr>
          <w:rStyle w:val="DnT"/>
        </w:rPr>
        <w:t>BR1-BR2</w:t>
      </w:r>
      <w:r>
        <w:t>.</w:t>
      </w:r>
    </w:p>
    <w:tbl>
      <w:tblPr>
        <w:tblStyle w:val="LabTableStyle"/>
        <w:tblW w:w="10080" w:type="dxa"/>
        <w:tblLook w:val="04A0" w:firstRow="1" w:lastRow="0" w:firstColumn="1" w:lastColumn="0" w:noHBand="0" w:noVBand="1"/>
        <w:tblDescription w:val="Ce tableau indique l'adressage du périphérique, l'interface, l'adresse IP et le masque de sous-réseau. Vous pouvez enregistrer vos réponses où les cellules sont étiquetées comme «vierges»."/>
      </w:tblPr>
      <w:tblGrid>
        <w:gridCol w:w="1999"/>
        <w:gridCol w:w="1637"/>
        <w:gridCol w:w="2183"/>
        <w:gridCol w:w="2092"/>
        <w:gridCol w:w="2169"/>
      </w:tblGrid>
      <w:tr w:rsidR="00A72A09" w:rsidRPr="00615849" w14:paraId="0C948229" w14:textId="77777777" w:rsidTr="00E04080">
        <w:trPr>
          <w:cnfStyle w:val="100000000000" w:firstRow="1" w:lastRow="0" w:firstColumn="0" w:lastColumn="0" w:oddVBand="0" w:evenVBand="0" w:oddHBand="0" w:evenHBand="0" w:firstRowFirstColumn="0" w:firstRowLastColumn="0" w:lastRowFirstColumn="0" w:lastRowLastColumn="0"/>
        </w:trPr>
        <w:tc>
          <w:tcPr>
            <w:tcW w:w="1977" w:type="dxa"/>
            <w:tcBorders>
              <w:bottom w:val="single" w:sz="4" w:space="0" w:color="auto"/>
            </w:tcBorders>
          </w:tcPr>
          <w:p w14:paraId="35A3223E" w14:textId="77777777" w:rsidR="00A72A09" w:rsidRPr="00D02265" w:rsidRDefault="00A72A09" w:rsidP="00A72A09">
            <w:pPr>
              <w:pStyle w:val="BodyTextL25"/>
              <w:ind w:left="0"/>
              <w:rPr>
                <w:b/>
                <w:bCs/>
              </w:rPr>
            </w:pPr>
            <w:r>
              <w:rPr>
                <w:b/>
              </w:rPr>
              <w:t>Appareil</w:t>
            </w:r>
          </w:p>
        </w:tc>
        <w:tc>
          <w:tcPr>
            <w:tcW w:w="1620" w:type="dxa"/>
          </w:tcPr>
          <w:p w14:paraId="4E657F7C" w14:textId="77777777" w:rsidR="00A72A09" w:rsidRPr="00D02265" w:rsidRDefault="00A72A09" w:rsidP="00A72A09">
            <w:pPr>
              <w:pStyle w:val="BodyTextL25"/>
              <w:ind w:left="0"/>
              <w:rPr>
                <w:b/>
                <w:bCs/>
              </w:rPr>
            </w:pPr>
            <w:r>
              <w:rPr>
                <w:b/>
              </w:rPr>
              <w:t>Interface</w:t>
            </w:r>
          </w:p>
        </w:tc>
        <w:tc>
          <w:tcPr>
            <w:tcW w:w="2160" w:type="dxa"/>
          </w:tcPr>
          <w:p w14:paraId="26D8A585" w14:textId="77777777" w:rsidR="00A72A09" w:rsidRPr="00D02265" w:rsidRDefault="00A72A09" w:rsidP="00A72A09">
            <w:pPr>
              <w:pStyle w:val="BodyTextL25"/>
              <w:ind w:left="0"/>
              <w:rPr>
                <w:b/>
                <w:bCs/>
              </w:rPr>
            </w:pPr>
            <w:r>
              <w:rPr>
                <w:b/>
              </w:rPr>
              <w:t>Adresse IP</w:t>
            </w:r>
          </w:p>
        </w:tc>
        <w:tc>
          <w:tcPr>
            <w:tcW w:w="2070" w:type="dxa"/>
          </w:tcPr>
          <w:p w14:paraId="6052A140" w14:textId="77777777" w:rsidR="00A72A09" w:rsidRPr="00D02265" w:rsidRDefault="00A72A09" w:rsidP="00A72A09">
            <w:pPr>
              <w:pStyle w:val="BodyTextL25"/>
              <w:ind w:left="0"/>
              <w:rPr>
                <w:b/>
                <w:bCs/>
              </w:rPr>
            </w:pPr>
            <w:r>
              <w:rPr>
                <w:b/>
              </w:rPr>
              <w:t>Masque de sous-réseau</w:t>
            </w:r>
          </w:p>
        </w:tc>
        <w:tc>
          <w:tcPr>
            <w:tcW w:w="2146" w:type="dxa"/>
          </w:tcPr>
          <w:p w14:paraId="5D010E75" w14:textId="77777777" w:rsidR="00A72A09" w:rsidRPr="00D02265" w:rsidRDefault="00A72A09" w:rsidP="00A72A09">
            <w:pPr>
              <w:pStyle w:val="BodyTextL25"/>
              <w:ind w:left="0"/>
              <w:rPr>
                <w:b/>
                <w:bCs/>
              </w:rPr>
            </w:pPr>
            <w:r>
              <w:rPr>
                <w:b/>
              </w:rPr>
              <w:t>Interface de périphérique</w:t>
            </w:r>
          </w:p>
        </w:tc>
      </w:tr>
      <w:tr w:rsidR="00A72A09" w14:paraId="29709D26" w14:textId="77777777" w:rsidTr="00E04080">
        <w:tc>
          <w:tcPr>
            <w:tcW w:w="1977" w:type="dxa"/>
            <w:tcBorders>
              <w:top w:val="single" w:sz="4" w:space="0" w:color="auto"/>
              <w:bottom w:val="nil"/>
            </w:tcBorders>
            <w:shd w:val="clear" w:color="auto" w:fill="FFFFFF" w:themeFill="background1"/>
            <w:vAlign w:val="center"/>
          </w:tcPr>
          <w:p w14:paraId="385228B3" w14:textId="77777777" w:rsidR="00A72A09" w:rsidRPr="00CC60E2" w:rsidRDefault="00A72A09" w:rsidP="00A72A09">
            <w:pPr>
              <w:pStyle w:val="TableText"/>
              <w:rPr>
                <w:rStyle w:val="DnT"/>
              </w:rPr>
            </w:pPr>
            <w:r>
              <w:rPr>
                <w:rStyle w:val="DnT"/>
              </w:rPr>
              <w:t>BR1</w:t>
            </w:r>
          </w:p>
        </w:tc>
        <w:tc>
          <w:tcPr>
            <w:tcW w:w="1620" w:type="dxa"/>
            <w:shd w:val="clear" w:color="auto" w:fill="FFFFFF" w:themeFill="background1"/>
          </w:tcPr>
          <w:p w14:paraId="42F031A5" w14:textId="77777777" w:rsidR="00A72A09" w:rsidRDefault="00A72A09" w:rsidP="00A72A09">
            <w:pPr>
              <w:pStyle w:val="TableText"/>
            </w:pPr>
            <w:r>
              <w:t>G0/0/0</w:t>
            </w:r>
          </w:p>
        </w:tc>
        <w:tc>
          <w:tcPr>
            <w:tcW w:w="2160" w:type="dxa"/>
            <w:shd w:val="clear" w:color="auto" w:fill="FFFFFF" w:themeFill="background1"/>
          </w:tcPr>
          <w:p w14:paraId="13AD5FE2" w14:textId="49458578" w:rsidR="00A72A09" w:rsidRPr="00C00C34" w:rsidRDefault="00A72A09" w:rsidP="00C00C34">
            <w:pPr>
              <w:pStyle w:val="TableAnswer"/>
              <w:rPr>
                <w:rStyle w:val="AnswerGray"/>
              </w:rPr>
            </w:pPr>
          </w:p>
        </w:tc>
        <w:tc>
          <w:tcPr>
            <w:tcW w:w="2070" w:type="dxa"/>
            <w:shd w:val="clear" w:color="auto" w:fill="FFFFFF" w:themeFill="background1"/>
          </w:tcPr>
          <w:p w14:paraId="7D442BE0" w14:textId="40A65CDE" w:rsidR="00A72A09" w:rsidRPr="00C00C34" w:rsidRDefault="00A72A09" w:rsidP="00C00C34">
            <w:pPr>
              <w:pStyle w:val="TableAnswer"/>
              <w:rPr>
                <w:rStyle w:val="AnswerGray"/>
              </w:rPr>
            </w:pPr>
          </w:p>
        </w:tc>
        <w:tc>
          <w:tcPr>
            <w:tcW w:w="2146" w:type="dxa"/>
            <w:shd w:val="clear" w:color="auto" w:fill="FFFFFF" w:themeFill="background1"/>
          </w:tcPr>
          <w:p w14:paraId="3B543B38" w14:textId="77777777" w:rsidR="00A72A09" w:rsidRDefault="00A72A09" w:rsidP="00A72A09">
            <w:pPr>
              <w:pStyle w:val="TableText"/>
            </w:pPr>
            <w:r>
              <w:t>liaison de réseau étendu BR1-BR2</w:t>
            </w:r>
          </w:p>
        </w:tc>
      </w:tr>
      <w:tr w:rsidR="00A72A09" w14:paraId="50544CFE" w14:textId="77777777" w:rsidTr="00E04080">
        <w:tc>
          <w:tcPr>
            <w:tcW w:w="1977" w:type="dxa"/>
            <w:tcBorders>
              <w:top w:val="nil"/>
              <w:bottom w:val="single" w:sz="2" w:space="0" w:color="auto"/>
            </w:tcBorders>
            <w:shd w:val="clear" w:color="auto" w:fill="FFFFFF" w:themeFill="background1"/>
            <w:vAlign w:val="center"/>
          </w:tcPr>
          <w:p w14:paraId="6049916C" w14:textId="77777777" w:rsidR="00A72A09" w:rsidRPr="00CC60E2" w:rsidRDefault="00A72A09" w:rsidP="00A72A09">
            <w:pPr>
              <w:pStyle w:val="ConfigWindow"/>
              <w:rPr>
                <w:rStyle w:val="DnT"/>
              </w:rPr>
            </w:pPr>
            <w:r>
              <w:rPr>
                <w:rStyle w:val="DnT"/>
              </w:rPr>
              <w:t>BR1</w:t>
            </w:r>
          </w:p>
        </w:tc>
        <w:tc>
          <w:tcPr>
            <w:tcW w:w="1620" w:type="dxa"/>
            <w:shd w:val="clear" w:color="auto" w:fill="FFFFFF" w:themeFill="background1"/>
          </w:tcPr>
          <w:p w14:paraId="015CB52E" w14:textId="77777777" w:rsidR="00A72A09" w:rsidRDefault="00A72A09" w:rsidP="00A72A09">
            <w:pPr>
              <w:pStyle w:val="TableText"/>
            </w:pPr>
            <w:r>
              <w:t>G0/0/1</w:t>
            </w:r>
          </w:p>
        </w:tc>
        <w:tc>
          <w:tcPr>
            <w:tcW w:w="2160" w:type="dxa"/>
            <w:shd w:val="clear" w:color="auto" w:fill="FFFFFF" w:themeFill="background1"/>
          </w:tcPr>
          <w:p w14:paraId="5C9F4A20" w14:textId="1C81DB59" w:rsidR="00A72A09" w:rsidRPr="00C00C34" w:rsidRDefault="00A72A09" w:rsidP="00C00C34">
            <w:pPr>
              <w:pStyle w:val="TableAnswer"/>
              <w:rPr>
                <w:rStyle w:val="AnswerGray"/>
              </w:rPr>
            </w:pPr>
          </w:p>
        </w:tc>
        <w:tc>
          <w:tcPr>
            <w:tcW w:w="2070" w:type="dxa"/>
            <w:shd w:val="clear" w:color="auto" w:fill="FFFFFF" w:themeFill="background1"/>
          </w:tcPr>
          <w:p w14:paraId="65EB921A" w14:textId="0B1E17C0" w:rsidR="00A72A09" w:rsidRPr="00C00C34" w:rsidRDefault="00A72A09" w:rsidP="00C00C34">
            <w:pPr>
              <w:pStyle w:val="TableAnswer"/>
              <w:rPr>
                <w:rStyle w:val="AnswerGray"/>
              </w:rPr>
            </w:pPr>
          </w:p>
        </w:tc>
        <w:tc>
          <w:tcPr>
            <w:tcW w:w="2146" w:type="dxa"/>
            <w:shd w:val="clear" w:color="auto" w:fill="FFFFFF" w:themeFill="background1"/>
          </w:tcPr>
          <w:p w14:paraId="1950EB01" w14:textId="77777777" w:rsidR="00A72A09" w:rsidRDefault="00A72A09" w:rsidP="00A72A09">
            <w:pPr>
              <w:pStyle w:val="TableText"/>
            </w:pPr>
            <w:r>
              <w:t>LAN 40 hôtes</w:t>
            </w:r>
          </w:p>
        </w:tc>
      </w:tr>
      <w:tr w:rsidR="00A72A09" w14:paraId="22BC2ECB" w14:textId="77777777" w:rsidTr="00E04080">
        <w:tc>
          <w:tcPr>
            <w:tcW w:w="1977" w:type="dxa"/>
            <w:tcBorders>
              <w:bottom w:val="nil"/>
            </w:tcBorders>
            <w:shd w:val="clear" w:color="auto" w:fill="FFFFFF" w:themeFill="background1"/>
            <w:vAlign w:val="center"/>
          </w:tcPr>
          <w:p w14:paraId="4D1A9EFD" w14:textId="77777777" w:rsidR="00A72A09" w:rsidRPr="00CC60E2" w:rsidRDefault="00A72A09" w:rsidP="00A72A09">
            <w:pPr>
              <w:pStyle w:val="TableText"/>
              <w:rPr>
                <w:rStyle w:val="DnT"/>
              </w:rPr>
            </w:pPr>
            <w:r>
              <w:rPr>
                <w:rStyle w:val="DnT"/>
              </w:rPr>
              <w:t>BR2</w:t>
            </w:r>
          </w:p>
        </w:tc>
        <w:tc>
          <w:tcPr>
            <w:tcW w:w="1620" w:type="dxa"/>
            <w:shd w:val="clear" w:color="auto" w:fill="FFFFFF" w:themeFill="background1"/>
          </w:tcPr>
          <w:p w14:paraId="11522D46" w14:textId="77777777" w:rsidR="00A72A09" w:rsidRDefault="00A72A09" w:rsidP="00A72A09">
            <w:pPr>
              <w:pStyle w:val="TableText"/>
            </w:pPr>
            <w:r>
              <w:t>G0/0/0</w:t>
            </w:r>
          </w:p>
        </w:tc>
        <w:tc>
          <w:tcPr>
            <w:tcW w:w="2160" w:type="dxa"/>
            <w:shd w:val="clear" w:color="auto" w:fill="FFFFFF" w:themeFill="background1"/>
          </w:tcPr>
          <w:p w14:paraId="189F9659" w14:textId="76DA4C06" w:rsidR="00A72A09" w:rsidRPr="00C00C34" w:rsidRDefault="00A72A09" w:rsidP="00C00C34">
            <w:pPr>
              <w:pStyle w:val="TableAnswer"/>
              <w:rPr>
                <w:rStyle w:val="AnswerGray"/>
              </w:rPr>
            </w:pPr>
          </w:p>
        </w:tc>
        <w:tc>
          <w:tcPr>
            <w:tcW w:w="2070" w:type="dxa"/>
            <w:shd w:val="clear" w:color="auto" w:fill="FFFFFF" w:themeFill="background1"/>
          </w:tcPr>
          <w:p w14:paraId="3D57857C" w14:textId="3CC89A75" w:rsidR="00A72A09" w:rsidRPr="00C00C34" w:rsidRDefault="00A72A09" w:rsidP="00C00C34">
            <w:pPr>
              <w:pStyle w:val="TableAnswer"/>
              <w:rPr>
                <w:rStyle w:val="AnswerGray"/>
              </w:rPr>
            </w:pPr>
          </w:p>
        </w:tc>
        <w:tc>
          <w:tcPr>
            <w:tcW w:w="2146" w:type="dxa"/>
            <w:shd w:val="clear" w:color="auto" w:fill="FFFFFF" w:themeFill="background1"/>
          </w:tcPr>
          <w:p w14:paraId="61A8C5E1" w14:textId="77777777" w:rsidR="00A72A09" w:rsidRDefault="00A72A09" w:rsidP="00A72A09">
            <w:pPr>
              <w:pStyle w:val="TableText"/>
            </w:pPr>
            <w:r>
              <w:t>liaison de réseau étendu BR1-BR2</w:t>
            </w:r>
          </w:p>
        </w:tc>
      </w:tr>
      <w:tr w:rsidR="00A72A09" w14:paraId="316501E0" w14:textId="77777777" w:rsidTr="00E04080">
        <w:tc>
          <w:tcPr>
            <w:tcW w:w="1977" w:type="dxa"/>
            <w:tcBorders>
              <w:top w:val="nil"/>
            </w:tcBorders>
            <w:shd w:val="clear" w:color="auto" w:fill="FFFFFF" w:themeFill="background1"/>
          </w:tcPr>
          <w:p w14:paraId="285BE45C" w14:textId="77777777" w:rsidR="00A72A09" w:rsidRDefault="00A72A09" w:rsidP="00A72A09">
            <w:pPr>
              <w:pStyle w:val="ConfigWindow"/>
            </w:pPr>
            <w:r>
              <w:t>BR2</w:t>
            </w:r>
          </w:p>
        </w:tc>
        <w:tc>
          <w:tcPr>
            <w:tcW w:w="1620" w:type="dxa"/>
            <w:shd w:val="clear" w:color="auto" w:fill="FFFFFF" w:themeFill="background1"/>
          </w:tcPr>
          <w:p w14:paraId="68546341" w14:textId="77777777" w:rsidR="00A72A09" w:rsidRDefault="00A72A09" w:rsidP="00A72A09">
            <w:pPr>
              <w:pStyle w:val="TableText"/>
            </w:pPr>
            <w:r>
              <w:t>G0/0/1</w:t>
            </w:r>
          </w:p>
        </w:tc>
        <w:tc>
          <w:tcPr>
            <w:tcW w:w="2160" w:type="dxa"/>
            <w:shd w:val="clear" w:color="auto" w:fill="FFFFFF" w:themeFill="background1"/>
          </w:tcPr>
          <w:p w14:paraId="0870998C" w14:textId="2CA5D42E" w:rsidR="00A72A09" w:rsidRPr="00C00C34" w:rsidRDefault="00A72A09" w:rsidP="00C00C34">
            <w:pPr>
              <w:pStyle w:val="TableAnswer"/>
              <w:rPr>
                <w:rStyle w:val="AnswerGray"/>
              </w:rPr>
            </w:pPr>
          </w:p>
        </w:tc>
        <w:tc>
          <w:tcPr>
            <w:tcW w:w="2070" w:type="dxa"/>
            <w:shd w:val="clear" w:color="auto" w:fill="FFFFFF" w:themeFill="background1"/>
          </w:tcPr>
          <w:p w14:paraId="62BF36AC" w14:textId="2FA373FF" w:rsidR="00A72A09" w:rsidRPr="00C00C34" w:rsidRDefault="00A72A09" w:rsidP="00C00C34">
            <w:pPr>
              <w:pStyle w:val="TableAnswer"/>
              <w:rPr>
                <w:rStyle w:val="AnswerGray"/>
              </w:rPr>
            </w:pPr>
          </w:p>
        </w:tc>
        <w:tc>
          <w:tcPr>
            <w:tcW w:w="2146" w:type="dxa"/>
            <w:shd w:val="clear" w:color="auto" w:fill="FFFFFF" w:themeFill="background1"/>
          </w:tcPr>
          <w:p w14:paraId="5CA141C5" w14:textId="77777777" w:rsidR="00A72A09" w:rsidRDefault="00A72A09" w:rsidP="00A72A09">
            <w:pPr>
              <w:pStyle w:val="TableText"/>
            </w:pPr>
            <w:r>
              <w:t>25 LAN hôte</w:t>
            </w:r>
          </w:p>
        </w:tc>
      </w:tr>
    </w:tbl>
    <w:p w14:paraId="4C359249" w14:textId="77777777" w:rsidR="000107AE" w:rsidRDefault="000107AE" w:rsidP="00764D9D">
      <w:pPr>
        <w:pStyle w:val="ConfigWindow"/>
      </w:pPr>
      <w:r>
        <w:t>Ligne vierge - aucune information supplémentaire</w:t>
      </w:r>
    </w:p>
    <w:p w14:paraId="0B05CA04" w14:textId="1FD21DE6" w:rsidR="00A72A09" w:rsidRDefault="00A72A09" w:rsidP="00A72A09">
      <w:pPr>
        <w:pStyle w:val="Heading2"/>
      </w:pPr>
      <w:r>
        <w:t>Câbler et configurer le réseau IPv4</w:t>
      </w:r>
    </w:p>
    <w:p w14:paraId="7823B48C" w14:textId="1DDFB4FE" w:rsidR="00A72A09" w:rsidRDefault="00A72A09" w:rsidP="00A72A09">
      <w:pPr>
        <w:pStyle w:val="BodyTextL25"/>
      </w:pPr>
      <w:r>
        <w:t>Dans cette partie, vous allez câbler le réseau pour qu'il corresponde à la topologie. Vous allez configurer les trois routeurs en utilisant le schéma d'adressage VLSM que vous avez développé à la 2e partie.</w:t>
      </w:r>
    </w:p>
    <w:p w14:paraId="45A8870D" w14:textId="58BF1EE3" w:rsidR="007C2F18" w:rsidRDefault="00A72A09" w:rsidP="007C2F18">
      <w:pPr>
        <w:pStyle w:val="Heading3"/>
      </w:pPr>
      <w:r>
        <w:t>Câblez le réseau.</w:t>
      </w:r>
    </w:p>
    <w:p w14:paraId="0600D4F2" w14:textId="3D468F44" w:rsidR="007C2F18" w:rsidRDefault="007C2F18" w:rsidP="007C2F18">
      <w:pPr>
        <w:pStyle w:val="SubStepAlpha"/>
      </w:pPr>
      <w:r>
        <w:t>Dans le placard de câblage principal, cliquez et faites glisser les routeurs et les commutateurs de l'étagère d'inventaire vers le rack.</w:t>
      </w:r>
    </w:p>
    <w:p w14:paraId="64799668" w14:textId="10AADA92" w:rsidR="007C2F18" w:rsidRPr="007C2F18" w:rsidRDefault="005424CF" w:rsidP="007C2F18">
      <w:pPr>
        <w:pStyle w:val="SubStepAlpha"/>
      </w:pPr>
      <w:r>
        <w:t>Connectez les appareils réseau représentés dans la topologie, puis mettez-les tous sous tension comme nécessaires.</w:t>
      </w:r>
    </w:p>
    <w:p w14:paraId="7A31A19D" w14:textId="072E9D48" w:rsidR="00A72A09" w:rsidRDefault="00A72A09" w:rsidP="00A72A09">
      <w:pPr>
        <w:pStyle w:val="Heading3"/>
      </w:pPr>
      <w:r>
        <w:t>Configurez les paramètres de base sur chaque routeur.</w:t>
      </w:r>
    </w:p>
    <w:p w14:paraId="37A62C5A" w14:textId="31534C8A" w:rsidR="007E3B26" w:rsidRDefault="005424CF" w:rsidP="007E3B26">
      <w:pPr>
        <w:pStyle w:val="SubStepAlpha"/>
      </w:pPr>
      <w:r>
        <w:t>Établir une connexion console entre un routeur et le PC sur la table.</w:t>
      </w:r>
    </w:p>
    <w:p w14:paraId="63AC2937" w14:textId="6882E5A9" w:rsidR="007E3B26" w:rsidRDefault="00FB6688" w:rsidP="007E3B26">
      <w:pPr>
        <w:pStyle w:val="SubStepAlpha"/>
      </w:pPr>
      <w:r>
        <w:t>À partir de la fenêtre du terminal sur le PC, établissez une session de terminal sur le routeur.</w:t>
      </w:r>
    </w:p>
    <w:p w14:paraId="5D11F553" w14:textId="77777777" w:rsidR="00A72A09" w:rsidRPr="000A50D5" w:rsidRDefault="00A72A09" w:rsidP="00A72A09">
      <w:pPr>
        <w:pStyle w:val="ConfigWindow"/>
      </w:pPr>
      <w:r>
        <w:t>Ouvrez la fenêtre de configuration.</w:t>
      </w:r>
    </w:p>
    <w:p w14:paraId="14FD6392" w14:textId="679C722A" w:rsidR="00A72A09" w:rsidRDefault="00A72A09" w:rsidP="00A72A09">
      <w:pPr>
        <w:pStyle w:val="SubStepAlpha"/>
        <w:spacing w:before="0"/>
      </w:pPr>
      <w:r>
        <w:t>Attribuez le nom de périphérique correct à chacun des deux routeurs.</w:t>
      </w:r>
    </w:p>
    <w:p w14:paraId="1609EDB7" w14:textId="77777777" w:rsidR="00A72A09" w:rsidRDefault="00A72A09" w:rsidP="00A72A09">
      <w:pPr>
        <w:pStyle w:val="SubStepAlpha"/>
      </w:pPr>
      <w:r>
        <w:t xml:space="preserve">Attribuez le mot de passe chiffré d'exécution privilégié </w:t>
      </w:r>
      <w:r w:rsidRPr="00CC60E2">
        <w:rPr>
          <w:rStyle w:val="DnT"/>
        </w:rPr>
        <w:t>class</w:t>
      </w:r>
      <w:r>
        <w:t xml:space="preserve"> sur les deux routeurs.</w:t>
      </w:r>
    </w:p>
    <w:p w14:paraId="495ABEA2" w14:textId="77777777" w:rsidR="00A72A09" w:rsidRDefault="00A72A09" w:rsidP="00A72A09">
      <w:pPr>
        <w:pStyle w:val="SubStepAlpha"/>
      </w:pPr>
      <w:r>
        <w:t xml:space="preserve">Attribuez le mot de passe de console </w:t>
      </w:r>
      <w:r w:rsidRPr="00CC60E2">
        <w:rPr>
          <w:rStyle w:val="DnT"/>
        </w:rPr>
        <w:t>cisco</w:t>
      </w:r>
      <w:r>
        <w:t xml:space="preserve"> et activez la connexion sur les routeurs.</w:t>
      </w:r>
    </w:p>
    <w:p w14:paraId="633B34D8" w14:textId="67F9288A" w:rsidR="00A72A09" w:rsidRDefault="00A72A09" w:rsidP="00A72A09">
      <w:pPr>
        <w:pStyle w:val="SubStepAlpha"/>
      </w:pPr>
      <w:r>
        <w:t xml:space="preserve">Attribuer </w:t>
      </w:r>
      <w:r w:rsidRPr="00CC60E2">
        <w:rPr>
          <w:rStyle w:val="DnT"/>
        </w:rPr>
        <w:t>cisco</w:t>
      </w:r>
      <w:r>
        <w:t xml:space="preserve"> comme mot de passe vty et activer le login pour les routeurs.</w:t>
      </w:r>
    </w:p>
    <w:p w14:paraId="14353C93" w14:textId="77777777" w:rsidR="00A72A09" w:rsidRPr="000F38D3" w:rsidRDefault="00A72A09" w:rsidP="00A72A09">
      <w:pPr>
        <w:pStyle w:val="SubStepAlpha"/>
        <w:rPr>
          <w:lang w:val="en-US"/>
        </w:rPr>
      </w:pPr>
      <w:r w:rsidRPr="000F38D3">
        <w:rPr>
          <w:lang w:val="en-US"/>
        </w:rPr>
        <w:t>Encrypt the plaintext passwords for the routers.</w:t>
      </w:r>
    </w:p>
    <w:p w14:paraId="0138FF1D" w14:textId="77777777" w:rsidR="00A72A09" w:rsidRDefault="00A72A09" w:rsidP="00A72A09">
      <w:pPr>
        <w:pStyle w:val="SubStepAlpha"/>
      </w:pPr>
      <w:r>
        <w:t>Créez une bannière qui avertit quiconque d'accèder au périphérique qu' un accès non autorisé est interdit sur les deux routeurs.</w:t>
      </w:r>
    </w:p>
    <w:p w14:paraId="03B10C91" w14:textId="77777777" w:rsidR="00A72A09" w:rsidRDefault="00A72A09" w:rsidP="00A72A09">
      <w:pPr>
        <w:pStyle w:val="Heading3"/>
      </w:pPr>
      <w:r>
        <w:t>Configurez les interfaces sur chaque routeur.</w:t>
      </w:r>
    </w:p>
    <w:p w14:paraId="3A3BD7A4" w14:textId="77777777" w:rsidR="00A72A09" w:rsidRDefault="00A72A09" w:rsidP="00A72A09">
      <w:pPr>
        <w:pStyle w:val="SubStepAlpha"/>
      </w:pPr>
      <w:r>
        <w:t>Attribuez une adresse IP et un masque de sous-réseau à chaque interface en utilisant le tableau que vous avez complétée à la 2e partie.</w:t>
      </w:r>
    </w:p>
    <w:p w14:paraId="5670CEA9" w14:textId="77777777" w:rsidR="00A72A09" w:rsidRDefault="00A72A09" w:rsidP="00A72A09">
      <w:pPr>
        <w:pStyle w:val="SubStepAlpha"/>
      </w:pPr>
      <w:r>
        <w:t>Configurez une description d'interface pour chaque interface.</w:t>
      </w:r>
    </w:p>
    <w:p w14:paraId="0BAC742C" w14:textId="77777777" w:rsidR="00A72A09" w:rsidRDefault="00A72A09" w:rsidP="00A72A09">
      <w:pPr>
        <w:pStyle w:val="SubStepAlpha"/>
      </w:pPr>
      <w:r>
        <w:t>Activate the interfaces.</w:t>
      </w:r>
    </w:p>
    <w:p w14:paraId="3051C297" w14:textId="77777777" w:rsidR="00A72A09" w:rsidRPr="00055E63" w:rsidRDefault="00A72A09" w:rsidP="00A72A09">
      <w:pPr>
        <w:pStyle w:val="Heading3"/>
      </w:pPr>
      <w:r>
        <w:t>Enregistrez la configuration sur tous les périphériques.</w:t>
      </w:r>
    </w:p>
    <w:p w14:paraId="2A650793" w14:textId="6034B24D" w:rsidR="00A72A09" w:rsidRPr="00055E63" w:rsidRDefault="00A72A09" w:rsidP="00A72A09">
      <w:pPr>
        <w:pStyle w:val="Heading3"/>
      </w:pPr>
      <w:r>
        <w:t>Tester la connectivité</w:t>
      </w:r>
    </w:p>
    <w:p w14:paraId="00E069B3" w14:textId="65CF89AC" w:rsidR="00A72A09" w:rsidRDefault="00A72A09" w:rsidP="00A72A09">
      <w:pPr>
        <w:pStyle w:val="SubStepAlpha"/>
      </w:pPr>
      <w:r>
        <w:t xml:space="preserve">À partir de </w:t>
      </w:r>
      <w:r w:rsidRPr="00CC60E2">
        <w:rPr>
          <w:rStyle w:val="DnT"/>
        </w:rPr>
        <w:t>BR1</w:t>
      </w:r>
      <w:r>
        <w:t>, envoyez une requête ping à l'interface G0/0/0 de BR2.</w:t>
      </w:r>
    </w:p>
    <w:p w14:paraId="3C439C98" w14:textId="251888FE" w:rsidR="00A72A09" w:rsidRDefault="00A72A09" w:rsidP="00A72A09">
      <w:pPr>
        <w:pStyle w:val="SubStepAlpha"/>
      </w:pPr>
      <w:r>
        <w:t xml:space="preserve">À partir de </w:t>
      </w:r>
      <w:r w:rsidRPr="00CC60E2">
        <w:rPr>
          <w:rStyle w:val="DnT"/>
        </w:rPr>
        <w:t>BR2</w:t>
      </w:r>
      <w:r>
        <w:t>, envoyez une requête ping à l'interface G0/0/0 de BR1.</w:t>
      </w:r>
    </w:p>
    <w:p w14:paraId="08DB3F47" w14:textId="77777777" w:rsidR="00A72A09" w:rsidRDefault="00A72A09" w:rsidP="00A72A09">
      <w:pPr>
        <w:pStyle w:val="SubStepAlpha"/>
      </w:pPr>
      <w:r>
        <w:t>Résolvez les problèmes de connectivité en cas d'échec des requêtes ping.</w:t>
      </w:r>
    </w:p>
    <w:p w14:paraId="5E172D61" w14:textId="77777777" w:rsidR="00A72A09" w:rsidRDefault="00A72A09" w:rsidP="00A72A09">
      <w:pPr>
        <w:pStyle w:val="ConfigWindow"/>
        <w:numPr>
          <w:ilvl w:val="0"/>
          <w:numId w:val="5"/>
        </w:numPr>
      </w:pPr>
      <w:r>
        <w:t>Fermez la fenêtre de configuration.</w:t>
      </w:r>
    </w:p>
    <w:p w14:paraId="3A34D0FC" w14:textId="77777777" w:rsidR="00A72A09" w:rsidRPr="003D30B4" w:rsidRDefault="00A72A09" w:rsidP="00A72A09">
      <w:pPr>
        <w:pStyle w:val="BodyTextL25"/>
      </w:pPr>
      <w:r>
        <w:rPr>
          <w:b/>
        </w:rPr>
        <w:t>Remarque</w:t>
      </w:r>
      <w:r>
        <w:t>: les requêtes ping envoyées aux interfaces GigabitEthernet du réseau local n'aboutiront pas sur les autres routeurs . Un protocole de routage doit être en place pour que les autres périphériques soient informés de ces sous-réseaux. Les interfaces GigabitEthernet doivent également être activées (état up/up) pour qu'un protocole de routage puisse ajouter les sous-réseaux à la table de routage. Dans ce TP, l'accent sera porté sur VLSM et sur la configuration des interfaces.</w:t>
      </w:r>
    </w:p>
    <w:p w14:paraId="174218DC" w14:textId="77777777" w:rsidR="00A72A09" w:rsidRDefault="00A72A09" w:rsidP="00A72A09">
      <w:pPr>
        <w:pStyle w:val="Heading1"/>
      </w:pPr>
      <w:r>
        <w:t>Question de réflexion</w:t>
      </w:r>
    </w:p>
    <w:p w14:paraId="5DC06412" w14:textId="77777777" w:rsidR="00A72A09" w:rsidRDefault="00A72A09" w:rsidP="00A72A09">
      <w:pPr>
        <w:pStyle w:val="BodyTextL25"/>
      </w:pPr>
      <w:r>
        <w:t>Pouvez-vous indiquer un raccourci permettant de calculer les adresses réseau de sous-réseaux /30 consécutifs?</w:t>
      </w:r>
    </w:p>
    <w:p w14:paraId="38CBF090" w14:textId="77777777" w:rsidR="00A72A09" w:rsidRDefault="00A72A09" w:rsidP="00A72A09">
      <w:pPr>
        <w:pStyle w:val="AnswerLineL25"/>
      </w:pPr>
      <w:r>
        <w:t>Saisissez vos réponses ici</w:t>
      </w:r>
    </w:p>
    <w:p w14:paraId="26240BD4" w14:textId="64E09A36" w:rsidR="00A72A09" w:rsidRPr="00A72A09" w:rsidRDefault="000107AE" w:rsidP="00A72A09">
      <w:pPr>
        <w:pStyle w:val="ConfigWindow"/>
      </w:pPr>
      <w:r>
        <w:t>Fin du document</w:t>
      </w:r>
    </w:p>
    <w:sectPr w:rsidR="00A72A09" w:rsidRPr="00A72A09"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A4725A" w14:textId="77777777" w:rsidR="00C04D34" w:rsidRDefault="00C04D34" w:rsidP="00710659">
      <w:pPr>
        <w:spacing w:after="0" w:line="240" w:lineRule="auto"/>
      </w:pPr>
      <w:r>
        <w:separator/>
      </w:r>
    </w:p>
    <w:p w14:paraId="29C3EB9F" w14:textId="77777777" w:rsidR="00C04D34" w:rsidRDefault="00C04D34"/>
  </w:endnote>
  <w:endnote w:type="continuationSeparator" w:id="0">
    <w:p w14:paraId="29107451" w14:textId="77777777" w:rsidR="00C04D34" w:rsidRDefault="00C04D34" w:rsidP="00710659">
      <w:pPr>
        <w:spacing w:after="0" w:line="240" w:lineRule="auto"/>
      </w:pPr>
      <w:r>
        <w:continuationSeparator/>
      </w:r>
    </w:p>
    <w:p w14:paraId="774AFEA5" w14:textId="77777777" w:rsidR="00C04D34" w:rsidRDefault="00C04D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0D880" w14:textId="77777777" w:rsidR="000F38D3" w:rsidRDefault="000F38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C9F12" w14:textId="76D0B906" w:rsidR="00A72A09" w:rsidRPr="00882B63" w:rsidRDefault="00A72A09"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w:t>
    </w:r>
    <w:r w:rsidR="000F38D3">
      <w:t>–</w:t>
    </w:r>
    <w:r>
      <w:t xml:space="preserve"> </w:t>
    </w:r>
    <w:r w:rsidR="000F38D3">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2327D" w14:textId="040D6DC4" w:rsidR="00A72A09" w:rsidRPr="00882B63" w:rsidRDefault="00A72A09"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w:t>
    </w:r>
    <w:r w:rsidR="000F38D3">
      <w:t>–</w:t>
    </w:r>
    <w:r>
      <w:t xml:space="preserve"> </w:t>
    </w:r>
    <w:r w:rsidR="000F38D3">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F89F2B" w14:textId="77777777" w:rsidR="00C04D34" w:rsidRDefault="00C04D34" w:rsidP="00710659">
      <w:pPr>
        <w:spacing w:after="0" w:line="240" w:lineRule="auto"/>
      </w:pPr>
      <w:r>
        <w:separator/>
      </w:r>
    </w:p>
    <w:p w14:paraId="37FEFBF4" w14:textId="77777777" w:rsidR="00C04D34" w:rsidRDefault="00C04D34"/>
  </w:footnote>
  <w:footnote w:type="continuationSeparator" w:id="0">
    <w:p w14:paraId="4CDDDA87" w14:textId="77777777" w:rsidR="00C04D34" w:rsidRDefault="00C04D34" w:rsidP="00710659">
      <w:pPr>
        <w:spacing w:after="0" w:line="240" w:lineRule="auto"/>
      </w:pPr>
      <w:r>
        <w:continuationSeparator/>
      </w:r>
    </w:p>
    <w:p w14:paraId="761551D2" w14:textId="77777777" w:rsidR="00C04D34" w:rsidRDefault="00C04D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E151E" w14:textId="77777777" w:rsidR="000F38D3" w:rsidRDefault="000F3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C9F52824FC2A490492897BE4D5A6BB11"/>
      </w:placeholder>
      <w:dataBinding w:prefixMappings="xmlns:ns0='http://purl.org/dc/elements/1.1/' xmlns:ns1='http://schemas.openxmlformats.org/package/2006/metadata/core-properties' " w:xpath="/ns1:coreProperties[1]/ns0:title[1]" w:storeItemID="{6C3C8BC8-F283-45AE-878A-BAB7291924A1}"/>
      <w:text/>
    </w:sdtPr>
    <w:sdtEndPr/>
    <w:sdtContent>
      <w:p w14:paraId="0EE38FDE" w14:textId="16AFCC09" w:rsidR="00A72A09" w:rsidRDefault="00FD23AD" w:rsidP="008402F2">
        <w:pPr>
          <w:pStyle w:val="PageHead"/>
        </w:pPr>
        <w:r>
          <w:t>Packet Tracer - Concevoir et mettre en œuvre un système d'adressage VLSM - Mode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BA10D" w14:textId="77777777" w:rsidR="00A72A09" w:rsidRDefault="00A72A09" w:rsidP="006C3FCF">
    <w:pPr>
      <w:ind w:left="-288"/>
    </w:pPr>
    <w:r>
      <w:rPr>
        <w:noProof/>
      </w:rPr>
      <w:drawing>
        <wp:inline distT="0" distB="0" distL="0" distR="0" wp14:anchorId="3B7681DC" wp14:editId="4C60A6B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F440D"/>
    <w:multiLevelType w:val="multilevel"/>
    <w:tmpl w:val="7398136E"/>
    <w:lvl w:ilvl="0">
      <w:start w:val="1"/>
      <w:numFmt w:val="decimal"/>
      <w:suff w:val="space"/>
      <w:lvlText w:val="Partie %1 :"/>
      <w:lvlJc w:val="left"/>
      <w:pPr>
        <w:ind w:left="0" w:firstLine="0"/>
      </w:pPr>
      <w:rPr>
        <w:rFonts w:hint="default"/>
      </w:rPr>
    </w:lvl>
    <w:lvl w:ilvl="1">
      <w:start w:val="1"/>
      <w:numFmt w:val="decimal"/>
      <w:suff w:val="space"/>
      <w:lvlText w:val="Tâche %2 :"/>
      <w:lvlJc w:val="left"/>
      <w:pPr>
        <w:ind w:left="0" w:firstLine="0"/>
      </w:pPr>
      <w:rPr>
        <w:rFonts w:hint="default"/>
      </w:rPr>
    </w:lvl>
    <w:lvl w:ilvl="2">
      <w:start w:val="1"/>
      <w:numFmt w:val="decimal"/>
      <w:suff w:val="space"/>
      <w:lvlText w:val="Étape %3 :"/>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7398136E"/>
    <w:styleLink w:val="PartStepSubStepList"/>
    <w:lvl w:ilvl="0">
      <w:start w:val="1"/>
      <w:numFmt w:val="decimal"/>
      <w:suff w:val="space"/>
      <w:lvlText w:val="Partie %1 :"/>
      <w:lvlJc w:val="left"/>
      <w:pPr>
        <w:ind w:left="0" w:firstLine="0"/>
      </w:pPr>
      <w:rPr>
        <w:rFonts w:hint="default"/>
      </w:rPr>
    </w:lvl>
    <w:lvl w:ilvl="1">
      <w:start w:val="1"/>
      <w:numFmt w:val="decimal"/>
      <w:suff w:val="space"/>
      <w:lvlText w:val="Tâche %2 :"/>
      <w:lvlJc w:val="left"/>
      <w:pPr>
        <w:ind w:left="0" w:firstLine="0"/>
      </w:pPr>
      <w:rPr>
        <w:rFonts w:hint="default"/>
      </w:rPr>
    </w:lvl>
    <w:lvl w:ilvl="2">
      <w:start w:val="1"/>
      <w:numFmt w:val="decimal"/>
      <w:suff w:val="space"/>
      <w:lvlText w:val="Étape %3 :"/>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7"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4788696B"/>
    <w:multiLevelType w:val="multilevel"/>
    <w:tmpl w:val="7398136E"/>
    <w:lvl w:ilvl="0">
      <w:start w:val="1"/>
      <w:numFmt w:val="decimal"/>
      <w:suff w:val="space"/>
      <w:lvlText w:val="Partie %1 :"/>
      <w:lvlJc w:val="left"/>
      <w:pPr>
        <w:ind w:left="0" w:firstLine="0"/>
      </w:pPr>
      <w:rPr>
        <w:rFonts w:hint="default"/>
      </w:rPr>
    </w:lvl>
    <w:lvl w:ilvl="1">
      <w:start w:val="1"/>
      <w:numFmt w:val="decimal"/>
      <w:suff w:val="space"/>
      <w:lvlText w:val="Tâche %2 :"/>
      <w:lvlJc w:val="left"/>
      <w:pPr>
        <w:ind w:left="0" w:firstLine="0"/>
      </w:pPr>
      <w:rPr>
        <w:rFonts w:hint="default"/>
      </w:rPr>
    </w:lvl>
    <w:lvl w:ilvl="2">
      <w:start w:val="1"/>
      <w:numFmt w:val="decimal"/>
      <w:suff w:val="space"/>
      <w:lvlText w:val="Étape %3 :"/>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87378D2"/>
    <w:multiLevelType w:val="multilevel"/>
    <w:tmpl w:val="9B0EDB76"/>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6"/>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1"/>
  </w:num>
  <w:num w:numId="7">
    <w:abstractNumId w:val="2"/>
  </w:num>
  <w:num w:numId="8">
    <w:abstractNumId w:val="7"/>
    <w:lvlOverride w:ilvl="0">
      <w:lvl w:ilvl="0">
        <w:start w:val="1"/>
        <w:numFmt w:val="decimal"/>
        <w:lvlText w:val="Partie %1 :"/>
        <w:lvlJc w:val="left"/>
        <w:pPr>
          <w:tabs>
            <w:tab w:val="num" w:pos="1152"/>
          </w:tabs>
          <w:ind w:left="1152" w:hanging="792"/>
        </w:pPr>
        <w:rPr>
          <w:rFonts w:hint="default"/>
        </w:rPr>
      </w:lvl>
    </w:lvlOverride>
  </w:num>
  <w:num w:numId="9">
    <w:abstractNumId w:val="6"/>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b/>
          <w:bCs w:val="0"/>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tabs>
            <w:tab w:val="num" w:pos="1440"/>
          </w:tabs>
          <w:ind w:left="1440" w:hanging="360"/>
        </w:pPr>
        <w:rPr>
          <w:rFonts w:hint="default"/>
        </w:rPr>
      </w:lvl>
    </w:lvlOverride>
    <w:lvlOverride w:ilvl="6">
      <w:lvl w:ilvl="6">
        <w:start w:val="1"/>
        <w:numFmt w:val="decimal"/>
        <w:lvlText w:val="%7."/>
        <w:lvlJc w:val="left"/>
        <w:pPr>
          <w:tabs>
            <w:tab w:val="num" w:pos="1800"/>
          </w:tabs>
          <w:ind w:left="1800" w:hanging="360"/>
        </w:pPr>
        <w:rPr>
          <w:rFonts w:hint="default"/>
        </w:rPr>
      </w:lvl>
    </w:lvlOverride>
    <w:lvlOverride w:ilvl="7">
      <w:lvl w:ilvl="7">
        <w:start w:val="1"/>
        <w:numFmt w:val="lowerLetter"/>
        <w:lvlText w:val="%8."/>
        <w:lvlJc w:val="left"/>
        <w:pPr>
          <w:tabs>
            <w:tab w:val="num" w:pos="2160"/>
          </w:tabs>
          <w:ind w:left="2160" w:hanging="360"/>
        </w:pPr>
        <w:rPr>
          <w:rFonts w:hint="default"/>
        </w:rPr>
      </w:lvl>
    </w:lvlOverride>
    <w:lvlOverride w:ilvl="8">
      <w:lvl w:ilvl="8">
        <w:start w:val="1"/>
        <w:numFmt w:val="lowerRoman"/>
        <w:lvlText w:val="%9."/>
        <w:lvlJc w:val="left"/>
        <w:pPr>
          <w:tabs>
            <w:tab w:val="num" w:pos="2520"/>
          </w:tabs>
          <w:ind w:left="2520" w:hanging="360"/>
        </w:pPr>
        <w:rPr>
          <w:rFonts w:hint="default"/>
        </w:rPr>
      </w:lvl>
    </w:lvlOverride>
  </w:num>
  <w:num w:numId="10">
    <w:abstractNumId w:val="1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 w:ilvl="0">
        <w:start w:val="1"/>
        <w:numFmt w:val="bullet"/>
        <w:pStyle w:val="Bulletlevel1"/>
        <w:lvlText w:val=""/>
        <w:lvlJc w:val="left"/>
        <w:pPr>
          <w:ind w:left="720" w:hanging="360"/>
        </w:pPr>
        <w:rPr>
          <w:rFonts w:ascii="Webdings" w:hAnsi="Webdings" w:hint="default"/>
          <w:sz w:val="12"/>
          <w:szCs w:val="12"/>
        </w:rPr>
      </w:lvl>
    </w:lvlOverride>
  </w:num>
  <w:num w:numId="13">
    <w:abstractNumId w:val="12"/>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12"/>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12"/>
  </w:num>
  <w:num w:numId="16">
    <w:abstractNumId w:val="12"/>
  </w:num>
  <w:num w:numId="17">
    <w:abstractNumId w:val="9"/>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abstractNumId w:val="9"/>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9">
    <w:abstractNumId w:val="9"/>
  </w:num>
  <w:num w:numId="20">
    <w:abstractNumId w:val="9"/>
  </w:num>
  <w:num w:numId="21">
    <w:abstractNumId w:val="0"/>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0"/>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3">
    <w:abstractNumId w:val="0"/>
  </w:num>
  <w:num w:numId="24">
    <w:abstractNumId w:val="0"/>
  </w:num>
  <w:num w:numId="25">
    <w:abstractNumId w:val="6"/>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lowerLetter"/>
        <w:pStyle w:val="Heading3"/>
        <w:lvlText w:val="%3."/>
        <w:lvlJc w:val="left"/>
        <w:pPr>
          <w:tabs>
            <w:tab w:val="num" w:pos="720"/>
          </w:tabs>
          <w:ind w:left="720" w:hanging="360"/>
        </w:pPr>
        <w:rPr>
          <w:rFonts w:hint="default"/>
          <w:b w:val="0"/>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tabs>
            <w:tab w:val="num" w:pos="1440"/>
          </w:tabs>
          <w:ind w:left="1440" w:hanging="360"/>
        </w:pPr>
        <w:rPr>
          <w:rFonts w:hint="default"/>
        </w:rPr>
      </w:lvl>
    </w:lvlOverride>
    <w:lvlOverride w:ilvl="6">
      <w:lvl w:ilvl="6">
        <w:start w:val="1"/>
        <w:numFmt w:val="decimal"/>
        <w:lvlText w:val="%7."/>
        <w:lvlJc w:val="left"/>
        <w:pPr>
          <w:tabs>
            <w:tab w:val="num" w:pos="1800"/>
          </w:tabs>
          <w:ind w:left="1800" w:hanging="360"/>
        </w:pPr>
        <w:rPr>
          <w:rFonts w:hint="default"/>
        </w:rPr>
      </w:lvl>
    </w:lvlOverride>
    <w:lvlOverride w:ilvl="7">
      <w:lvl w:ilvl="7">
        <w:start w:val="1"/>
        <w:numFmt w:val="lowerLetter"/>
        <w:lvlText w:val="%8."/>
        <w:lvlJc w:val="left"/>
        <w:pPr>
          <w:tabs>
            <w:tab w:val="num" w:pos="2160"/>
          </w:tabs>
          <w:ind w:left="2160" w:hanging="360"/>
        </w:pPr>
        <w:rPr>
          <w:rFonts w:hint="default"/>
        </w:rPr>
      </w:lvl>
    </w:lvlOverride>
    <w:lvlOverride w:ilvl="8">
      <w:lvl w:ilvl="8">
        <w:start w:val="1"/>
        <w:numFmt w:val="lowerRoman"/>
        <w:lvlText w:val="%9."/>
        <w:lvlJc w:val="left"/>
        <w:pPr>
          <w:tabs>
            <w:tab w:val="num" w:pos="2520"/>
          </w:tabs>
          <w:ind w:left="2520" w:hanging="360"/>
        </w:pPr>
        <w:rPr>
          <w:rFonts w:hint="default"/>
        </w:rPr>
      </w:lvl>
    </w:lvlOverride>
  </w:num>
  <w:num w:numId="26">
    <w:abstractNumId w:val="5"/>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5"/>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8">
    <w:abstractNumId w:val="5"/>
  </w:num>
  <w:num w:numId="29">
    <w:abstractNumId w:val="5"/>
  </w:num>
  <w:num w:numId="30">
    <w:abstractNumId w:val="3"/>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3"/>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2">
    <w:abstractNumId w:val="3"/>
  </w:num>
  <w:num w:numId="33">
    <w:abstractNumId w:val="3"/>
  </w:num>
  <w:num w:numId="34">
    <w:abstractNumId w:val="10"/>
    <w:lvlOverride w:ilvl="0">
      <w:lvl w:ilvl="0">
        <w:start w:val="1"/>
        <w:numFmt w:val="bullet"/>
        <w:pStyle w:val="Bulletlevel1"/>
        <w:lvlText w:val=""/>
        <w:lvlJc w:val="left"/>
        <w:pPr>
          <w:ind w:left="720" w:hanging="360"/>
        </w:pPr>
        <w:rPr>
          <w:rFonts w:ascii="Webdings" w:hAnsi="Webdings" w:hint="default"/>
          <w:sz w:val="14"/>
          <w:szCs w:val="14"/>
        </w:rPr>
      </w:lvl>
    </w:lvlOverride>
  </w:num>
  <w:num w:numId="3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09"/>
    <w:rsid w:val="00001BDF"/>
    <w:rsid w:val="0000380F"/>
    <w:rsid w:val="00004175"/>
    <w:rsid w:val="000059C9"/>
    <w:rsid w:val="000107AE"/>
    <w:rsid w:val="00012C22"/>
    <w:rsid w:val="000160F7"/>
    <w:rsid w:val="00016D5B"/>
    <w:rsid w:val="00016F30"/>
    <w:rsid w:val="0002047C"/>
    <w:rsid w:val="00021A85"/>
    <w:rsid w:val="00021B9A"/>
    <w:rsid w:val="000242D6"/>
    <w:rsid w:val="00024EE5"/>
    <w:rsid w:val="00032FE6"/>
    <w:rsid w:val="00041AF6"/>
    <w:rsid w:val="00044E62"/>
    <w:rsid w:val="000502E6"/>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A2A30"/>
    <w:rsid w:val="000B2344"/>
    <w:rsid w:val="000B7DE5"/>
    <w:rsid w:val="000C2118"/>
    <w:rsid w:val="000C333E"/>
    <w:rsid w:val="000C5EF2"/>
    <w:rsid w:val="000C6425"/>
    <w:rsid w:val="000C6E6E"/>
    <w:rsid w:val="000C7B7D"/>
    <w:rsid w:val="000D55B4"/>
    <w:rsid w:val="000E65F0"/>
    <w:rsid w:val="000F072C"/>
    <w:rsid w:val="000F2074"/>
    <w:rsid w:val="000F31D7"/>
    <w:rsid w:val="000F38D3"/>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850"/>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A7E4F"/>
    <w:rsid w:val="001B67D8"/>
    <w:rsid w:val="001B6F95"/>
    <w:rsid w:val="001C05A1"/>
    <w:rsid w:val="001C1D9E"/>
    <w:rsid w:val="001C5998"/>
    <w:rsid w:val="001C7C3B"/>
    <w:rsid w:val="001D5B6F"/>
    <w:rsid w:val="001E0AB8"/>
    <w:rsid w:val="001E3777"/>
    <w:rsid w:val="001E38E0"/>
    <w:rsid w:val="001E4E72"/>
    <w:rsid w:val="001E62B3"/>
    <w:rsid w:val="001E6424"/>
    <w:rsid w:val="001F0171"/>
    <w:rsid w:val="001F0D77"/>
    <w:rsid w:val="001F643A"/>
    <w:rsid w:val="001F7DD8"/>
    <w:rsid w:val="00201928"/>
    <w:rsid w:val="00202E62"/>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100"/>
    <w:rsid w:val="002F45FF"/>
    <w:rsid w:val="002F4E9B"/>
    <w:rsid w:val="002F66D3"/>
    <w:rsid w:val="002F6D17"/>
    <w:rsid w:val="00301272"/>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0E71"/>
    <w:rsid w:val="0035469B"/>
    <w:rsid w:val="003559CC"/>
    <w:rsid w:val="00355D4B"/>
    <w:rsid w:val="003569D7"/>
    <w:rsid w:val="003608AC"/>
    <w:rsid w:val="003626B7"/>
    <w:rsid w:val="00363A23"/>
    <w:rsid w:val="0036440C"/>
    <w:rsid w:val="0036465A"/>
    <w:rsid w:val="00382E63"/>
    <w:rsid w:val="00386D65"/>
    <w:rsid w:val="00390C38"/>
    <w:rsid w:val="00392748"/>
    <w:rsid w:val="00392C65"/>
    <w:rsid w:val="00392ED5"/>
    <w:rsid w:val="003A19DC"/>
    <w:rsid w:val="003A1B45"/>
    <w:rsid w:val="003A220C"/>
    <w:rsid w:val="003A50D3"/>
    <w:rsid w:val="003B256A"/>
    <w:rsid w:val="003B46FC"/>
    <w:rsid w:val="003B5767"/>
    <w:rsid w:val="003B7605"/>
    <w:rsid w:val="003C08AA"/>
    <w:rsid w:val="003C2A7B"/>
    <w:rsid w:val="003C49EF"/>
    <w:rsid w:val="003C6BCA"/>
    <w:rsid w:val="003C7902"/>
    <w:rsid w:val="003D0BFF"/>
    <w:rsid w:val="003D6EF1"/>
    <w:rsid w:val="003E2806"/>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298C"/>
    <w:rsid w:val="0042385C"/>
    <w:rsid w:val="00426FA5"/>
    <w:rsid w:val="00431654"/>
    <w:rsid w:val="00434926"/>
    <w:rsid w:val="00443ACE"/>
    <w:rsid w:val="00443B07"/>
    <w:rsid w:val="00444217"/>
    <w:rsid w:val="004478F4"/>
    <w:rsid w:val="00450F7A"/>
    <w:rsid w:val="00452C6D"/>
    <w:rsid w:val="00455E0B"/>
    <w:rsid w:val="0045724D"/>
    <w:rsid w:val="00457934"/>
    <w:rsid w:val="00462B9F"/>
    <w:rsid w:val="004648E1"/>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91"/>
    <w:rsid w:val="004D01F2"/>
    <w:rsid w:val="004D2CED"/>
    <w:rsid w:val="004D31C8"/>
    <w:rsid w:val="004D3339"/>
    <w:rsid w:val="004D353F"/>
    <w:rsid w:val="004D36D7"/>
    <w:rsid w:val="004D682B"/>
    <w:rsid w:val="004E6152"/>
    <w:rsid w:val="004F344A"/>
    <w:rsid w:val="004F4EC3"/>
    <w:rsid w:val="00504D52"/>
    <w:rsid w:val="00504ED4"/>
    <w:rsid w:val="00510639"/>
    <w:rsid w:val="00511791"/>
    <w:rsid w:val="005139BE"/>
    <w:rsid w:val="00516142"/>
    <w:rsid w:val="0051681C"/>
    <w:rsid w:val="00520027"/>
    <w:rsid w:val="0052093C"/>
    <w:rsid w:val="00521B31"/>
    <w:rsid w:val="00522469"/>
    <w:rsid w:val="0052400A"/>
    <w:rsid w:val="00536277"/>
    <w:rsid w:val="00536F43"/>
    <w:rsid w:val="005424CF"/>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A70FA"/>
    <w:rsid w:val="005B2FB3"/>
    <w:rsid w:val="005C6DE5"/>
    <w:rsid w:val="005D2B29"/>
    <w:rsid w:val="005D354A"/>
    <w:rsid w:val="005D3E53"/>
    <w:rsid w:val="005D42F0"/>
    <w:rsid w:val="005D506C"/>
    <w:rsid w:val="005E3235"/>
    <w:rsid w:val="005E4176"/>
    <w:rsid w:val="005E4876"/>
    <w:rsid w:val="005E65B5"/>
    <w:rsid w:val="005F0301"/>
    <w:rsid w:val="005F3AE9"/>
    <w:rsid w:val="006007BB"/>
    <w:rsid w:val="00601DC0"/>
    <w:rsid w:val="006034CB"/>
    <w:rsid w:val="00603503"/>
    <w:rsid w:val="00603C52"/>
    <w:rsid w:val="0061283E"/>
    <w:rsid w:val="006131CE"/>
    <w:rsid w:val="0061336B"/>
    <w:rsid w:val="00617D6E"/>
    <w:rsid w:val="00620ED5"/>
    <w:rsid w:val="00622D61"/>
    <w:rsid w:val="00624198"/>
    <w:rsid w:val="00636C28"/>
    <w:rsid w:val="006428E5"/>
    <w:rsid w:val="0064321A"/>
    <w:rsid w:val="00644928"/>
    <w:rsid w:val="00644958"/>
    <w:rsid w:val="00646F4E"/>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171A"/>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3FF9"/>
    <w:rsid w:val="0073604C"/>
    <w:rsid w:val="007436BF"/>
    <w:rsid w:val="007443E9"/>
    <w:rsid w:val="00745DCE"/>
    <w:rsid w:val="00747F8F"/>
    <w:rsid w:val="00753D89"/>
    <w:rsid w:val="00753DDA"/>
    <w:rsid w:val="00754A6E"/>
    <w:rsid w:val="007550F9"/>
    <w:rsid w:val="007553D8"/>
    <w:rsid w:val="00755C9B"/>
    <w:rsid w:val="007600E4"/>
    <w:rsid w:val="00760FE4"/>
    <w:rsid w:val="007636C2"/>
    <w:rsid w:val="00763D8B"/>
    <w:rsid w:val="00764D9D"/>
    <w:rsid w:val="007657F6"/>
    <w:rsid w:val="00765E47"/>
    <w:rsid w:val="0077125A"/>
    <w:rsid w:val="0077443D"/>
    <w:rsid w:val="0078405B"/>
    <w:rsid w:val="00786F58"/>
    <w:rsid w:val="00787CC1"/>
    <w:rsid w:val="00792F4E"/>
    <w:rsid w:val="0079398D"/>
    <w:rsid w:val="00796C25"/>
    <w:rsid w:val="007A287C"/>
    <w:rsid w:val="007A3B2A"/>
    <w:rsid w:val="007A63AC"/>
    <w:rsid w:val="007B0C9D"/>
    <w:rsid w:val="007B5522"/>
    <w:rsid w:val="007C0EE0"/>
    <w:rsid w:val="007C1B71"/>
    <w:rsid w:val="007C2F18"/>
    <w:rsid w:val="007C2FBB"/>
    <w:rsid w:val="007C7164"/>
    <w:rsid w:val="007C7413"/>
    <w:rsid w:val="007D1984"/>
    <w:rsid w:val="007D2AFE"/>
    <w:rsid w:val="007D71F6"/>
    <w:rsid w:val="007E3264"/>
    <w:rsid w:val="007E3B26"/>
    <w:rsid w:val="007E3FEA"/>
    <w:rsid w:val="007E4087"/>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322C"/>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0600"/>
    <w:rsid w:val="008C286A"/>
    <w:rsid w:val="008C2920"/>
    <w:rsid w:val="008C4307"/>
    <w:rsid w:val="008D23DF"/>
    <w:rsid w:val="008D73BF"/>
    <w:rsid w:val="008D7F09"/>
    <w:rsid w:val="008E00D5"/>
    <w:rsid w:val="008E395E"/>
    <w:rsid w:val="008E5B64"/>
    <w:rsid w:val="008E7DAA"/>
    <w:rsid w:val="008F0094"/>
    <w:rsid w:val="008F03EF"/>
    <w:rsid w:val="008F23B6"/>
    <w:rsid w:val="008F340F"/>
    <w:rsid w:val="00903523"/>
    <w:rsid w:val="00906281"/>
    <w:rsid w:val="0090659A"/>
    <w:rsid w:val="00911080"/>
    <w:rsid w:val="00912500"/>
    <w:rsid w:val="0091350B"/>
    <w:rsid w:val="00915986"/>
    <w:rsid w:val="00917624"/>
    <w:rsid w:val="0092616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3FD5"/>
    <w:rsid w:val="00A0412D"/>
    <w:rsid w:val="00A15DF0"/>
    <w:rsid w:val="00A21211"/>
    <w:rsid w:val="00A2767B"/>
    <w:rsid w:val="00A30F8A"/>
    <w:rsid w:val="00A33890"/>
    <w:rsid w:val="00A34E7F"/>
    <w:rsid w:val="00A46F0A"/>
    <w:rsid w:val="00A46F25"/>
    <w:rsid w:val="00A47CC2"/>
    <w:rsid w:val="00A502BA"/>
    <w:rsid w:val="00A60146"/>
    <w:rsid w:val="00A601A9"/>
    <w:rsid w:val="00A60F6F"/>
    <w:rsid w:val="00A622C4"/>
    <w:rsid w:val="00A6283D"/>
    <w:rsid w:val="00A676FF"/>
    <w:rsid w:val="00A72A09"/>
    <w:rsid w:val="00A73EBA"/>
    <w:rsid w:val="00A754B4"/>
    <w:rsid w:val="00A76665"/>
    <w:rsid w:val="00A76749"/>
    <w:rsid w:val="00A807C1"/>
    <w:rsid w:val="00A82658"/>
    <w:rsid w:val="00A83374"/>
    <w:rsid w:val="00A90417"/>
    <w:rsid w:val="00A90DB6"/>
    <w:rsid w:val="00A96172"/>
    <w:rsid w:val="00A96D52"/>
    <w:rsid w:val="00A97C5F"/>
    <w:rsid w:val="00AB0D6A"/>
    <w:rsid w:val="00AB273F"/>
    <w:rsid w:val="00AB43B3"/>
    <w:rsid w:val="00AB49B9"/>
    <w:rsid w:val="00AB501D"/>
    <w:rsid w:val="00AB758A"/>
    <w:rsid w:val="00AC027E"/>
    <w:rsid w:val="00AC05AB"/>
    <w:rsid w:val="00AC1E7E"/>
    <w:rsid w:val="00AC4CBC"/>
    <w:rsid w:val="00AC507D"/>
    <w:rsid w:val="00AC66E4"/>
    <w:rsid w:val="00AD0118"/>
    <w:rsid w:val="00AD04F2"/>
    <w:rsid w:val="00AD4578"/>
    <w:rsid w:val="00AD5C2A"/>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5637"/>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BF7B87"/>
    <w:rsid w:val="00C00C34"/>
    <w:rsid w:val="00C02A73"/>
    <w:rsid w:val="00C0463B"/>
    <w:rsid w:val="00C04D34"/>
    <w:rsid w:val="00C063D2"/>
    <w:rsid w:val="00C07FD9"/>
    <w:rsid w:val="00C10955"/>
    <w:rsid w:val="00C114C2"/>
    <w:rsid w:val="00C11C4D"/>
    <w:rsid w:val="00C162C0"/>
    <w:rsid w:val="00C1712C"/>
    <w:rsid w:val="00C20634"/>
    <w:rsid w:val="00C212E0"/>
    <w:rsid w:val="00C23E16"/>
    <w:rsid w:val="00C24083"/>
    <w:rsid w:val="00C2735B"/>
    <w:rsid w:val="00C27E37"/>
    <w:rsid w:val="00C32713"/>
    <w:rsid w:val="00C351B8"/>
    <w:rsid w:val="00C410D9"/>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44E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60E2"/>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0B5B"/>
    <w:rsid w:val="00D345AB"/>
    <w:rsid w:val="00D41566"/>
    <w:rsid w:val="00D452F4"/>
    <w:rsid w:val="00D458EC"/>
    <w:rsid w:val="00D501B0"/>
    <w:rsid w:val="00D52582"/>
    <w:rsid w:val="00D531D0"/>
    <w:rsid w:val="00D53FF1"/>
    <w:rsid w:val="00D56A0E"/>
    <w:rsid w:val="00D57AD3"/>
    <w:rsid w:val="00D62F25"/>
    <w:rsid w:val="00D635FE"/>
    <w:rsid w:val="00D66A7B"/>
    <w:rsid w:val="00D729DE"/>
    <w:rsid w:val="00D75B6A"/>
    <w:rsid w:val="00D778DF"/>
    <w:rsid w:val="00D84BDA"/>
    <w:rsid w:val="00D85325"/>
    <w:rsid w:val="00D86D9E"/>
    <w:rsid w:val="00D87013"/>
    <w:rsid w:val="00D876A8"/>
    <w:rsid w:val="00D87F26"/>
    <w:rsid w:val="00D913F0"/>
    <w:rsid w:val="00D93063"/>
    <w:rsid w:val="00D933B0"/>
    <w:rsid w:val="00D951FC"/>
    <w:rsid w:val="00D977E8"/>
    <w:rsid w:val="00D97B16"/>
    <w:rsid w:val="00DA119B"/>
    <w:rsid w:val="00DB1C89"/>
    <w:rsid w:val="00DB312A"/>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21A0"/>
    <w:rsid w:val="00E037D9"/>
    <w:rsid w:val="00E04080"/>
    <w:rsid w:val="00E04927"/>
    <w:rsid w:val="00E11A48"/>
    <w:rsid w:val="00E130EB"/>
    <w:rsid w:val="00E162CD"/>
    <w:rsid w:val="00E17FA5"/>
    <w:rsid w:val="00E21012"/>
    <w:rsid w:val="00E21BFE"/>
    <w:rsid w:val="00E21C88"/>
    <w:rsid w:val="00E223AC"/>
    <w:rsid w:val="00E26930"/>
    <w:rsid w:val="00E27257"/>
    <w:rsid w:val="00E27F4F"/>
    <w:rsid w:val="00E33C65"/>
    <w:rsid w:val="00E449D0"/>
    <w:rsid w:val="00E44A34"/>
    <w:rsid w:val="00E4506A"/>
    <w:rsid w:val="00E53F99"/>
    <w:rsid w:val="00E5472D"/>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2862"/>
    <w:rsid w:val="00EC6F62"/>
    <w:rsid w:val="00ED2EA2"/>
    <w:rsid w:val="00ED3CDB"/>
    <w:rsid w:val="00ED6019"/>
    <w:rsid w:val="00ED7830"/>
    <w:rsid w:val="00EE2BFF"/>
    <w:rsid w:val="00EE3909"/>
    <w:rsid w:val="00EF3F41"/>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2DA1"/>
    <w:rsid w:val="00F4135D"/>
    <w:rsid w:val="00F41F1B"/>
    <w:rsid w:val="00F46BD9"/>
    <w:rsid w:val="00F60BE0"/>
    <w:rsid w:val="00F61F24"/>
    <w:rsid w:val="00F6280E"/>
    <w:rsid w:val="00F666EC"/>
    <w:rsid w:val="00F7050A"/>
    <w:rsid w:val="00F75533"/>
    <w:rsid w:val="00F8036D"/>
    <w:rsid w:val="00F809DC"/>
    <w:rsid w:val="00F86EB0"/>
    <w:rsid w:val="00F91A75"/>
    <w:rsid w:val="00F927D0"/>
    <w:rsid w:val="00F93DB5"/>
    <w:rsid w:val="00FA154B"/>
    <w:rsid w:val="00FA3811"/>
    <w:rsid w:val="00FA3B9F"/>
    <w:rsid w:val="00FA3F06"/>
    <w:rsid w:val="00FA4A26"/>
    <w:rsid w:val="00FA7084"/>
    <w:rsid w:val="00FA7BEF"/>
    <w:rsid w:val="00FB1105"/>
    <w:rsid w:val="00FB1929"/>
    <w:rsid w:val="00FB5FD9"/>
    <w:rsid w:val="00FB6688"/>
    <w:rsid w:val="00FB6713"/>
    <w:rsid w:val="00FB7FFE"/>
    <w:rsid w:val="00FD1398"/>
    <w:rsid w:val="00FD23AD"/>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278AE"/>
  <w15:docId w15:val="{2C167FBF-D83C-456E-BE27-FB75B56D6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CC60E2"/>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C60E2"/>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C60E2"/>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CC60E2"/>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C60E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C60E2"/>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C60E2"/>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C60E2"/>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C60E2"/>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C60E2"/>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C60E2"/>
    <w:rPr>
      <w:b/>
      <w:bCs/>
      <w:noProof/>
      <w:sz w:val="26"/>
      <w:szCs w:val="26"/>
    </w:rPr>
  </w:style>
  <w:style w:type="character" w:customStyle="1" w:styleId="Heading2Char">
    <w:name w:val="Heading 2 Char"/>
    <w:link w:val="Heading2"/>
    <w:uiPriority w:val="9"/>
    <w:rsid w:val="00CC60E2"/>
    <w:rPr>
      <w:rFonts w:eastAsia="Times New Roman"/>
      <w:b/>
      <w:bCs/>
      <w:sz w:val="24"/>
      <w:szCs w:val="26"/>
    </w:rPr>
  </w:style>
  <w:style w:type="paragraph" w:customStyle="1" w:styleId="ClientNote">
    <w:name w:val="Client Note"/>
    <w:basedOn w:val="Normal"/>
    <w:next w:val="Normal"/>
    <w:autoRedefine/>
    <w:semiHidden/>
    <w:unhideWhenUsed/>
    <w:qFormat/>
    <w:rsid w:val="00CC60E2"/>
    <w:pPr>
      <w:spacing w:after="0" w:line="240" w:lineRule="auto"/>
    </w:pPr>
    <w:rPr>
      <w:i/>
      <w:color w:val="FF0000"/>
    </w:rPr>
  </w:style>
  <w:style w:type="paragraph" w:customStyle="1" w:styleId="AnswerLineL25">
    <w:name w:val="Answer Line L25"/>
    <w:basedOn w:val="BodyTextL25"/>
    <w:next w:val="BodyTextL25"/>
    <w:qFormat/>
    <w:rsid w:val="00CC60E2"/>
    <w:rPr>
      <w:b/>
      <w:i/>
      <w:color w:val="FFFFFF" w:themeColor="background1"/>
    </w:rPr>
  </w:style>
  <w:style w:type="paragraph" w:customStyle="1" w:styleId="PageHead">
    <w:name w:val="Page Head"/>
    <w:basedOn w:val="Normal"/>
    <w:qFormat/>
    <w:rsid w:val="00CC60E2"/>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CC60E2"/>
    <w:pPr>
      <w:ind w:left="720"/>
    </w:pPr>
  </w:style>
  <w:style w:type="paragraph" w:styleId="Header">
    <w:name w:val="header"/>
    <w:basedOn w:val="Normal"/>
    <w:link w:val="HeaderChar"/>
    <w:unhideWhenUsed/>
    <w:rsid w:val="00CC60E2"/>
    <w:pPr>
      <w:tabs>
        <w:tab w:val="center" w:pos="4680"/>
        <w:tab w:val="right" w:pos="9360"/>
      </w:tabs>
    </w:pPr>
  </w:style>
  <w:style w:type="character" w:customStyle="1" w:styleId="HeaderChar">
    <w:name w:val="Header Char"/>
    <w:basedOn w:val="DefaultParagraphFont"/>
    <w:link w:val="Header"/>
    <w:rsid w:val="00CC60E2"/>
    <w:rPr>
      <w:sz w:val="22"/>
      <w:szCs w:val="22"/>
    </w:rPr>
  </w:style>
  <w:style w:type="paragraph" w:styleId="Footer">
    <w:name w:val="footer"/>
    <w:basedOn w:val="Normal"/>
    <w:link w:val="FooterChar"/>
    <w:autoRedefine/>
    <w:uiPriority w:val="99"/>
    <w:unhideWhenUsed/>
    <w:rsid w:val="00CC60E2"/>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CC60E2"/>
    <w:rPr>
      <w:sz w:val="16"/>
      <w:szCs w:val="22"/>
    </w:rPr>
  </w:style>
  <w:style w:type="paragraph" w:styleId="BalloonText">
    <w:name w:val="Balloon Text"/>
    <w:basedOn w:val="Normal"/>
    <w:link w:val="BalloonTextChar"/>
    <w:uiPriority w:val="99"/>
    <w:semiHidden/>
    <w:unhideWhenUsed/>
    <w:rsid w:val="00CC60E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C60E2"/>
    <w:rPr>
      <w:rFonts w:ascii="Tahoma" w:hAnsi="Tahoma"/>
      <w:sz w:val="16"/>
      <w:szCs w:val="16"/>
    </w:rPr>
  </w:style>
  <w:style w:type="paragraph" w:customStyle="1" w:styleId="TableText">
    <w:name w:val="Table Text"/>
    <w:basedOn w:val="Normal"/>
    <w:link w:val="TableTextChar"/>
    <w:qFormat/>
    <w:rsid w:val="00CC60E2"/>
    <w:pPr>
      <w:spacing w:line="240" w:lineRule="auto"/>
    </w:pPr>
    <w:rPr>
      <w:sz w:val="20"/>
      <w:szCs w:val="20"/>
    </w:rPr>
  </w:style>
  <w:style w:type="character" w:customStyle="1" w:styleId="TableTextChar">
    <w:name w:val="Table Text Char"/>
    <w:link w:val="TableText"/>
    <w:rsid w:val="00CC60E2"/>
  </w:style>
  <w:style w:type="table" w:styleId="TableGrid">
    <w:name w:val="Table Grid"/>
    <w:basedOn w:val="TableNormal"/>
    <w:uiPriority w:val="59"/>
    <w:rsid w:val="00CC6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C60E2"/>
    <w:pPr>
      <w:keepNext/>
      <w:spacing w:before="120" w:after="120"/>
      <w:jc w:val="center"/>
    </w:pPr>
    <w:rPr>
      <w:b/>
      <w:sz w:val="20"/>
    </w:rPr>
  </w:style>
  <w:style w:type="paragraph" w:customStyle="1" w:styleId="Bulletlevel1">
    <w:name w:val="Bullet level 1"/>
    <w:basedOn w:val="BodyTextL25"/>
    <w:qFormat/>
    <w:rsid w:val="00CC60E2"/>
    <w:pPr>
      <w:numPr>
        <w:numId w:val="1"/>
      </w:numPr>
    </w:pPr>
  </w:style>
  <w:style w:type="paragraph" w:customStyle="1" w:styleId="Bulletlevel2">
    <w:name w:val="Bullet level 2"/>
    <w:basedOn w:val="BodyTextL25"/>
    <w:qFormat/>
    <w:rsid w:val="00CC60E2"/>
    <w:pPr>
      <w:numPr>
        <w:numId w:val="7"/>
      </w:numPr>
      <w:ind w:left="1080"/>
    </w:pPr>
  </w:style>
  <w:style w:type="paragraph" w:customStyle="1" w:styleId="InstNoteRed">
    <w:name w:val="Inst Note Red"/>
    <w:basedOn w:val="Normal"/>
    <w:qFormat/>
    <w:rsid w:val="00CC60E2"/>
    <w:pPr>
      <w:spacing w:line="240" w:lineRule="auto"/>
    </w:pPr>
    <w:rPr>
      <w:color w:val="EE0000"/>
      <w:sz w:val="20"/>
    </w:rPr>
  </w:style>
  <w:style w:type="paragraph" w:customStyle="1" w:styleId="ConfigWindow">
    <w:name w:val="Config Window"/>
    <w:basedOn w:val="BodyText"/>
    <w:next w:val="BodyTextL25"/>
    <w:qFormat/>
    <w:rsid w:val="00CC60E2"/>
    <w:pPr>
      <w:spacing w:before="0" w:after="0"/>
    </w:pPr>
    <w:rPr>
      <w:i/>
      <w:color w:val="FFFFFF" w:themeColor="background1"/>
      <w:sz w:val="6"/>
    </w:rPr>
  </w:style>
  <w:style w:type="paragraph" w:customStyle="1" w:styleId="SubStepAlpha">
    <w:name w:val="SubStep Alpha"/>
    <w:basedOn w:val="BodyTextL25"/>
    <w:qFormat/>
    <w:rsid w:val="00CC60E2"/>
    <w:pPr>
      <w:numPr>
        <w:ilvl w:val="3"/>
        <w:numId w:val="5"/>
      </w:numPr>
    </w:pPr>
  </w:style>
  <w:style w:type="paragraph" w:customStyle="1" w:styleId="CMD">
    <w:name w:val="CMD"/>
    <w:basedOn w:val="BodyTextL25"/>
    <w:link w:val="CMDChar"/>
    <w:qFormat/>
    <w:rsid w:val="00CC60E2"/>
    <w:pPr>
      <w:spacing w:before="60" w:after="60"/>
      <w:ind w:left="720"/>
    </w:pPr>
    <w:rPr>
      <w:rFonts w:ascii="Courier New" w:hAnsi="Courier New"/>
    </w:rPr>
  </w:style>
  <w:style w:type="paragraph" w:customStyle="1" w:styleId="BodyTextL50">
    <w:name w:val="Body Text L50"/>
    <w:basedOn w:val="Normal"/>
    <w:link w:val="BodyTextL50Char"/>
    <w:qFormat/>
    <w:rsid w:val="00CC60E2"/>
    <w:pPr>
      <w:spacing w:before="120" w:after="120" w:line="240" w:lineRule="auto"/>
      <w:ind w:left="720"/>
    </w:pPr>
    <w:rPr>
      <w:sz w:val="20"/>
    </w:rPr>
  </w:style>
  <w:style w:type="paragraph" w:customStyle="1" w:styleId="BodyTextL25">
    <w:name w:val="Body Text L25"/>
    <w:basedOn w:val="Normal"/>
    <w:link w:val="BodyTextL25Char"/>
    <w:qFormat/>
    <w:rsid w:val="00CC60E2"/>
    <w:pPr>
      <w:spacing w:before="120" w:after="120" w:line="240" w:lineRule="auto"/>
      <w:ind w:left="360"/>
    </w:pPr>
    <w:rPr>
      <w:sz w:val="20"/>
    </w:rPr>
  </w:style>
  <w:style w:type="paragraph" w:customStyle="1" w:styleId="InstNoteRedL50">
    <w:name w:val="Inst Note Red L50"/>
    <w:basedOn w:val="InstNoteRed"/>
    <w:next w:val="Normal"/>
    <w:qFormat/>
    <w:rsid w:val="00CC60E2"/>
    <w:pPr>
      <w:spacing w:before="120" w:after="120"/>
      <w:ind w:left="720"/>
    </w:pPr>
  </w:style>
  <w:style w:type="paragraph" w:customStyle="1" w:styleId="DevConfigs">
    <w:name w:val="DevConfigs"/>
    <w:basedOn w:val="Normal"/>
    <w:link w:val="DevConfigsChar"/>
    <w:qFormat/>
    <w:rsid w:val="00CC60E2"/>
    <w:pPr>
      <w:spacing w:before="0" w:after="0"/>
    </w:pPr>
    <w:rPr>
      <w:rFonts w:ascii="Courier New" w:hAnsi="Courier New"/>
      <w:sz w:val="20"/>
    </w:rPr>
  </w:style>
  <w:style w:type="paragraph" w:customStyle="1" w:styleId="Visual">
    <w:name w:val="Visual"/>
    <w:basedOn w:val="Normal"/>
    <w:qFormat/>
    <w:rsid w:val="00CC60E2"/>
    <w:pPr>
      <w:spacing w:before="240" w:after="240"/>
      <w:jc w:val="center"/>
    </w:pPr>
  </w:style>
  <w:style w:type="paragraph" w:styleId="DocumentMap">
    <w:name w:val="Document Map"/>
    <w:basedOn w:val="Normal"/>
    <w:link w:val="DocumentMapChar"/>
    <w:uiPriority w:val="99"/>
    <w:semiHidden/>
    <w:unhideWhenUsed/>
    <w:rsid w:val="00CC60E2"/>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C60E2"/>
    <w:rPr>
      <w:rFonts w:ascii="Tahoma" w:hAnsi="Tahoma"/>
      <w:sz w:val="16"/>
      <w:szCs w:val="16"/>
    </w:rPr>
  </w:style>
  <w:style w:type="character" w:customStyle="1" w:styleId="LabTitleInstVersred">
    <w:name w:val="Lab Title Inst Vers (red)"/>
    <w:uiPriority w:val="1"/>
    <w:qFormat/>
    <w:rsid w:val="00CC60E2"/>
    <w:rPr>
      <w:rFonts w:ascii="Arial" w:hAnsi="Arial"/>
      <w:b/>
      <w:color w:val="EE0000"/>
      <w:sz w:val="32"/>
    </w:rPr>
  </w:style>
  <w:style w:type="character" w:customStyle="1" w:styleId="AnswerGray">
    <w:name w:val="Answer Gray"/>
    <w:basedOn w:val="DefaultParagraphFont"/>
    <w:uiPriority w:val="1"/>
    <w:qFormat/>
    <w:rsid w:val="00CC60E2"/>
    <w:rPr>
      <w:rFonts w:ascii="Arial" w:hAnsi="Arial"/>
      <w:b/>
      <w:color w:val="auto"/>
      <w:sz w:val="20"/>
      <w:bdr w:val="none" w:sz="0" w:space="0" w:color="auto"/>
      <w:shd w:val="clear" w:color="auto" w:fill="D9D9D9" w:themeFill="background1" w:themeFillShade="D9"/>
    </w:rPr>
  </w:style>
  <w:style w:type="character" w:customStyle="1" w:styleId="Heading1Gray">
    <w:name w:val="Heading 1 Gray"/>
    <w:basedOn w:val="Heading1Char"/>
    <w:uiPriority w:val="1"/>
    <w:qFormat/>
    <w:rsid w:val="00CC60E2"/>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CC60E2"/>
    <w:pPr>
      <w:numPr>
        <w:ilvl w:val="4"/>
        <w:numId w:val="5"/>
      </w:numPr>
    </w:pPr>
  </w:style>
  <w:style w:type="table" w:customStyle="1" w:styleId="LightList-Accent11">
    <w:name w:val="Light List - Accent 11"/>
    <w:basedOn w:val="TableNormal"/>
    <w:uiPriority w:val="61"/>
    <w:rsid w:val="00CC60E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C60E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CC60E2"/>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C60E2"/>
    <w:pPr>
      <w:numPr>
        <w:numId w:val="1"/>
      </w:numPr>
    </w:pPr>
  </w:style>
  <w:style w:type="numbering" w:customStyle="1" w:styleId="LabList">
    <w:name w:val="Lab List"/>
    <w:basedOn w:val="NoList"/>
    <w:uiPriority w:val="99"/>
    <w:rsid w:val="00CC60E2"/>
    <w:pPr>
      <w:numPr>
        <w:numId w:val="5"/>
      </w:numPr>
    </w:pPr>
  </w:style>
  <w:style w:type="paragraph" w:customStyle="1" w:styleId="CMDOutput">
    <w:name w:val="CMD Output"/>
    <w:basedOn w:val="BodyTextL25"/>
    <w:link w:val="CMDOutputChar"/>
    <w:qFormat/>
    <w:rsid w:val="00CC60E2"/>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C60E2"/>
    <w:rPr>
      <w:color w:val="EE0000"/>
    </w:rPr>
  </w:style>
  <w:style w:type="paragraph" w:customStyle="1" w:styleId="BodyTextL25Bold">
    <w:name w:val="Body Text L25 Bold"/>
    <w:basedOn w:val="BodyTextL25"/>
    <w:qFormat/>
    <w:rsid w:val="00CC60E2"/>
    <w:rPr>
      <w:b/>
    </w:rPr>
  </w:style>
  <w:style w:type="paragraph" w:styleId="HTMLPreformatted">
    <w:name w:val="HTML Preformatted"/>
    <w:basedOn w:val="Normal"/>
    <w:link w:val="HTMLPreformattedChar"/>
    <w:uiPriority w:val="99"/>
    <w:semiHidden/>
    <w:unhideWhenUsed/>
    <w:rsid w:val="00CC6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C60E2"/>
    <w:rPr>
      <w:rFonts w:ascii="Courier New" w:eastAsia="Times New Roman" w:hAnsi="Courier New"/>
    </w:rPr>
  </w:style>
  <w:style w:type="character" w:styleId="CommentReference">
    <w:name w:val="annotation reference"/>
    <w:semiHidden/>
    <w:unhideWhenUsed/>
    <w:rsid w:val="00CC60E2"/>
    <w:rPr>
      <w:sz w:val="16"/>
      <w:szCs w:val="16"/>
    </w:rPr>
  </w:style>
  <w:style w:type="paragraph" w:styleId="CommentText">
    <w:name w:val="annotation text"/>
    <w:basedOn w:val="Normal"/>
    <w:link w:val="CommentTextChar"/>
    <w:semiHidden/>
    <w:unhideWhenUsed/>
    <w:rsid w:val="00CC60E2"/>
    <w:rPr>
      <w:sz w:val="20"/>
      <w:szCs w:val="20"/>
    </w:rPr>
  </w:style>
  <w:style w:type="character" w:customStyle="1" w:styleId="CommentTextChar">
    <w:name w:val="Comment Text Char"/>
    <w:basedOn w:val="DefaultParagraphFont"/>
    <w:link w:val="CommentText"/>
    <w:semiHidden/>
    <w:rsid w:val="00CC60E2"/>
  </w:style>
  <w:style w:type="paragraph" w:styleId="CommentSubject">
    <w:name w:val="annotation subject"/>
    <w:basedOn w:val="CommentText"/>
    <w:next w:val="CommentText"/>
    <w:link w:val="CommentSubjectChar"/>
    <w:uiPriority w:val="99"/>
    <w:semiHidden/>
    <w:unhideWhenUsed/>
    <w:rsid w:val="00CC60E2"/>
    <w:rPr>
      <w:b/>
      <w:bCs/>
    </w:rPr>
  </w:style>
  <w:style w:type="character" w:customStyle="1" w:styleId="CommentSubjectChar">
    <w:name w:val="Comment Subject Char"/>
    <w:link w:val="CommentSubject"/>
    <w:uiPriority w:val="99"/>
    <w:semiHidden/>
    <w:rsid w:val="00CC60E2"/>
    <w:rPr>
      <w:b/>
      <w:bCs/>
    </w:rPr>
  </w:style>
  <w:style w:type="paragraph" w:customStyle="1" w:styleId="ReflectionQ">
    <w:name w:val="Reflection Q"/>
    <w:basedOn w:val="BodyTextL25"/>
    <w:qFormat/>
    <w:rsid w:val="00CC60E2"/>
    <w:pPr>
      <w:keepNext/>
      <w:numPr>
        <w:ilvl w:val="1"/>
        <w:numId w:val="3"/>
      </w:numPr>
    </w:pPr>
  </w:style>
  <w:style w:type="numbering" w:customStyle="1" w:styleId="SectionList">
    <w:name w:val="Section_List"/>
    <w:basedOn w:val="NoList"/>
    <w:uiPriority w:val="99"/>
    <w:rsid w:val="00CC60E2"/>
    <w:pPr>
      <w:numPr>
        <w:numId w:val="3"/>
      </w:numPr>
    </w:pPr>
  </w:style>
  <w:style w:type="character" w:customStyle="1" w:styleId="Heading4Char">
    <w:name w:val="Heading 4 Char"/>
    <w:basedOn w:val="DefaultParagraphFont"/>
    <w:link w:val="Heading4"/>
    <w:rsid w:val="00CC60E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C60E2"/>
    <w:rPr>
      <w:rFonts w:eastAsia="Times New Roman"/>
      <w:b/>
      <w:bCs/>
      <w:i/>
      <w:iCs/>
      <w:sz w:val="26"/>
      <w:szCs w:val="26"/>
    </w:rPr>
  </w:style>
  <w:style w:type="character" w:customStyle="1" w:styleId="Heading6Char">
    <w:name w:val="Heading 6 Char"/>
    <w:basedOn w:val="DefaultParagraphFont"/>
    <w:link w:val="Heading6"/>
    <w:semiHidden/>
    <w:rsid w:val="00CC60E2"/>
    <w:rPr>
      <w:rFonts w:eastAsia="Times New Roman"/>
      <w:b/>
      <w:bCs/>
      <w:sz w:val="22"/>
      <w:szCs w:val="22"/>
    </w:rPr>
  </w:style>
  <w:style w:type="character" w:customStyle="1" w:styleId="Heading7Char">
    <w:name w:val="Heading 7 Char"/>
    <w:basedOn w:val="DefaultParagraphFont"/>
    <w:link w:val="Heading7"/>
    <w:semiHidden/>
    <w:rsid w:val="00CC60E2"/>
    <w:rPr>
      <w:rFonts w:eastAsia="Times New Roman"/>
      <w:szCs w:val="24"/>
    </w:rPr>
  </w:style>
  <w:style w:type="character" w:customStyle="1" w:styleId="Heading8Char">
    <w:name w:val="Heading 8 Char"/>
    <w:basedOn w:val="DefaultParagraphFont"/>
    <w:link w:val="Heading8"/>
    <w:semiHidden/>
    <w:rsid w:val="00CC60E2"/>
    <w:rPr>
      <w:rFonts w:eastAsia="Times New Roman"/>
      <w:i/>
      <w:iCs/>
      <w:szCs w:val="24"/>
    </w:rPr>
  </w:style>
  <w:style w:type="character" w:customStyle="1" w:styleId="Heading9Char">
    <w:name w:val="Heading 9 Char"/>
    <w:basedOn w:val="DefaultParagraphFont"/>
    <w:link w:val="Heading9"/>
    <w:semiHidden/>
    <w:rsid w:val="00CC60E2"/>
    <w:rPr>
      <w:rFonts w:eastAsia="Times New Roman" w:cs="Arial"/>
      <w:sz w:val="22"/>
      <w:szCs w:val="22"/>
    </w:rPr>
  </w:style>
  <w:style w:type="character" w:customStyle="1" w:styleId="Heading3Char">
    <w:name w:val="Heading 3 Char"/>
    <w:link w:val="Heading3"/>
    <w:rsid w:val="00CC60E2"/>
    <w:rPr>
      <w:rFonts w:eastAsia="Times New Roman"/>
      <w:b/>
      <w:bCs/>
      <w:sz w:val="22"/>
      <w:szCs w:val="26"/>
    </w:rPr>
  </w:style>
  <w:style w:type="paragraph" w:styleId="EndnoteText">
    <w:name w:val="endnote text"/>
    <w:basedOn w:val="Normal"/>
    <w:link w:val="EndnoteTextChar"/>
    <w:semiHidden/>
    <w:rsid w:val="00CC60E2"/>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C60E2"/>
    <w:rPr>
      <w:rFonts w:eastAsia="Times New Roman"/>
    </w:rPr>
  </w:style>
  <w:style w:type="paragraph" w:styleId="FootnoteText">
    <w:name w:val="footnote text"/>
    <w:basedOn w:val="Normal"/>
    <w:link w:val="FootnoteTextChar"/>
    <w:semiHidden/>
    <w:rsid w:val="00CC60E2"/>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C60E2"/>
    <w:rPr>
      <w:rFonts w:eastAsia="Times New Roman"/>
    </w:rPr>
  </w:style>
  <w:style w:type="paragraph" w:styleId="Index1">
    <w:name w:val="index 1"/>
    <w:basedOn w:val="Normal"/>
    <w:next w:val="Normal"/>
    <w:autoRedefine/>
    <w:semiHidden/>
    <w:rsid w:val="00CC60E2"/>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C60E2"/>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C60E2"/>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C60E2"/>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C60E2"/>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C60E2"/>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C60E2"/>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C60E2"/>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C60E2"/>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C60E2"/>
    <w:pPr>
      <w:spacing w:before="0" w:after="0" w:line="240" w:lineRule="auto"/>
    </w:pPr>
    <w:rPr>
      <w:rFonts w:eastAsia="Times New Roman" w:cs="Arial"/>
      <w:b/>
      <w:bCs/>
      <w:sz w:val="20"/>
      <w:szCs w:val="24"/>
    </w:rPr>
  </w:style>
  <w:style w:type="paragraph" w:styleId="MacroText">
    <w:name w:val="macro"/>
    <w:link w:val="MacroTextChar"/>
    <w:semiHidden/>
    <w:rsid w:val="00CC60E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C60E2"/>
    <w:rPr>
      <w:rFonts w:ascii="Courier New" w:eastAsia="Times New Roman" w:hAnsi="Courier New" w:cs="Courier New"/>
    </w:rPr>
  </w:style>
  <w:style w:type="paragraph" w:styleId="TableofAuthorities">
    <w:name w:val="table of authorities"/>
    <w:basedOn w:val="Normal"/>
    <w:next w:val="Normal"/>
    <w:semiHidden/>
    <w:rsid w:val="00CC60E2"/>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C60E2"/>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C60E2"/>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C60E2"/>
    <w:pPr>
      <w:spacing w:before="0" w:after="0" w:line="240" w:lineRule="auto"/>
    </w:pPr>
    <w:rPr>
      <w:rFonts w:eastAsia="Times New Roman"/>
      <w:sz w:val="20"/>
      <w:szCs w:val="24"/>
    </w:rPr>
  </w:style>
  <w:style w:type="paragraph" w:styleId="TOC2">
    <w:name w:val="toc 2"/>
    <w:basedOn w:val="Normal"/>
    <w:next w:val="Normal"/>
    <w:autoRedefine/>
    <w:semiHidden/>
    <w:rsid w:val="00CC60E2"/>
    <w:pPr>
      <w:spacing w:before="0" w:after="0" w:line="240" w:lineRule="auto"/>
      <w:ind w:left="240"/>
    </w:pPr>
    <w:rPr>
      <w:rFonts w:eastAsia="Times New Roman"/>
      <w:sz w:val="20"/>
      <w:szCs w:val="24"/>
    </w:rPr>
  </w:style>
  <w:style w:type="paragraph" w:styleId="TOC3">
    <w:name w:val="toc 3"/>
    <w:basedOn w:val="Normal"/>
    <w:next w:val="Normal"/>
    <w:autoRedefine/>
    <w:semiHidden/>
    <w:rsid w:val="00CC60E2"/>
    <w:pPr>
      <w:spacing w:before="0" w:after="0" w:line="240" w:lineRule="auto"/>
      <w:ind w:left="480"/>
    </w:pPr>
    <w:rPr>
      <w:rFonts w:eastAsia="Times New Roman"/>
      <w:sz w:val="20"/>
      <w:szCs w:val="24"/>
    </w:rPr>
  </w:style>
  <w:style w:type="paragraph" w:styleId="TOC4">
    <w:name w:val="toc 4"/>
    <w:basedOn w:val="Normal"/>
    <w:next w:val="Normal"/>
    <w:autoRedefine/>
    <w:semiHidden/>
    <w:rsid w:val="00CC60E2"/>
    <w:pPr>
      <w:spacing w:before="0" w:after="0" w:line="240" w:lineRule="auto"/>
      <w:ind w:left="720"/>
    </w:pPr>
    <w:rPr>
      <w:rFonts w:eastAsia="Times New Roman"/>
      <w:sz w:val="20"/>
      <w:szCs w:val="24"/>
    </w:rPr>
  </w:style>
  <w:style w:type="paragraph" w:styleId="TOC5">
    <w:name w:val="toc 5"/>
    <w:basedOn w:val="Normal"/>
    <w:next w:val="Normal"/>
    <w:autoRedefine/>
    <w:semiHidden/>
    <w:rsid w:val="00CC60E2"/>
    <w:pPr>
      <w:spacing w:before="0" w:after="0" w:line="240" w:lineRule="auto"/>
      <w:ind w:left="960"/>
    </w:pPr>
    <w:rPr>
      <w:rFonts w:eastAsia="Times New Roman"/>
      <w:sz w:val="20"/>
      <w:szCs w:val="24"/>
    </w:rPr>
  </w:style>
  <w:style w:type="paragraph" w:styleId="TOC6">
    <w:name w:val="toc 6"/>
    <w:basedOn w:val="Normal"/>
    <w:next w:val="Normal"/>
    <w:autoRedefine/>
    <w:semiHidden/>
    <w:rsid w:val="00CC60E2"/>
    <w:pPr>
      <w:spacing w:before="0" w:after="0" w:line="240" w:lineRule="auto"/>
      <w:ind w:left="1200"/>
    </w:pPr>
    <w:rPr>
      <w:rFonts w:eastAsia="Times New Roman"/>
      <w:sz w:val="20"/>
      <w:szCs w:val="24"/>
    </w:rPr>
  </w:style>
  <w:style w:type="paragraph" w:styleId="TOC7">
    <w:name w:val="toc 7"/>
    <w:basedOn w:val="Normal"/>
    <w:next w:val="Normal"/>
    <w:autoRedefine/>
    <w:semiHidden/>
    <w:rsid w:val="00CC60E2"/>
    <w:pPr>
      <w:spacing w:before="0" w:after="0" w:line="240" w:lineRule="auto"/>
      <w:ind w:left="1440"/>
    </w:pPr>
    <w:rPr>
      <w:rFonts w:eastAsia="Times New Roman"/>
      <w:sz w:val="20"/>
      <w:szCs w:val="24"/>
    </w:rPr>
  </w:style>
  <w:style w:type="paragraph" w:styleId="TOC8">
    <w:name w:val="toc 8"/>
    <w:basedOn w:val="Normal"/>
    <w:next w:val="Normal"/>
    <w:autoRedefine/>
    <w:semiHidden/>
    <w:rsid w:val="00CC60E2"/>
    <w:pPr>
      <w:spacing w:before="0" w:after="0" w:line="240" w:lineRule="auto"/>
      <w:ind w:left="1680"/>
    </w:pPr>
    <w:rPr>
      <w:rFonts w:eastAsia="Times New Roman"/>
      <w:sz w:val="20"/>
      <w:szCs w:val="24"/>
    </w:rPr>
  </w:style>
  <w:style w:type="paragraph" w:styleId="TOC9">
    <w:name w:val="toc 9"/>
    <w:basedOn w:val="Normal"/>
    <w:next w:val="Normal"/>
    <w:autoRedefine/>
    <w:semiHidden/>
    <w:rsid w:val="00CC60E2"/>
    <w:pPr>
      <w:spacing w:before="0" w:after="0" w:line="240" w:lineRule="auto"/>
      <w:ind w:left="1920"/>
    </w:pPr>
    <w:rPr>
      <w:rFonts w:eastAsia="Times New Roman"/>
      <w:sz w:val="20"/>
      <w:szCs w:val="24"/>
    </w:rPr>
  </w:style>
  <w:style w:type="paragraph" w:styleId="BodyText">
    <w:name w:val="Body Text"/>
    <w:basedOn w:val="Normal"/>
    <w:link w:val="BodyTextChar"/>
    <w:rsid w:val="00CC60E2"/>
    <w:pPr>
      <w:spacing w:before="120" w:after="120" w:line="240" w:lineRule="auto"/>
    </w:pPr>
    <w:rPr>
      <w:rFonts w:eastAsia="Times New Roman"/>
      <w:sz w:val="20"/>
      <w:szCs w:val="24"/>
    </w:rPr>
  </w:style>
  <w:style w:type="character" w:customStyle="1" w:styleId="BodyTextChar">
    <w:name w:val="Body Text Char"/>
    <w:link w:val="BodyText"/>
    <w:rsid w:val="00CC60E2"/>
    <w:rPr>
      <w:rFonts w:eastAsia="Times New Roman"/>
      <w:szCs w:val="24"/>
    </w:rPr>
  </w:style>
  <w:style w:type="paragraph" w:customStyle="1" w:styleId="ColorfulShading-Accent11">
    <w:name w:val="Colorful Shading - Accent 11"/>
    <w:hidden/>
    <w:semiHidden/>
    <w:rsid w:val="00CC60E2"/>
    <w:rPr>
      <w:rFonts w:eastAsia="Times New Roman" w:cs="Arial"/>
    </w:rPr>
  </w:style>
  <w:style w:type="paragraph" w:customStyle="1" w:styleId="BodyTextBold">
    <w:name w:val="Body Text Bold"/>
    <w:basedOn w:val="BodyText"/>
    <w:next w:val="BodyTextL25"/>
    <w:link w:val="BodyTextBoldChar"/>
    <w:qFormat/>
    <w:rsid w:val="00CC60E2"/>
    <w:rPr>
      <w:b/>
    </w:rPr>
  </w:style>
  <w:style w:type="character" w:customStyle="1" w:styleId="CMDChar">
    <w:name w:val="CMD Char"/>
    <w:basedOn w:val="DefaultParagraphFont"/>
    <w:link w:val="CMD"/>
    <w:rsid w:val="00CC60E2"/>
    <w:rPr>
      <w:rFonts w:ascii="Courier New" w:hAnsi="Courier New"/>
      <w:szCs w:val="22"/>
    </w:rPr>
  </w:style>
  <w:style w:type="character" w:customStyle="1" w:styleId="BodyTextBoldChar">
    <w:name w:val="Body Text Bold Char"/>
    <w:basedOn w:val="BodyTextChar"/>
    <w:link w:val="BodyTextBold"/>
    <w:rsid w:val="00CC60E2"/>
    <w:rPr>
      <w:rFonts w:eastAsia="Times New Roman"/>
      <w:b/>
      <w:szCs w:val="24"/>
    </w:rPr>
  </w:style>
  <w:style w:type="paragraph" w:styleId="Title">
    <w:name w:val="Title"/>
    <w:basedOn w:val="Normal"/>
    <w:next w:val="BodyTextL25"/>
    <w:link w:val="TitleChar"/>
    <w:qFormat/>
    <w:rsid w:val="00CC60E2"/>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C60E2"/>
    <w:rPr>
      <w:rFonts w:eastAsiaTheme="majorEastAsia" w:cstheme="majorBidi"/>
      <w:b/>
      <w:kern w:val="28"/>
      <w:sz w:val="32"/>
      <w:szCs w:val="56"/>
    </w:rPr>
  </w:style>
  <w:style w:type="character" w:styleId="PlaceholderText">
    <w:name w:val="Placeholder Text"/>
    <w:basedOn w:val="DefaultParagraphFont"/>
    <w:uiPriority w:val="99"/>
    <w:semiHidden/>
    <w:rsid w:val="00CC60E2"/>
    <w:rPr>
      <w:color w:val="808080"/>
    </w:rPr>
  </w:style>
  <w:style w:type="paragraph" w:customStyle="1" w:styleId="CMDRed">
    <w:name w:val="CMD Red"/>
    <w:basedOn w:val="CMD"/>
    <w:link w:val="CMDRedChar"/>
    <w:qFormat/>
    <w:rsid w:val="00CC60E2"/>
    <w:rPr>
      <w:color w:val="EE0000"/>
    </w:rPr>
  </w:style>
  <w:style w:type="character" w:customStyle="1" w:styleId="CMDRedChar">
    <w:name w:val="CMD Red Char"/>
    <w:basedOn w:val="CMDChar"/>
    <w:link w:val="CMDRed"/>
    <w:rsid w:val="00CC60E2"/>
    <w:rPr>
      <w:rFonts w:ascii="Courier New" w:hAnsi="Courier New"/>
      <w:color w:val="EE0000"/>
      <w:szCs w:val="22"/>
    </w:rPr>
  </w:style>
  <w:style w:type="paragraph" w:customStyle="1" w:styleId="CMDOutputRed">
    <w:name w:val="CMD Output Red"/>
    <w:basedOn w:val="CMDOutput"/>
    <w:link w:val="CMDOutputRedChar"/>
    <w:qFormat/>
    <w:rsid w:val="00CC60E2"/>
    <w:rPr>
      <w:color w:val="EE0000"/>
    </w:rPr>
  </w:style>
  <w:style w:type="character" w:customStyle="1" w:styleId="BodyTextL25Char">
    <w:name w:val="Body Text L25 Char"/>
    <w:basedOn w:val="DefaultParagraphFont"/>
    <w:link w:val="BodyTextL25"/>
    <w:rsid w:val="00CC60E2"/>
    <w:rPr>
      <w:szCs w:val="22"/>
    </w:rPr>
  </w:style>
  <w:style w:type="character" w:customStyle="1" w:styleId="CMDOutputChar">
    <w:name w:val="CMD Output Char"/>
    <w:basedOn w:val="BodyTextL25Char"/>
    <w:link w:val="CMDOutput"/>
    <w:rsid w:val="00CC60E2"/>
    <w:rPr>
      <w:rFonts w:ascii="Courier New" w:hAnsi="Courier New"/>
      <w:sz w:val="18"/>
      <w:szCs w:val="22"/>
    </w:rPr>
  </w:style>
  <w:style w:type="character" w:customStyle="1" w:styleId="CMDOutputRedChar">
    <w:name w:val="CMD Output Red Char"/>
    <w:basedOn w:val="CMDOutputChar"/>
    <w:link w:val="CMDOutputRed"/>
    <w:rsid w:val="00CC60E2"/>
    <w:rPr>
      <w:rFonts w:ascii="Courier New" w:hAnsi="Courier New"/>
      <w:color w:val="EE0000"/>
      <w:sz w:val="18"/>
      <w:szCs w:val="22"/>
    </w:rPr>
  </w:style>
  <w:style w:type="paragraph" w:customStyle="1" w:styleId="Drawing">
    <w:name w:val="Drawing"/>
    <w:basedOn w:val="AnswerLineL25"/>
    <w:qFormat/>
    <w:rsid w:val="00CC60E2"/>
  </w:style>
  <w:style w:type="paragraph" w:customStyle="1" w:styleId="TableAnswer">
    <w:name w:val="Table Answer"/>
    <w:basedOn w:val="TableText"/>
    <w:qFormat/>
    <w:rsid w:val="00CC60E2"/>
  </w:style>
  <w:style w:type="character" w:customStyle="1" w:styleId="Heading2Gray">
    <w:name w:val="Heading 2 Gray"/>
    <w:basedOn w:val="Heading2Char"/>
    <w:uiPriority w:val="1"/>
    <w:qFormat/>
    <w:rsid w:val="00CC60E2"/>
    <w:rPr>
      <w:rFonts w:ascii="Arial" w:eastAsia="Times New Roman" w:hAnsi="Arial"/>
      <w:b w:val="0"/>
      <w:bCs/>
      <w:sz w:val="24"/>
      <w:szCs w:val="26"/>
      <w:bdr w:val="none" w:sz="0" w:space="0" w:color="auto"/>
      <w:shd w:val="clear" w:color="auto" w:fill="D9D9D9" w:themeFill="background1" w:themeFillShade="D9"/>
    </w:rPr>
  </w:style>
  <w:style w:type="numbering" w:customStyle="1" w:styleId="PartStepSubStepList">
    <w:name w:val="Part_Step_SubStep_List"/>
    <w:basedOn w:val="NoList"/>
    <w:uiPriority w:val="99"/>
    <w:rsid w:val="000502E6"/>
    <w:pPr>
      <w:numPr>
        <w:numId w:val="28"/>
      </w:numPr>
    </w:pPr>
  </w:style>
  <w:style w:type="paragraph" w:customStyle="1" w:styleId="CMDBold">
    <w:name w:val="CMD Bold"/>
    <w:basedOn w:val="CMD"/>
    <w:next w:val="BodyTextL50"/>
    <w:link w:val="CMDBoldChar"/>
    <w:qFormat/>
    <w:rsid w:val="000502E6"/>
    <w:rPr>
      <w:b/>
    </w:rPr>
  </w:style>
  <w:style w:type="character" w:customStyle="1" w:styleId="CMDBoldChar">
    <w:name w:val="CMD Bold Char"/>
    <w:basedOn w:val="CMDChar"/>
    <w:link w:val="CMDBold"/>
    <w:rsid w:val="000502E6"/>
    <w:rPr>
      <w:rFonts w:ascii="Courier New" w:hAnsi="Courier New"/>
      <w:b/>
      <w:szCs w:val="22"/>
    </w:rPr>
  </w:style>
  <w:style w:type="table" w:customStyle="1" w:styleId="LabAnswerTable">
    <w:name w:val="Lab_Answer_Table"/>
    <w:basedOn w:val="LabTableStyle"/>
    <w:uiPriority w:val="99"/>
    <w:rsid w:val="00CC60E2"/>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C60E2"/>
    <w:pPr>
      <w:ind w:left="720"/>
    </w:pPr>
  </w:style>
  <w:style w:type="character" w:customStyle="1" w:styleId="BodyTextL50Char">
    <w:name w:val="Body Text L50 Char"/>
    <w:basedOn w:val="DefaultParagraphFont"/>
    <w:link w:val="BodyTextL50"/>
    <w:rsid w:val="00CC60E2"/>
    <w:rPr>
      <w:szCs w:val="22"/>
    </w:rPr>
  </w:style>
  <w:style w:type="character" w:customStyle="1" w:styleId="BodyTextL50AnswerChar">
    <w:name w:val="Body Text L50 Answer Char"/>
    <w:basedOn w:val="BodyTextL50Char"/>
    <w:link w:val="BodyTextL50Answer"/>
    <w:rsid w:val="00CC60E2"/>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C60E2"/>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C60E2"/>
    <w:rPr>
      <w:b/>
      <w:szCs w:val="22"/>
      <w:shd w:val="clear" w:color="auto" w:fill="D9D9D9" w:themeFill="background1" w:themeFillShade="D9"/>
    </w:rPr>
  </w:style>
  <w:style w:type="character" w:customStyle="1" w:styleId="DevConfigsChar">
    <w:name w:val="DevConfigs Char"/>
    <w:basedOn w:val="DefaultParagraphFont"/>
    <w:link w:val="DevConfigs"/>
    <w:rsid w:val="00CC60E2"/>
    <w:rPr>
      <w:rFonts w:ascii="Courier New" w:hAnsi="Courier New"/>
      <w:szCs w:val="22"/>
    </w:rPr>
  </w:style>
  <w:style w:type="paragraph" w:styleId="NormalWeb">
    <w:name w:val="Normal (Web)"/>
    <w:basedOn w:val="Normal"/>
    <w:uiPriority w:val="99"/>
    <w:semiHidden/>
    <w:unhideWhenUsed/>
    <w:rsid w:val="000107AE"/>
    <w:pPr>
      <w:spacing w:before="100" w:beforeAutospacing="1" w:after="100" w:afterAutospacing="1" w:line="240" w:lineRule="auto"/>
    </w:pPr>
    <w:rPr>
      <w:rFonts w:ascii="Times New Roman" w:eastAsia="Times New Roman" w:hAnsi="Times New Roman"/>
      <w:sz w:val="24"/>
      <w:szCs w:val="24"/>
    </w:rPr>
  </w:style>
  <w:style w:type="character" w:customStyle="1" w:styleId="DnT">
    <w:name w:val="DnT"/>
    <w:basedOn w:val="DefaultParagraphFont"/>
    <w:uiPriority w:val="1"/>
    <w:qFormat/>
    <w:rsid w:val="00CC60E2"/>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463158">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0544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9F52824FC2A490492897BE4D5A6BB11"/>
        <w:category>
          <w:name w:val="General"/>
          <w:gallery w:val="placeholder"/>
        </w:category>
        <w:types>
          <w:type w:val="bbPlcHdr"/>
        </w:types>
        <w:behaviors>
          <w:behavior w:val="content"/>
        </w:behaviors>
        <w:guid w:val="{4B2DD8BC-732A-42D3-BD5B-4B559CDEDA85}"/>
      </w:docPartPr>
      <w:docPartBody>
        <w:p w:rsidR="00554D8F" w:rsidRDefault="004C413A">
          <w:pPr>
            <w:pStyle w:val="C9F52824FC2A490492897BE4D5A6BB11"/>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13A"/>
    <w:rsid w:val="000325C6"/>
    <w:rsid w:val="0008212B"/>
    <w:rsid w:val="00126B9B"/>
    <w:rsid w:val="00171A09"/>
    <w:rsid w:val="001B370F"/>
    <w:rsid w:val="00270B91"/>
    <w:rsid w:val="004C413A"/>
    <w:rsid w:val="00510C38"/>
    <w:rsid w:val="005169C1"/>
    <w:rsid w:val="0053626F"/>
    <w:rsid w:val="00554D8F"/>
    <w:rsid w:val="0072408D"/>
    <w:rsid w:val="00784C38"/>
    <w:rsid w:val="00860DC4"/>
    <w:rsid w:val="008C6F91"/>
    <w:rsid w:val="00A00782"/>
    <w:rsid w:val="00A3754E"/>
    <w:rsid w:val="00A42628"/>
    <w:rsid w:val="00AB2339"/>
    <w:rsid w:val="00B60BF7"/>
    <w:rsid w:val="00C35209"/>
    <w:rsid w:val="00F958BE"/>
    <w:rsid w:val="00FB6678"/>
    <w:rsid w:val="00FE3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9F52824FC2A490492897BE4D5A6BB11">
    <w:name w:val="C9F52824FC2A490492897BE4D5A6BB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606F50-4A84-4125-BDE6-33283CB94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123</TotalTime>
  <Pages>1</Pages>
  <Words>1266</Words>
  <Characters>7222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Packet Tracer - Design and Implement a VLSM Addressing Scheme - Physical Mode</vt:lpstr>
    </vt:vector>
  </TitlesOfParts>
  <Company>Cisco Systems, Inc.</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Concevoir et mettre en œuvre un système d'adressage VLSM - Mode Physique</dc:title>
  <dc:creator>SP</dc:creator>
  <dc:description>2019</dc:description>
  <cp:lastModifiedBy>Jeff Luman -X (jluman - UNICON INC at Cisco)</cp:lastModifiedBy>
  <cp:revision>9</cp:revision>
  <dcterms:created xsi:type="dcterms:W3CDTF">2020-11-19T17:34:00Z</dcterms:created>
  <dcterms:modified xsi:type="dcterms:W3CDTF">2021-04-13T22:47:00Z</dcterms:modified>
</cp:coreProperties>
</file>