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6CB" w:rsidRDefault="00A47D0D" w:rsidP="009916CB">
      <w:pPr>
        <w:pStyle w:val="Title"/>
        <w:spacing w:line="360" w:lineRule="auto"/>
        <w:rPr>
          <w:rStyle w:val="LabTitleInstVersred"/>
        </w:rPr>
      </w:pPr>
      <w:sdt>
        <w:sdtPr>
          <w:rPr>
            <w:b w:val="0"/>
            <w:color w:val="EE0000"/>
          </w:rPr>
          <w:alias w:val="Titre"/>
          <w:tag w:val=""/>
          <w:id w:val="-487021785"/>
          <w:placeholder>
            <w:docPart w:val="8FACDAF6864C415DA0E11AD0D8D3E4E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113BFD">
            <w:t>Packet Tracer - Résolution des problèmes de passerelle par défaut</w:t>
          </w:r>
        </w:sdtContent>
      </w:sdt>
      <w:r w:rsidR="00113BFD">
        <w:rPr>
          <w:rStyle w:val="LabTitleInstVersred"/>
        </w:rPr>
        <w:t xml:space="preserve"> </w:t>
      </w:r>
    </w:p>
    <w:p w:rsidR="00D03FD0" w:rsidRDefault="00D03FD0" w:rsidP="009916CB">
      <w:pPr>
        <w:pStyle w:val="Heading1"/>
        <w:spacing w:line="360" w:lineRule="auto"/>
      </w:pPr>
      <w:r>
        <w:t>Table d'adressage</w:t>
      </w:r>
    </w:p>
    <w:tbl>
      <w:tblPr>
        <w:tblW w:w="10150" w:type="dxa"/>
        <w:jc w:val="center"/>
        <w:tblBorders>
          <w:top w:val="single" w:sz="2" w:space="0" w:color="00000A"/>
          <w:left w:val="single" w:sz="2" w:space="0" w:color="00000A"/>
          <w:bottom w:val="single" w:sz="2" w:space="0" w:color="00000A"/>
          <w:right w:val="single" w:sz="2" w:space="0" w:color="00000A"/>
          <w:insideH w:val="single" w:sz="2" w:space="0" w:color="00000A"/>
          <w:insideV w:val="single" w:sz="2" w:space="0" w:color="00000A"/>
        </w:tblBorders>
        <w:tblCellMar>
          <w:top w:w="14" w:type="dxa"/>
          <w:left w:w="114" w:type="dxa"/>
          <w:bottom w:w="14" w:type="dxa"/>
          <w:right w:w="115" w:type="dxa"/>
        </w:tblCellMar>
        <w:tblLook w:val="04A0" w:firstRow="1" w:lastRow="0" w:firstColumn="1" w:lastColumn="0" w:noHBand="0" w:noVBand="1"/>
        <w:tblDescription w:val="Ce tableau présente l'adressage pour le périphérique, l'interface, l'adresse IP, le masque de sous-réseau une passerelle par défaut. Saisissez vos réponses dans les cellules vides."/>
      </w:tblPr>
      <w:tblGrid>
        <w:gridCol w:w="1797"/>
        <w:gridCol w:w="1800"/>
        <w:gridCol w:w="2250"/>
        <w:gridCol w:w="2250"/>
        <w:gridCol w:w="2053"/>
      </w:tblGrid>
      <w:tr w:rsidR="00D03FD0" w:rsidTr="00D03FD0">
        <w:trPr>
          <w:cantSplit/>
          <w:jc w:val="center"/>
        </w:trPr>
        <w:tc>
          <w:tcPr>
            <w:tcW w:w="1797" w:type="dxa"/>
            <w:tcBorders>
              <w:top w:val="single" w:sz="2" w:space="0" w:color="00000A"/>
              <w:left w:val="single" w:sz="2" w:space="0" w:color="00000A"/>
              <w:bottom w:val="single" w:sz="2" w:space="0" w:color="00000A"/>
              <w:right w:val="single" w:sz="2" w:space="0" w:color="00000A"/>
            </w:tcBorders>
            <w:shd w:val="clear" w:color="auto" w:fill="DBE5F1"/>
            <w:tcMar>
              <w:left w:w="114" w:type="dxa"/>
            </w:tcMar>
            <w:vAlign w:val="bottom"/>
          </w:tcPr>
          <w:p w:rsidR="00D03FD0" w:rsidRDefault="00D03FD0" w:rsidP="009916CB">
            <w:pPr>
              <w:pStyle w:val="TableHeading"/>
              <w:spacing w:line="360" w:lineRule="auto"/>
            </w:pPr>
            <w:r>
              <w:t>Périphérique</w:t>
            </w:r>
          </w:p>
        </w:tc>
        <w:tc>
          <w:tcPr>
            <w:tcW w:w="1800" w:type="dxa"/>
            <w:tcBorders>
              <w:top w:val="single" w:sz="2" w:space="0" w:color="00000A"/>
              <w:left w:val="single" w:sz="2" w:space="0" w:color="00000A"/>
              <w:bottom w:val="single" w:sz="2" w:space="0" w:color="00000A"/>
              <w:right w:val="single" w:sz="2" w:space="0" w:color="00000A"/>
            </w:tcBorders>
            <w:shd w:val="clear" w:color="auto" w:fill="DBE5F1"/>
            <w:tcMar>
              <w:left w:w="114" w:type="dxa"/>
            </w:tcMar>
            <w:vAlign w:val="bottom"/>
          </w:tcPr>
          <w:p w:rsidR="00D03FD0" w:rsidRDefault="00D03FD0" w:rsidP="009916CB">
            <w:pPr>
              <w:pStyle w:val="TableHeading"/>
              <w:spacing w:line="360" w:lineRule="auto"/>
            </w:pPr>
            <w:r>
              <w:t>Interface</w:t>
            </w:r>
          </w:p>
        </w:tc>
        <w:tc>
          <w:tcPr>
            <w:tcW w:w="2250" w:type="dxa"/>
            <w:tcBorders>
              <w:top w:val="single" w:sz="2" w:space="0" w:color="00000A"/>
              <w:left w:val="single" w:sz="2" w:space="0" w:color="00000A"/>
              <w:bottom w:val="single" w:sz="2" w:space="0" w:color="00000A"/>
              <w:right w:val="single" w:sz="2" w:space="0" w:color="00000A"/>
            </w:tcBorders>
            <w:shd w:val="clear" w:color="auto" w:fill="DBE5F1"/>
            <w:tcMar>
              <w:left w:w="114" w:type="dxa"/>
            </w:tcMar>
            <w:vAlign w:val="bottom"/>
          </w:tcPr>
          <w:p w:rsidR="00D03FD0" w:rsidRDefault="00D03FD0" w:rsidP="009916CB">
            <w:pPr>
              <w:pStyle w:val="TableHeading"/>
              <w:spacing w:line="360" w:lineRule="auto"/>
            </w:pPr>
            <w:r>
              <w:t>Adresse IP</w:t>
            </w:r>
          </w:p>
        </w:tc>
        <w:tc>
          <w:tcPr>
            <w:tcW w:w="2250" w:type="dxa"/>
            <w:tcBorders>
              <w:top w:val="single" w:sz="2" w:space="0" w:color="00000A"/>
              <w:left w:val="single" w:sz="2" w:space="0" w:color="00000A"/>
              <w:bottom w:val="single" w:sz="2" w:space="0" w:color="00000A"/>
              <w:right w:val="single" w:sz="2" w:space="0" w:color="00000A"/>
            </w:tcBorders>
            <w:shd w:val="clear" w:color="auto" w:fill="DBE5F1"/>
            <w:tcMar>
              <w:left w:w="114" w:type="dxa"/>
            </w:tcMar>
            <w:vAlign w:val="bottom"/>
          </w:tcPr>
          <w:p w:rsidR="00D03FD0" w:rsidRDefault="00D03FD0" w:rsidP="009916CB">
            <w:pPr>
              <w:pStyle w:val="TableHeading"/>
              <w:spacing w:line="360" w:lineRule="auto"/>
            </w:pPr>
            <w:r>
              <w:t>Masque de sous-réseau</w:t>
            </w:r>
          </w:p>
        </w:tc>
        <w:tc>
          <w:tcPr>
            <w:tcW w:w="2053" w:type="dxa"/>
            <w:tcBorders>
              <w:top w:val="single" w:sz="2" w:space="0" w:color="00000A"/>
              <w:left w:val="single" w:sz="2" w:space="0" w:color="00000A"/>
              <w:bottom w:val="single" w:sz="2" w:space="0" w:color="00000A"/>
              <w:right w:val="single" w:sz="2" w:space="0" w:color="00000A"/>
            </w:tcBorders>
            <w:shd w:val="clear" w:color="auto" w:fill="DBE5F1"/>
            <w:tcMar>
              <w:left w:w="114" w:type="dxa"/>
            </w:tcMar>
            <w:vAlign w:val="bottom"/>
          </w:tcPr>
          <w:p w:rsidR="00D03FD0" w:rsidRDefault="00D03FD0" w:rsidP="009916CB">
            <w:pPr>
              <w:pStyle w:val="TableHeading"/>
              <w:spacing w:line="360" w:lineRule="auto"/>
            </w:pPr>
            <w:r>
              <w:t>Passerelle par défaut</w:t>
            </w:r>
          </w:p>
        </w:tc>
      </w:tr>
      <w:tr w:rsidR="00D03FD0" w:rsidTr="00D03FD0">
        <w:trPr>
          <w:cantSplit/>
          <w:jc w:val="center"/>
        </w:trPr>
        <w:tc>
          <w:tcPr>
            <w:tcW w:w="1797" w:type="dxa"/>
            <w:tcBorders>
              <w:top w:val="single" w:sz="2" w:space="0" w:color="00000A"/>
              <w:left w:val="single" w:sz="2" w:space="0" w:color="00000A"/>
              <w:bottom w:val="nil"/>
              <w:right w:val="single" w:sz="2" w:space="0" w:color="00000A"/>
            </w:tcBorders>
            <w:shd w:val="clear" w:color="auto" w:fill="auto"/>
            <w:tcMar>
              <w:left w:w="114" w:type="dxa"/>
            </w:tcMar>
            <w:vAlign w:val="center"/>
          </w:tcPr>
          <w:p w:rsidR="00D03FD0" w:rsidRDefault="00D03FD0" w:rsidP="009916CB">
            <w:pPr>
              <w:pStyle w:val="TableText"/>
              <w:spacing w:line="360" w:lineRule="auto"/>
            </w:pPr>
            <w:r>
              <w:t>R1</w:t>
            </w:r>
          </w:p>
        </w:tc>
        <w:tc>
          <w:tcPr>
            <w:tcW w:w="180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D03FD0" w:rsidP="009916CB">
            <w:pPr>
              <w:pStyle w:val="TableText"/>
              <w:spacing w:line="360" w:lineRule="auto"/>
            </w:pPr>
            <w:r>
              <w:t>G0/0</w:t>
            </w:r>
          </w:p>
        </w:tc>
        <w:tc>
          <w:tcPr>
            <w:tcW w:w="225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D03FD0" w:rsidP="009916CB">
            <w:pPr>
              <w:pStyle w:val="TableText"/>
              <w:spacing w:line="360" w:lineRule="auto"/>
            </w:pPr>
            <w:r>
              <w:t>192.168.10.1</w:t>
            </w:r>
          </w:p>
        </w:tc>
        <w:tc>
          <w:tcPr>
            <w:tcW w:w="225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D03FD0" w:rsidP="009916CB">
            <w:pPr>
              <w:pStyle w:val="TableText"/>
              <w:spacing w:line="360" w:lineRule="auto"/>
            </w:pPr>
            <w:r>
              <w:t>255.255.255.0</w:t>
            </w:r>
          </w:p>
        </w:tc>
        <w:tc>
          <w:tcPr>
            <w:tcW w:w="2053"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D03FD0" w:rsidP="009916CB">
            <w:pPr>
              <w:pStyle w:val="TableText"/>
              <w:spacing w:line="360" w:lineRule="auto"/>
            </w:pPr>
            <w:r>
              <w:t>N/A</w:t>
            </w:r>
          </w:p>
        </w:tc>
      </w:tr>
      <w:tr w:rsidR="00D03FD0" w:rsidTr="00D03FD0">
        <w:trPr>
          <w:cantSplit/>
          <w:jc w:val="center"/>
        </w:trPr>
        <w:tc>
          <w:tcPr>
            <w:tcW w:w="1797" w:type="dxa"/>
            <w:tcBorders>
              <w:top w:val="nil"/>
              <w:left w:val="single" w:sz="2" w:space="0" w:color="00000A"/>
              <w:bottom w:val="single" w:sz="2" w:space="0" w:color="00000A"/>
              <w:right w:val="single" w:sz="2" w:space="0" w:color="00000A"/>
            </w:tcBorders>
            <w:shd w:val="clear" w:color="auto" w:fill="auto"/>
            <w:tcMar>
              <w:left w:w="114" w:type="dxa"/>
            </w:tcMar>
            <w:vAlign w:val="bottom"/>
          </w:tcPr>
          <w:p w:rsidR="00D03FD0" w:rsidRDefault="00D03FD0" w:rsidP="009916CB">
            <w:pPr>
              <w:pStyle w:val="ConfigWindow"/>
              <w:spacing w:line="360" w:lineRule="auto"/>
            </w:pPr>
            <w:r>
              <w:t>R1</w:t>
            </w:r>
          </w:p>
        </w:tc>
        <w:tc>
          <w:tcPr>
            <w:tcW w:w="180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D03FD0" w:rsidP="009916CB">
            <w:pPr>
              <w:pStyle w:val="TableText"/>
              <w:spacing w:line="360" w:lineRule="auto"/>
            </w:pPr>
            <w:r>
              <w:t>G0/1</w:t>
            </w:r>
          </w:p>
        </w:tc>
        <w:tc>
          <w:tcPr>
            <w:tcW w:w="225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D03FD0" w:rsidP="009916CB">
            <w:pPr>
              <w:pStyle w:val="TableText"/>
              <w:spacing w:line="360" w:lineRule="auto"/>
            </w:pPr>
            <w:r>
              <w:t>192.168.11.1</w:t>
            </w:r>
          </w:p>
        </w:tc>
        <w:tc>
          <w:tcPr>
            <w:tcW w:w="225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D03FD0" w:rsidP="009916CB">
            <w:pPr>
              <w:pStyle w:val="TableText"/>
              <w:spacing w:line="360" w:lineRule="auto"/>
            </w:pPr>
            <w:r>
              <w:t>255.255.255.0</w:t>
            </w:r>
          </w:p>
        </w:tc>
        <w:tc>
          <w:tcPr>
            <w:tcW w:w="2053"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D03FD0" w:rsidP="009916CB">
            <w:pPr>
              <w:pStyle w:val="TableText"/>
              <w:spacing w:line="360" w:lineRule="auto"/>
            </w:pPr>
            <w:r>
              <w:t>N/A</w:t>
            </w:r>
          </w:p>
        </w:tc>
      </w:tr>
      <w:tr w:rsidR="00D03FD0" w:rsidTr="00D03FD0">
        <w:trPr>
          <w:cantSplit/>
          <w:jc w:val="center"/>
        </w:trPr>
        <w:tc>
          <w:tcPr>
            <w:tcW w:w="1797"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D03FD0" w:rsidP="009916CB">
            <w:pPr>
              <w:pStyle w:val="TableText"/>
              <w:spacing w:line="360" w:lineRule="auto"/>
            </w:pPr>
            <w:r>
              <w:t>S1</w:t>
            </w:r>
          </w:p>
        </w:tc>
        <w:tc>
          <w:tcPr>
            <w:tcW w:w="180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D03FD0" w:rsidP="009916CB">
            <w:pPr>
              <w:pStyle w:val="TableText"/>
              <w:spacing w:line="360" w:lineRule="auto"/>
            </w:pPr>
            <w:r>
              <w:t>VLAN 1</w:t>
            </w:r>
          </w:p>
        </w:tc>
        <w:tc>
          <w:tcPr>
            <w:tcW w:w="225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D03FD0" w:rsidP="009916CB">
            <w:pPr>
              <w:pStyle w:val="TableText"/>
              <w:spacing w:line="360" w:lineRule="auto"/>
            </w:pPr>
            <w:r>
              <w:t>192.168.10.2</w:t>
            </w:r>
          </w:p>
        </w:tc>
        <w:tc>
          <w:tcPr>
            <w:tcW w:w="225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D03FD0" w:rsidP="009916CB">
            <w:pPr>
              <w:pStyle w:val="TableText"/>
              <w:spacing w:line="360" w:lineRule="auto"/>
            </w:pPr>
            <w:r>
              <w:t>255.255.255.0</w:t>
            </w:r>
          </w:p>
        </w:tc>
        <w:tc>
          <w:tcPr>
            <w:tcW w:w="2053"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Pr="00446030" w:rsidRDefault="00D03FD0" w:rsidP="009916CB">
            <w:pPr>
              <w:pStyle w:val="TableText"/>
              <w:spacing w:line="360" w:lineRule="auto"/>
              <w:rPr>
                <w:rStyle w:val="AnswerGray"/>
              </w:rPr>
            </w:pPr>
          </w:p>
        </w:tc>
      </w:tr>
      <w:tr w:rsidR="00D03FD0" w:rsidTr="00D03FD0">
        <w:trPr>
          <w:cantSplit/>
          <w:jc w:val="center"/>
        </w:trPr>
        <w:tc>
          <w:tcPr>
            <w:tcW w:w="1797"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D03FD0" w:rsidP="009916CB">
            <w:pPr>
              <w:pStyle w:val="TableText"/>
              <w:spacing w:line="360" w:lineRule="auto"/>
            </w:pPr>
            <w:r>
              <w:t>S2</w:t>
            </w:r>
          </w:p>
        </w:tc>
        <w:tc>
          <w:tcPr>
            <w:tcW w:w="180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D03FD0" w:rsidP="009916CB">
            <w:pPr>
              <w:pStyle w:val="TableText"/>
              <w:spacing w:line="360" w:lineRule="auto"/>
            </w:pPr>
            <w:r>
              <w:t>VLAN 1</w:t>
            </w:r>
          </w:p>
        </w:tc>
        <w:tc>
          <w:tcPr>
            <w:tcW w:w="225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D03FD0" w:rsidP="009916CB">
            <w:pPr>
              <w:pStyle w:val="TableText"/>
              <w:spacing w:line="360" w:lineRule="auto"/>
            </w:pPr>
            <w:r>
              <w:t>192.168.11.2</w:t>
            </w:r>
          </w:p>
        </w:tc>
        <w:tc>
          <w:tcPr>
            <w:tcW w:w="225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D03FD0" w:rsidP="009916CB">
            <w:pPr>
              <w:pStyle w:val="TableText"/>
              <w:spacing w:line="360" w:lineRule="auto"/>
            </w:pPr>
            <w:r>
              <w:t>255.255.255.0</w:t>
            </w:r>
          </w:p>
        </w:tc>
        <w:tc>
          <w:tcPr>
            <w:tcW w:w="2053"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Pr="00446030" w:rsidRDefault="00D03FD0" w:rsidP="009916CB">
            <w:pPr>
              <w:pStyle w:val="TableText"/>
              <w:spacing w:line="360" w:lineRule="auto"/>
              <w:rPr>
                <w:rStyle w:val="AnswerGray"/>
              </w:rPr>
            </w:pPr>
          </w:p>
        </w:tc>
      </w:tr>
      <w:tr w:rsidR="00D03FD0" w:rsidTr="00D03FD0">
        <w:trPr>
          <w:cantSplit/>
          <w:jc w:val="center"/>
        </w:trPr>
        <w:tc>
          <w:tcPr>
            <w:tcW w:w="1797"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D03FD0" w:rsidP="009916CB">
            <w:pPr>
              <w:pStyle w:val="TableText"/>
              <w:spacing w:line="360" w:lineRule="auto"/>
            </w:pPr>
            <w:r>
              <w:t>PC1</w:t>
            </w:r>
          </w:p>
        </w:tc>
        <w:tc>
          <w:tcPr>
            <w:tcW w:w="180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D03FD0" w:rsidP="009916CB">
            <w:pPr>
              <w:pStyle w:val="TableText"/>
              <w:spacing w:line="360" w:lineRule="auto"/>
            </w:pPr>
            <w:r>
              <w:t>Carte réseau (NIC)</w:t>
            </w:r>
          </w:p>
        </w:tc>
        <w:tc>
          <w:tcPr>
            <w:tcW w:w="225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D03FD0" w:rsidP="009916CB">
            <w:pPr>
              <w:pStyle w:val="TableText"/>
              <w:spacing w:line="360" w:lineRule="auto"/>
            </w:pPr>
            <w:r>
              <w:t>192.168.10.10</w:t>
            </w:r>
          </w:p>
        </w:tc>
        <w:tc>
          <w:tcPr>
            <w:tcW w:w="225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D03FD0" w:rsidP="009916CB">
            <w:pPr>
              <w:pStyle w:val="TableText"/>
              <w:spacing w:line="360" w:lineRule="auto"/>
            </w:pPr>
            <w:r>
              <w:t>255.255.255.0</w:t>
            </w:r>
          </w:p>
        </w:tc>
        <w:tc>
          <w:tcPr>
            <w:tcW w:w="2053"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Pr="00446030" w:rsidRDefault="00D03FD0" w:rsidP="009916CB">
            <w:pPr>
              <w:pStyle w:val="TableText"/>
              <w:spacing w:line="360" w:lineRule="auto"/>
              <w:rPr>
                <w:rStyle w:val="AnswerGray"/>
              </w:rPr>
            </w:pPr>
          </w:p>
        </w:tc>
      </w:tr>
      <w:tr w:rsidR="00D03FD0" w:rsidTr="00D03FD0">
        <w:trPr>
          <w:cantSplit/>
          <w:jc w:val="center"/>
        </w:trPr>
        <w:tc>
          <w:tcPr>
            <w:tcW w:w="1797"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D03FD0" w:rsidP="009916CB">
            <w:pPr>
              <w:pStyle w:val="TableText"/>
              <w:spacing w:line="360" w:lineRule="auto"/>
            </w:pPr>
            <w:r>
              <w:t>PC2</w:t>
            </w:r>
          </w:p>
        </w:tc>
        <w:tc>
          <w:tcPr>
            <w:tcW w:w="180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D03FD0" w:rsidP="009916CB">
            <w:pPr>
              <w:pStyle w:val="TableText"/>
              <w:spacing w:line="360" w:lineRule="auto"/>
            </w:pPr>
            <w:r>
              <w:t xml:space="preserve">Carte réseau (NIC) </w:t>
            </w:r>
          </w:p>
        </w:tc>
        <w:tc>
          <w:tcPr>
            <w:tcW w:w="225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D03FD0" w:rsidP="009916CB">
            <w:pPr>
              <w:pStyle w:val="TableText"/>
              <w:spacing w:line="360" w:lineRule="auto"/>
            </w:pPr>
            <w:r>
              <w:t>192.168.10.11</w:t>
            </w:r>
          </w:p>
        </w:tc>
        <w:tc>
          <w:tcPr>
            <w:tcW w:w="225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D03FD0" w:rsidP="009916CB">
            <w:pPr>
              <w:pStyle w:val="TableText"/>
              <w:spacing w:line="360" w:lineRule="auto"/>
            </w:pPr>
            <w:r>
              <w:t>255.255.255.0</w:t>
            </w:r>
          </w:p>
        </w:tc>
        <w:tc>
          <w:tcPr>
            <w:tcW w:w="2053"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Pr="00446030" w:rsidRDefault="00D03FD0" w:rsidP="009916CB">
            <w:pPr>
              <w:pStyle w:val="TableText"/>
              <w:spacing w:line="360" w:lineRule="auto"/>
              <w:rPr>
                <w:rStyle w:val="AnswerGray"/>
              </w:rPr>
            </w:pPr>
          </w:p>
        </w:tc>
      </w:tr>
      <w:tr w:rsidR="00D03FD0" w:rsidTr="00D03FD0">
        <w:trPr>
          <w:cantSplit/>
          <w:jc w:val="center"/>
        </w:trPr>
        <w:tc>
          <w:tcPr>
            <w:tcW w:w="1797"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D03FD0" w:rsidP="009916CB">
            <w:pPr>
              <w:pStyle w:val="TableText"/>
              <w:spacing w:line="360" w:lineRule="auto"/>
            </w:pPr>
            <w:r>
              <w:t>PC3</w:t>
            </w:r>
          </w:p>
        </w:tc>
        <w:tc>
          <w:tcPr>
            <w:tcW w:w="180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D03FD0" w:rsidP="009916CB">
            <w:pPr>
              <w:pStyle w:val="TableText"/>
              <w:spacing w:line="360" w:lineRule="auto"/>
            </w:pPr>
            <w:r>
              <w:t>Carte réseau</w:t>
            </w:r>
          </w:p>
        </w:tc>
        <w:tc>
          <w:tcPr>
            <w:tcW w:w="225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D03FD0" w:rsidP="009916CB">
            <w:pPr>
              <w:pStyle w:val="TableText"/>
              <w:spacing w:line="360" w:lineRule="auto"/>
            </w:pPr>
            <w:r>
              <w:t>192.168.11.10</w:t>
            </w:r>
          </w:p>
        </w:tc>
        <w:tc>
          <w:tcPr>
            <w:tcW w:w="225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D03FD0" w:rsidP="009916CB">
            <w:pPr>
              <w:pStyle w:val="TableText"/>
              <w:spacing w:line="360" w:lineRule="auto"/>
            </w:pPr>
            <w:r>
              <w:t>255.255.255.0</w:t>
            </w:r>
          </w:p>
        </w:tc>
        <w:tc>
          <w:tcPr>
            <w:tcW w:w="2053"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Pr="00446030" w:rsidRDefault="00D03FD0" w:rsidP="009916CB">
            <w:pPr>
              <w:pStyle w:val="TableText"/>
              <w:spacing w:line="360" w:lineRule="auto"/>
              <w:rPr>
                <w:rStyle w:val="AnswerGray"/>
              </w:rPr>
            </w:pPr>
          </w:p>
        </w:tc>
      </w:tr>
      <w:tr w:rsidR="00D03FD0" w:rsidTr="00D03FD0">
        <w:trPr>
          <w:cantSplit/>
          <w:jc w:val="center"/>
        </w:trPr>
        <w:tc>
          <w:tcPr>
            <w:tcW w:w="1797"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D03FD0" w:rsidP="009916CB">
            <w:pPr>
              <w:pStyle w:val="TableText"/>
              <w:spacing w:line="360" w:lineRule="auto"/>
            </w:pPr>
            <w:r>
              <w:t>PC4</w:t>
            </w:r>
          </w:p>
        </w:tc>
        <w:tc>
          <w:tcPr>
            <w:tcW w:w="180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D03FD0" w:rsidP="009916CB">
            <w:pPr>
              <w:pStyle w:val="TableText"/>
              <w:spacing w:line="360" w:lineRule="auto"/>
            </w:pPr>
            <w:r>
              <w:t>Carte réseau</w:t>
            </w:r>
          </w:p>
        </w:tc>
        <w:tc>
          <w:tcPr>
            <w:tcW w:w="225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D03FD0" w:rsidP="009916CB">
            <w:pPr>
              <w:pStyle w:val="TableText"/>
              <w:spacing w:line="360" w:lineRule="auto"/>
            </w:pPr>
            <w:r>
              <w:t>192.168.11.11</w:t>
            </w:r>
          </w:p>
        </w:tc>
        <w:tc>
          <w:tcPr>
            <w:tcW w:w="225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D03FD0" w:rsidP="009916CB">
            <w:pPr>
              <w:pStyle w:val="TableText"/>
              <w:spacing w:line="360" w:lineRule="auto"/>
            </w:pPr>
            <w:r>
              <w:t>255.255.255.0</w:t>
            </w:r>
          </w:p>
        </w:tc>
        <w:tc>
          <w:tcPr>
            <w:tcW w:w="2053"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Pr="00446030" w:rsidRDefault="00D03FD0" w:rsidP="009916CB">
            <w:pPr>
              <w:pStyle w:val="TableText"/>
              <w:spacing w:line="360" w:lineRule="auto"/>
              <w:rPr>
                <w:rStyle w:val="AnswerGray"/>
              </w:rPr>
            </w:pPr>
          </w:p>
        </w:tc>
      </w:tr>
    </w:tbl>
    <w:p w:rsidR="00D03FD0" w:rsidRDefault="00D03FD0" w:rsidP="009916CB">
      <w:pPr>
        <w:pStyle w:val="Heading1"/>
        <w:spacing w:line="360" w:lineRule="auto"/>
      </w:pPr>
      <w:r>
        <w:t>Objectifs</w:t>
      </w:r>
    </w:p>
    <w:p w:rsidR="00D03FD0" w:rsidRDefault="00D03FD0" w:rsidP="009916CB">
      <w:pPr>
        <w:pStyle w:val="BodyTextL25Bold"/>
        <w:spacing w:line="360" w:lineRule="auto"/>
      </w:pPr>
      <w:r>
        <w:t>Partie 1: Consulter la documentation du réseau et repérer les problèmes</w:t>
      </w:r>
    </w:p>
    <w:p w:rsidR="00D03FD0" w:rsidRDefault="00D03FD0" w:rsidP="009916CB">
      <w:pPr>
        <w:pStyle w:val="BodyTextL25Bold"/>
        <w:spacing w:line="360" w:lineRule="auto"/>
      </w:pPr>
      <w:r>
        <w:t xml:space="preserve">Partie 2: Mettre en œuvre, vérifier et documenter des solutions </w:t>
      </w:r>
    </w:p>
    <w:p w:rsidR="00D03FD0" w:rsidRDefault="00D03FD0" w:rsidP="009916CB">
      <w:pPr>
        <w:pStyle w:val="Heading1"/>
        <w:spacing w:line="360" w:lineRule="auto"/>
      </w:pPr>
      <w:r>
        <w:t>Le contexte</w:t>
      </w:r>
    </w:p>
    <w:p w:rsidR="00D03FD0" w:rsidRDefault="00D03FD0" w:rsidP="00571069">
      <w:pPr>
        <w:pStyle w:val="BodyTextL25"/>
        <w:spacing w:line="360" w:lineRule="auto"/>
      </w:pPr>
      <w:r>
        <w:t>Pour qu'un périphérique puisse communiquer sur plusieurs réseaux, l'adresse IP, le masque de sous-réseau et la passerelle par défaut doivent être configurés. La passerelle par défaut est utilisée lorsque l'hôte veut transmettre un paquet à un périphérique situé sur un autre réseau. L'adresse de la passerelle par défaut est généralement celle de l'interface du routeur reliée au réseau local auquel l'hôte est connecté. Dans cet exercice, vous allez terminer la documentation du réseau. Vous vérifierez ensuite la documentation du réseau en testant la connectivité de bout en bout et en résolvant les différents problèmes. La méthode de dépannage que vous utiliserez comprend les étapes suivantes:</w:t>
      </w:r>
    </w:p>
    <w:p w:rsidR="00D03FD0" w:rsidRDefault="00D03FD0" w:rsidP="009916CB">
      <w:pPr>
        <w:pStyle w:val="SubStepAlpha"/>
        <w:spacing w:line="360" w:lineRule="auto"/>
      </w:pPr>
      <w:r>
        <w:lastRenderedPageBreak/>
        <w:t>Consulter la documentation du réseau et mettre en place des tests pour repérer les problèmes.</w:t>
      </w:r>
    </w:p>
    <w:p w:rsidR="00D03FD0" w:rsidRDefault="00D03FD0" w:rsidP="009916CB">
      <w:pPr>
        <w:pStyle w:val="SubStepAlpha"/>
        <w:spacing w:line="360" w:lineRule="auto"/>
      </w:pPr>
      <w:r>
        <w:t>Trouver une solution appropriée pour résoudre un problème donné.</w:t>
      </w:r>
    </w:p>
    <w:p w:rsidR="00D03FD0" w:rsidRDefault="00D03FD0" w:rsidP="009916CB">
      <w:pPr>
        <w:pStyle w:val="SubStepAlpha"/>
        <w:spacing w:line="360" w:lineRule="auto"/>
      </w:pPr>
      <w:r>
        <w:t>Mettre en œuvre la solution.</w:t>
      </w:r>
    </w:p>
    <w:p w:rsidR="00D03FD0" w:rsidRDefault="00D03FD0" w:rsidP="009916CB">
      <w:pPr>
        <w:pStyle w:val="SubStepAlpha"/>
        <w:spacing w:line="360" w:lineRule="auto"/>
      </w:pPr>
      <w:r>
        <w:t>Mettre en place des tests pour vérifier que le problème est résolu.</w:t>
      </w:r>
    </w:p>
    <w:p w:rsidR="00D03FD0" w:rsidRDefault="00D03FD0" w:rsidP="009916CB">
      <w:pPr>
        <w:pStyle w:val="SubStepAlpha"/>
        <w:spacing w:line="360" w:lineRule="auto"/>
      </w:pPr>
      <w:r>
        <w:t>Documenter la solution</w:t>
      </w:r>
    </w:p>
    <w:p w:rsidR="00D03FD0" w:rsidRDefault="00D03FD0" w:rsidP="009916CB">
      <w:pPr>
        <w:pStyle w:val="BodyTextL25"/>
        <w:spacing w:line="360" w:lineRule="auto"/>
      </w:pPr>
      <w:r>
        <w:t>Au cours de votre formation CCNA, vous rencontrerez différentes descriptions de la procédure de dépannage, ainsi que diverses méthodes de test et de documentation des problèmes et des solutions. Cela est intentionnel. Aucune norme ni aucun modèle n'ont été définis pour le dépannage. Chaque structure développe ses propres processus et normes de documentation (même si c'est simplement «Nous n'avons pas de processus.»). Cependant, toutes les méthodologies de dépannage efficaces incluent généralement les étapes ci-dessus.</w:t>
      </w:r>
    </w:p>
    <w:p w:rsidR="00D03FD0" w:rsidRDefault="00D03FD0" w:rsidP="009916CB">
      <w:pPr>
        <w:pStyle w:val="BodyTextL25"/>
        <w:spacing w:line="360" w:lineRule="auto"/>
      </w:pPr>
      <w:r>
        <w:rPr>
          <w:b/>
        </w:rPr>
        <w:t>Remarque</w:t>
      </w:r>
      <w:r w:rsidRPr="00D03FD0">
        <w:t>: si vous êtes déjà expérimenté en matière de configuration de passerelle par défaut, cet exercice peut vous paraître plus fastidieux qu'il ne devrait. Vous pouvez, le plus souvent, détecter et résoudre tous les problèmes de connectivité plus rapidement qu'en appliquant ces procédures. Toutefois, au fil de la formation, les réseaux et les problèmes que vous rencontrerez deviendront de plus en plus complexes. Dans de telles situations, le seul moyen efficace d'identifier et de résoudre les problèmes rencontrés consiste à utiliser une approche méthodique telle que celle utilisée dans cet exercice.</w:t>
      </w:r>
    </w:p>
    <w:p w:rsidR="00D03FD0" w:rsidRDefault="00D03FD0" w:rsidP="009916CB">
      <w:pPr>
        <w:pStyle w:val="Heading1"/>
        <w:spacing w:line="360" w:lineRule="auto"/>
      </w:pPr>
      <w:r>
        <w:t>Instructions</w:t>
      </w:r>
    </w:p>
    <w:p w:rsidR="00D03FD0" w:rsidRDefault="00D03FD0" w:rsidP="009916CB">
      <w:pPr>
        <w:pStyle w:val="Heading2"/>
        <w:spacing w:line="360" w:lineRule="auto"/>
      </w:pPr>
      <w:r>
        <w:t>Consulter la documentation du réseau et repérer les problèmes</w:t>
      </w:r>
    </w:p>
    <w:p w:rsidR="00D03FD0" w:rsidRDefault="00D03FD0" w:rsidP="009916CB">
      <w:pPr>
        <w:pStyle w:val="BodyTextL25"/>
        <w:spacing w:line="360" w:lineRule="auto"/>
      </w:pPr>
      <w:r>
        <w:t>Dans la première partie de cet exercice, vous allez compléter la documentation et effectuer des tests de connectivité afin de détecter les problèmes. Vous déterminerez également une solution de mise en œuvre appropriée dans la 2e partie.</w:t>
      </w:r>
    </w:p>
    <w:p w:rsidR="00D03FD0" w:rsidRDefault="00D03FD0" w:rsidP="009916CB">
      <w:pPr>
        <w:pStyle w:val="Heading3"/>
        <w:numPr>
          <w:ilvl w:val="1"/>
          <w:numId w:val="14"/>
        </w:numPr>
        <w:spacing w:line="360" w:lineRule="auto"/>
      </w:pPr>
      <w:r>
        <w:t>Consultez la documentation du réseau et repérez les problèmes.</w:t>
      </w:r>
    </w:p>
    <w:p w:rsidR="00D03FD0" w:rsidRDefault="00D03FD0" w:rsidP="009916CB">
      <w:pPr>
        <w:pStyle w:val="SubStepAlpha"/>
        <w:spacing w:line="360" w:lineRule="auto"/>
      </w:pPr>
      <w:r>
        <w:t xml:space="preserve">Vous devez posséder une documentation complète avant de pouvoir tester efficacement un réseau. Notez que certaines informations ne figurent pas dans la </w:t>
      </w:r>
      <w:r>
        <w:rPr>
          <w:b/>
        </w:rPr>
        <w:t>table d'adressage</w:t>
      </w:r>
      <w:r>
        <w:t xml:space="preserve">. Complétez la </w:t>
      </w:r>
      <w:r>
        <w:rPr>
          <w:b/>
        </w:rPr>
        <w:t>table d'adressage</w:t>
      </w:r>
      <w:r>
        <w:t xml:space="preserve"> en fournissant les informations de passerelle par défaut manquantes pour les commutateurs et les ordinateurs. </w:t>
      </w:r>
    </w:p>
    <w:p w:rsidR="00D03FD0" w:rsidRDefault="00D03FD0" w:rsidP="009916CB">
      <w:pPr>
        <w:pStyle w:val="SubStepAlpha"/>
        <w:spacing w:line="360" w:lineRule="auto"/>
      </w:pPr>
      <w:r>
        <w:t xml:space="preserve">Testez la connectivité vers les périphériques du même réseau. En identifiant et en résolvant tous les problèmes d'accès local, vous pouvez mieux tester la connectivité à distance tout en sachant que la connectivité locale est opérationnelle. </w:t>
      </w:r>
    </w:p>
    <w:p w:rsidR="00D03FD0" w:rsidRDefault="00D03FD0" w:rsidP="009916CB">
      <w:pPr>
        <w:pStyle w:val="BodyTextL50"/>
        <w:spacing w:line="360" w:lineRule="auto"/>
      </w:pPr>
      <w:r>
        <w:lastRenderedPageBreak/>
        <w:t>Un plan de vérification peut se résumer à une liste de tests de connectivité. Effectuez les tests suivants pour vérifier la connectivité locale et identifier les problèmes d'accès. Le premier problème est déjà documenté, mais vous devrez mettre en œuvre et vérifier la solution dans la partie 2.</w:t>
      </w:r>
    </w:p>
    <w:p w:rsidR="00D03FD0" w:rsidRDefault="00D03FD0" w:rsidP="009916CB">
      <w:pPr>
        <w:pStyle w:val="BodyTextL25Bold"/>
        <w:spacing w:line="360" w:lineRule="auto"/>
      </w:pPr>
      <w:r>
        <w:t>Test et vérification de la documentation</w:t>
      </w:r>
    </w:p>
    <w:tbl>
      <w:tblPr>
        <w:tblW w:w="9720" w:type="dxa"/>
        <w:jc w:val="center"/>
        <w:tblBorders>
          <w:top w:val="single" w:sz="2" w:space="0" w:color="00000A"/>
          <w:left w:val="single" w:sz="2" w:space="0" w:color="00000A"/>
          <w:bottom w:val="single" w:sz="2" w:space="0" w:color="00000A"/>
          <w:right w:val="single" w:sz="2" w:space="0" w:color="00000A"/>
          <w:insideH w:val="single" w:sz="2" w:space="0" w:color="00000A"/>
          <w:insideV w:val="single" w:sz="2" w:space="0" w:color="00000A"/>
        </w:tblBorders>
        <w:tblCellMar>
          <w:top w:w="14" w:type="dxa"/>
          <w:left w:w="114" w:type="dxa"/>
          <w:bottom w:w="14" w:type="dxa"/>
          <w:right w:w="115" w:type="dxa"/>
        </w:tblCellMar>
        <w:tblLook w:val="04A0" w:firstRow="1" w:lastRow="0" w:firstColumn="1" w:lastColumn="0" w:noHBand="0" w:noVBand="1"/>
        <w:tblDescription w:val="Ce tableau contient toutes les informations nécessaires pour documenter les résultats des essais et de la vérification. Saisissez vos réponses dans les cellules vides."/>
      </w:tblPr>
      <w:tblGrid>
        <w:gridCol w:w="2067"/>
        <w:gridCol w:w="1710"/>
        <w:gridCol w:w="2229"/>
        <w:gridCol w:w="2521"/>
        <w:gridCol w:w="1193"/>
      </w:tblGrid>
      <w:tr w:rsidR="00D03FD0" w:rsidTr="001D5682">
        <w:trPr>
          <w:cantSplit/>
          <w:jc w:val="center"/>
        </w:trPr>
        <w:tc>
          <w:tcPr>
            <w:tcW w:w="2067" w:type="dxa"/>
            <w:tcBorders>
              <w:top w:val="single" w:sz="2" w:space="0" w:color="00000A"/>
              <w:left w:val="single" w:sz="2" w:space="0" w:color="00000A"/>
              <w:bottom w:val="single" w:sz="2" w:space="0" w:color="00000A"/>
              <w:right w:val="single" w:sz="2" w:space="0" w:color="00000A"/>
            </w:tcBorders>
            <w:shd w:val="clear" w:color="auto" w:fill="DBE5F1"/>
            <w:tcMar>
              <w:left w:w="114" w:type="dxa"/>
            </w:tcMar>
            <w:vAlign w:val="bottom"/>
          </w:tcPr>
          <w:p w:rsidR="00D03FD0" w:rsidRDefault="00D03FD0" w:rsidP="009916CB">
            <w:pPr>
              <w:pStyle w:val="TableHeading"/>
              <w:spacing w:line="360" w:lineRule="auto"/>
            </w:pPr>
            <w:r>
              <w:t>Tester</w:t>
            </w:r>
          </w:p>
        </w:tc>
        <w:tc>
          <w:tcPr>
            <w:tcW w:w="1710" w:type="dxa"/>
            <w:tcBorders>
              <w:top w:val="single" w:sz="2" w:space="0" w:color="00000A"/>
              <w:left w:val="single" w:sz="2" w:space="0" w:color="00000A"/>
              <w:bottom w:val="single" w:sz="2" w:space="0" w:color="00000A"/>
              <w:right w:val="single" w:sz="2" w:space="0" w:color="00000A"/>
            </w:tcBorders>
            <w:shd w:val="clear" w:color="auto" w:fill="DBE5F1"/>
            <w:tcMar>
              <w:left w:w="114" w:type="dxa"/>
            </w:tcMar>
            <w:vAlign w:val="bottom"/>
          </w:tcPr>
          <w:p w:rsidR="00D03FD0" w:rsidRDefault="00D03FD0" w:rsidP="009916CB">
            <w:pPr>
              <w:pStyle w:val="TableHeading"/>
              <w:spacing w:line="360" w:lineRule="auto"/>
            </w:pPr>
            <w:r>
              <w:t>Réussie?</w:t>
            </w:r>
          </w:p>
        </w:tc>
        <w:tc>
          <w:tcPr>
            <w:tcW w:w="2229" w:type="dxa"/>
            <w:tcBorders>
              <w:top w:val="single" w:sz="2" w:space="0" w:color="00000A"/>
              <w:left w:val="single" w:sz="2" w:space="0" w:color="00000A"/>
              <w:bottom w:val="single" w:sz="2" w:space="0" w:color="00000A"/>
              <w:right w:val="single" w:sz="2" w:space="0" w:color="00000A"/>
            </w:tcBorders>
            <w:shd w:val="clear" w:color="auto" w:fill="DBE5F1"/>
            <w:tcMar>
              <w:left w:w="114" w:type="dxa"/>
            </w:tcMar>
            <w:vAlign w:val="bottom"/>
          </w:tcPr>
          <w:p w:rsidR="00D03FD0" w:rsidRDefault="00D03FD0" w:rsidP="009916CB">
            <w:pPr>
              <w:pStyle w:val="TableHeading"/>
              <w:spacing w:line="360" w:lineRule="auto"/>
            </w:pPr>
            <w:r>
              <w:t>Problèmes</w:t>
            </w:r>
          </w:p>
        </w:tc>
        <w:tc>
          <w:tcPr>
            <w:tcW w:w="2521" w:type="dxa"/>
            <w:tcBorders>
              <w:top w:val="single" w:sz="2" w:space="0" w:color="00000A"/>
              <w:left w:val="single" w:sz="2" w:space="0" w:color="00000A"/>
              <w:bottom w:val="single" w:sz="2" w:space="0" w:color="00000A"/>
              <w:right w:val="single" w:sz="2" w:space="0" w:color="00000A"/>
            </w:tcBorders>
            <w:shd w:val="clear" w:color="auto" w:fill="DBE5F1"/>
            <w:tcMar>
              <w:left w:w="114" w:type="dxa"/>
            </w:tcMar>
            <w:vAlign w:val="bottom"/>
          </w:tcPr>
          <w:p w:rsidR="00D03FD0" w:rsidRDefault="00D03FD0" w:rsidP="009916CB">
            <w:pPr>
              <w:pStyle w:val="TableHeading"/>
              <w:spacing w:line="360" w:lineRule="auto"/>
            </w:pPr>
            <w:r>
              <w:t>La solution</w:t>
            </w:r>
          </w:p>
        </w:tc>
        <w:tc>
          <w:tcPr>
            <w:tcW w:w="1193" w:type="dxa"/>
            <w:tcBorders>
              <w:top w:val="single" w:sz="2" w:space="0" w:color="00000A"/>
              <w:left w:val="single" w:sz="2" w:space="0" w:color="00000A"/>
              <w:bottom w:val="single" w:sz="2" w:space="0" w:color="00000A"/>
              <w:right w:val="single" w:sz="2" w:space="0" w:color="00000A"/>
            </w:tcBorders>
            <w:shd w:val="clear" w:color="auto" w:fill="DBE5F1"/>
            <w:tcMar>
              <w:left w:w="114" w:type="dxa"/>
            </w:tcMar>
            <w:vAlign w:val="bottom"/>
          </w:tcPr>
          <w:p w:rsidR="00D03FD0" w:rsidRDefault="00D03FD0" w:rsidP="009916CB">
            <w:pPr>
              <w:pStyle w:val="TableHeading"/>
              <w:spacing w:line="360" w:lineRule="auto"/>
            </w:pPr>
            <w:r>
              <w:t>Vérifié</w:t>
            </w:r>
          </w:p>
        </w:tc>
      </w:tr>
      <w:tr w:rsidR="00D03FD0" w:rsidTr="001D5682">
        <w:trPr>
          <w:cantSplit/>
          <w:jc w:val="center"/>
        </w:trPr>
        <w:tc>
          <w:tcPr>
            <w:tcW w:w="2067"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Pr="00907DCA" w:rsidRDefault="00D03FD0" w:rsidP="009916CB">
            <w:pPr>
              <w:pStyle w:val="TableText"/>
              <w:spacing w:line="360" w:lineRule="auto"/>
              <w:rPr>
                <w:b/>
              </w:rPr>
            </w:pPr>
            <w:r>
              <w:rPr>
                <w:b/>
              </w:rPr>
              <w:t>PC1 à PC2</w:t>
            </w:r>
          </w:p>
        </w:tc>
        <w:tc>
          <w:tcPr>
            <w:tcW w:w="171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Pr="00907DCA" w:rsidRDefault="00D03FD0" w:rsidP="009916CB">
            <w:pPr>
              <w:pStyle w:val="TableText"/>
              <w:spacing w:line="360" w:lineRule="auto"/>
              <w:rPr>
                <w:b/>
              </w:rPr>
            </w:pPr>
            <w:r>
              <w:rPr>
                <w:b/>
              </w:rPr>
              <w:t>Non</w:t>
            </w:r>
          </w:p>
        </w:tc>
        <w:tc>
          <w:tcPr>
            <w:tcW w:w="2229"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Pr="00907DCA" w:rsidRDefault="00D03FD0" w:rsidP="009916CB">
            <w:pPr>
              <w:pStyle w:val="TableText"/>
              <w:spacing w:line="360" w:lineRule="auto"/>
              <w:rPr>
                <w:b/>
              </w:rPr>
            </w:pPr>
            <w:r>
              <w:rPr>
                <w:b/>
              </w:rPr>
              <w:t>Adresse IP de PC1</w:t>
            </w:r>
          </w:p>
        </w:tc>
        <w:tc>
          <w:tcPr>
            <w:tcW w:w="2521"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Pr="00907DCA" w:rsidRDefault="00D03FD0" w:rsidP="009916CB">
            <w:pPr>
              <w:pStyle w:val="TableText"/>
              <w:spacing w:line="360" w:lineRule="auto"/>
              <w:rPr>
                <w:b/>
              </w:rPr>
            </w:pPr>
            <w:r>
              <w:rPr>
                <w:b/>
              </w:rPr>
              <w:t>Modifier l'adresse IP de PC1</w:t>
            </w:r>
          </w:p>
        </w:tc>
        <w:tc>
          <w:tcPr>
            <w:tcW w:w="1193"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BD52AA" w:rsidP="009916CB">
            <w:pPr>
              <w:pStyle w:val="ConfigWindow"/>
              <w:spacing w:line="360" w:lineRule="auto"/>
            </w:pPr>
            <w:r>
              <w:t>vierge</w:t>
            </w:r>
          </w:p>
        </w:tc>
      </w:tr>
      <w:tr w:rsidR="00D03FD0" w:rsidTr="001D5682">
        <w:trPr>
          <w:cantSplit/>
          <w:jc w:val="center"/>
        </w:trPr>
        <w:tc>
          <w:tcPr>
            <w:tcW w:w="2067"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D03FD0" w:rsidP="009916CB">
            <w:pPr>
              <w:pStyle w:val="TableText"/>
              <w:spacing w:line="360" w:lineRule="auto"/>
            </w:pPr>
            <w:r>
              <w:t>PC1 à S1</w:t>
            </w:r>
          </w:p>
        </w:tc>
        <w:tc>
          <w:tcPr>
            <w:tcW w:w="171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BD52AA" w:rsidP="009916CB">
            <w:pPr>
              <w:pStyle w:val="ConfigWindow"/>
              <w:spacing w:line="360" w:lineRule="auto"/>
            </w:pPr>
            <w:r>
              <w:t>vierge</w:t>
            </w:r>
          </w:p>
        </w:tc>
        <w:tc>
          <w:tcPr>
            <w:tcW w:w="2229"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BD52AA" w:rsidP="009916CB">
            <w:pPr>
              <w:pStyle w:val="ConfigWindow"/>
              <w:spacing w:line="360" w:lineRule="auto"/>
            </w:pPr>
            <w:r>
              <w:t>vierge</w:t>
            </w:r>
          </w:p>
        </w:tc>
        <w:tc>
          <w:tcPr>
            <w:tcW w:w="2521"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BD52AA" w:rsidP="009916CB">
            <w:pPr>
              <w:pStyle w:val="ConfigWindow"/>
              <w:spacing w:line="360" w:lineRule="auto"/>
            </w:pPr>
            <w:r>
              <w:t>vierge</w:t>
            </w:r>
          </w:p>
        </w:tc>
        <w:tc>
          <w:tcPr>
            <w:tcW w:w="1193"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D03FD0" w:rsidRDefault="00BD52AA" w:rsidP="009916CB">
            <w:pPr>
              <w:pStyle w:val="ConfigWindow"/>
              <w:spacing w:line="360" w:lineRule="auto"/>
            </w:pPr>
            <w:r>
              <w:t>vierge</w:t>
            </w:r>
          </w:p>
        </w:tc>
      </w:tr>
      <w:tr w:rsidR="00BD52AA" w:rsidTr="001D5682">
        <w:trPr>
          <w:cantSplit/>
          <w:jc w:val="center"/>
        </w:trPr>
        <w:tc>
          <w:tcPr>
            <w:tcW w:w="2067"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BD52AA" w:rsidRDefault="00BD52AA" w:rsidP="009916CB">
            <w:pPr>
              <w:pStyle w:val="TableText"/>
              <w:spacing w:line="360" w:lineRule="auto"/>
            </w:pPr>
            <w:r>
              <w:t>PC1 à R1</w:t>
            </w:r>
          </w:p>
        </w:tc>
        <w:tc>
          <w:tcPr>
            <w:tcW w:w="171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BD52AA" w:rsidRPr="00BD52AA" w:rsidRDefault="00BD52AA" w:rsidP="009916CB">
            <w:pPr>
              <w:pStyle w:val="ConfigWindow"/>
              <w:spacing w:line="360" w:lineRule="auto"/>
            </w:pPr>
            <w:r>
              <w:t>vierge</w:t>
            </w:r>
          </w:p>
        </w:tc>
        <w:tc>
          <w:tcPr>
            <w:tcW w:w="2229"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BD52AA" w:rsidRPr="00BD52AA" w:rsidRDefault="00BD52AA" w:rsidP="009916CB">
            <w:pPr>
              <w:pStyle w:val="ConfigWindow"/>
              <w:spacing w:line="360" w:lineRule="auto"/>
            </w:pPr>
            <w:r>
              <w:t>vierge</w:t>
            </w:r>
          </w:p>
        </w:tc>
        <w:tc>
          <w:tcPr>
            <w:tcW w:w="2521"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BD52AA" w:rsidRPr="00BD52AA" w:rsidRDefault="00BD52AA" w:rsidP="009916CB">
            <w:pPr>
              <w:pStyle w:val="ConfigWindow"/>
              <w:spacing w:line="360" w:lineRule="auto"/>
            </w:pPr>
            <w:r>
              <w:t>vierge</w:t>
            </w:r>
          </w:p>
        </w:tc>
        <w:tc>
          <w:tcPr>
            <w:tcW w:w="1193"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BD52AA" w:rsidRPr="00BD52AA" w:rsidRDefault="00BD52AA" w:rsidP="009916CB">
            <w:pPr>
              <w:pStyle w:val="ConfigWindow"/>
              <w:spacing w:line="360" w:lineRule="auto"/>
            </w:pPr>
            <w:r>
              <w:t>vierge</w:t>
            </w:r>
          </w:p>
        </w:tc>
      </w:tr>
      <w:tr w:rsidR="00BD52AA" w:rsidTr="001D5682">
        <w:trPr>
          <w:cantSplit/>
          <w:jc w:val="center"/>
        </w:trPr>
        <w:tc>
          <w:tcPr>
            <w:tcW w:w="2067"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BD52AA" w:rsidRDefault="00BD52AA" w:rsidP="009916CB">
            <w:pPr>
              <w:pStyle w:val="ConfigWindow"/>
              <w:spacing w:before="120" w:after="120" w:line="360" w:lineRule="auto"/>
            </w:pPr>
            <w:r>
              <w:t>vierge</w:t>
            </w:r>
          </w:p>
        </w:tc>
        <w:tc>
          <w:tcPr>
            <w:tcW w:w="171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BD52AA" w:rsidRPr="00BD52AA" w:rsidRDefault="00BD52AA" w:rsidP="009916CB">
            <w:pPr>
              <w:pStyle w:val="ConfigWindow"/>
              <w:spacing w:line="360" w:lineRule="auto"/>
            </w:pPr>
            <w:r>
              <w:t>vierge</w:t>
            </w:r>
          </w:p>
        </w:tc>
        <w:tc>
          <w:tcPr>
            <w:tcW w:w="2229"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BD52AA" w:rsidRPr="00BD52AA" w:rsidRDefault="00BD52AA" w:rsidP="009916CB">
            <w:pPr>
              <w:pStyle w:val="ConfigWindow"/>
              <w:spacing w:line="360" w:lineRule="auto"/>
            </w:pPr>
            <w:r>
              <w:t>vierge</w:t>
            </w:r>
          </w:p>
        </w:tc>
        <w:tc>
          <w:tcPr>
            <w:tcW w:w="2521"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BD52AA" w:rsidRPr="00BD52AA" w:rsidRDefault="00BD52AA" w:rsidP="009916CB">
            <w:pPr>
              <w:pStyle w:val="ConfigWindow"/>
              <w:spacing w:line="360" w:lineRule="auto"/>
            </w:pPr>
            <w:r>
              <w:t>vierge</w:t>
            </w:r>
          </w:p>
        </w:tc>
        <w:tc>
          <w:tcPr>
            <w:tcW w:w="1193"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BD52AA" w:rsidRPr="00BD52AA" w:rsidRDefault="00BD52AA" w:rsidP="009916CB">
            <w:pPr>
              <w:pStyle w:val="ConfigWindow"/>
              <w:spacing w:line="360" w:lineRule="auto"/>
            </w:pPr>
            <w:r>
              <w:t>vierge</w:t>
            </w:r>
          </w:p>
        </w:tc>
      </w:tr>
      <w:tr w:rsidR="00BD52AA" w:rsidTr="001D5682">
        <w:trPr>
          <w:cantSplit/>
          <w:jc w:val="center"/>
        </w:trPr>
        <w:tc>
          <w:tcPr>
            <w:tcW w:w="2067"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BD52AA" w:rsidRDefault="00BD52AA" w:rsidP="009916CB">
            <w:pPr>
              <w:pStyle w:val="ConfigWindow"/>
              <w:spacing w:before="120" w:after="120" w:line="360" w:lineRule="auto"/>
            </w:pPr>
            <w:r>
              <w:t>Vierge</w:t>
            </w:r>
          </w:p>
        </w:tc>
        <w:tc>
          <w:tcPr>
            <w:tcW w:w="171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BD52AA" w:rsidRPr="00BD52AA" w:rsidRDefault="00BD52AA" w:rsidP="009916CB">
            <w:pPr>
              <w:pStyle w:val="ConfigWindow"/>
              <w:spacing w:line="360" w:lineRule="auto"/>
            </w:pPr>
            <w:r>
              <w:t>vierge</w:t>
            </w:r>
          </w:p>
        </w:tc>
        <w:tc>
          <w:tcPr>
            <w:tcW w:w="2229"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BD52AA" w:rsidRPr="00BD52AA" w:rsidRDefault="00BD52AA" w:rsidP="009916CB">
            <w:pPr>
              <w:pStyle w:val="ConfigWindow"/>
              <w:spacing w:line="360" w:lineRule="auto"/>
            </w:pPr>
            <w:r>
              <w:t>vierge</w:t>
            </w:r>
          </w:p>
        </w:tc>
        <w:tc>
          <w:tcPr>
            <w:tcW w:w="2521"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BD52AA" w:rsidRPr="00BD52AA" w:rsidRDefault="00BD52AA" w:rsidP="009916CB">
            <w:pPr>
              <w:pStyle w:val="ConfigWindow"/>
              <w:spacing w:line="360" w:lineRule="auto"/>
            </w:pPr>
            <w:r>
              <w:t>vierge</w:t>
            </w:r>
          </w:p>
        </w:tc>
        <w:tc>
          <w:tcPr>
            <w:tcW w:w="1193"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BD52AA" w:rsidRPr="00BD52AA" w:rsidRDefault="00BD52AA" w:rsidP="009916CB">
            <w:pPr>
              <w:pStyle w:val="ConfigWindow"/>
              <w:spacing w:line="360" w:lineRule="auto"/>
            </w:pPr>
            <w:r>
              <w:t>vierge</w:t>
            </w:r>
          </w:p>
        </w:tc>
      </w:tr>
    </w:tbl>
    <w:p w:rsidR="00D03FD0" w:rsidRDefault="00D03FD0" w:rsidP="009916CB">
      <w:pPr>
        <w:pStyle w:val="BodyTextL50"/>
        <w:spacing w:line="360" w:lineRule="auto"/>
      </w:pPr>
      <w:r>
        <w:rPr>
          <w:b/>
        </w:rPr>
        <w:t>Remarque</w:t>
      </w:r>
      <w:r>
        <w:t>: la table est un exemple, vous devez créer votre propre document. Vous pouvez utiliser du papier et un crayon pour dessiner la table, ou utiliser un logiciel de traitement de texte ou un tableur. Adressez-vous à votre formateur si vous avez besoin d'aide.</w:t>
      </w:r>
    </w:p>
    <w:p w:rsidR="00D03FD0" w:rsidRDefault="00D03FD0" w:rsidP="009916CB">
      <w:pPr>
        <w:pStyle w:val="SubStepAlpha"/>
        <w:spacing w:line="360" w:lineRule="auto"/>
      </w:pPr>
      <w:r>
        <w:t xml:space="preserve">Testez la connectivité avec les périphériques distants (par exemple, du PC1 vers le PC4) et documentez les éventuels problèmes rencontrés. On parle souvent de </w:t>
      </w:r>
      <w:r>
        <w:rPr>
          <w:i/>
        </w:rPr>
        <w:t>connectivité de bout en bout</w:t>
      </w:r>
      <w:r>
        <w:t>. Cela signifie que tous les périphériques d'un réseau possèdent la connectivité complète autorisée par la stratégie réseau.</w:t>
      </w:r>
    </w:p>
    <w:p w:rsidR="00D03FD0" w:rsidRDefault="00D03FD0" w:rsidP="009916CB">
      <w:pPr>
        <w:pStyle w:val="BodyTextL50"/>
        <w:spacing w:line="360" w:lineRule="auto"/>
      </w:pPr>
      <w:r>
        <w:rPr>
          <w:b/>
        </w:rPr>
        <w:t>Remarque</w:t>
      </w:r>
      <w:r>
        <w:t>: il se peut que le test de connectivité à distance ne puisse pas encore être réalisé, car vous devez tout d'abord résoudre les problèmes de connectivité locale. Une fois ces problèmes résolus, revenez à cette étape et testez la connectivité entre les réseaux.</w:t>
      </w:r>
      <w:r>
        <w:rPr>
          <w:b/>
        </w:rPr>
        <w:t xml:space="preserve"> </w:t>
      </w:r>
    </w:p>
    <w:p w:rsidR="00D03FD0" w:rsidRDefault="00D03FD0" w:rsidP="009916CB">
      <w:pPr>
        <w:pStyle w:val="Heading3"/>
        <w:spacing w:line="360" w:lineRule="auto"/>
      </w:pPr>
      <w:r>
        <w:t>Trouvez une solution appropriée au problème.</w:t>
      </w:r>
    </w:p>
    <w:p w:rsidR="00D03FD0" w:rsidRDefault="00D03FD0" w:rsidP="009916CB">
      <w:pPr>
        <w:pStyle w:val="SubStepAlpha"/>
        <w:spacing w:line="360" w:lineRule="auto"/>
      </w:pPr>
      <w:r>
        <w:t>En utilisant vos connaissances en matière de fonctionnement des réseaux et vos compétences relatives à la configuration des périphériques, recherchez la cause du problème. Par exemple, S1 n'est pas la cause du problème de connectivité entre PC1 et PC2. Les voyants de liaison sont verts et aucune configuration de S1 ne peut empêcher le trafic entre PC1 et PC2. Par conséquent, le problème doit être lié à PC1, à PC2 ou aux deux.</w:t>
      </w:r>
    </w:p>
    <w:p w:rsidR="00D03FD0" w:rsidRDefault="00D03FD0" w:rsidP="009916CB">
      <w:pPr>
        <w:pStyle w:val="SubStepAlpha"/>
        <w:spacing w:line="360" w:lineRule="auto"/>
      </w:pPr>
      <w:r>
        <w:t xml:space="preserve">Vérifiez l'adressage des périphériques afin de vous assurer qu'il correspond à la documentation du réseau. Par exemple, l'adresse IP de PC1 est incorrecte, comme vous pouvez le vérifier à l'aide de la commande </w:t>
      </w:r>
      <w:r>
        <w:rPr>
          <w:b/>
        </w:rPr>
        <w:t>ipconfig</w:t>
      </w:r>
      <w:r>
        <w:t>.</w:t>
      </w:r>
    </w:p>
    <w:p w:rsidR="00D03FD0" w:rsidRDefault="00D03FD0" w:rsidP="009916CB">
      <w:pPr>
        <w:pStyle w:val="SubStepAlpha"/>
        <w:spacing w:line="360" w:lineRule="auto"/>
      </w:pPr>
      <w:r>
        <w:t>Suggérez une solution possible et documentez-la. Par exemple, modifiez l'adresse IP de PC1 afin qu'elle corresponde à la documentation.</w:t>
      </w:r>
    </w:p>
    <w:p w:rsidR="00D03FD0" w:rsidRDefault="00D03FD0" w:rsidP="009916CB">
      <w:pPr>
        <w:pStyle w:val="BodyTextL50"/>
        <w:spacing w:line="360" w:lineRule="auto"/>
      </w:pPr>
      <w:r>
        <w:rPr>
          <w:b/>
        </w:rPr>
        <w:lastRenderedPageBreak/>
        <w:t>Remarque</w:t>
      </w:r>
      <w:r>
        <w:t>: plusieurs solutions sont souvent possibles. Cependant, il est préférable de mettre en œuvre une seule solution à la fois, sinon cela risque d'occasionner des problèmes supplémentaires dans un scénario plus complexe.</w:t>
      </w:r>
    </w:p>
    <w:p w:rsidR="00D03FD0" w:rsidRDefault="00D03FD0" w:rsidP="009916CB">
      <w:pPr>
        <w:pStyle w:val="Heading2"/>
        <w:spacing w:line="360" w:lineRule="auto"/>
      </w:pPr>
      <w:r>
        <w:t>Mettre en œuvre, vérifier et documenter des solutions</w:t>
      </w:r>
    </w:p>
    <w:p w:rsidR="00D03FD0" w:rsidRDefault="00D03FD0" w:rsidP="009916CB">
      <w:pPr>
        <w:pStyle w:val="BodyTextL25"/>
        <w:spacing w:line="360" w:lineRule="auto"/>
      </w:pPr>
      <w:r>
        <w:t>Dans la deuxième partie de cet exercice, vous allez mettre en œuvre les solutions que vous avez identifiées dans la 1re partie. Vous vérifierez ensuite que la solution fonctionne. Vous devrez peut-être revenir à la partie 1 pour finir d'identifier tous les problèmes.</w:t>
      </w:r>
    </w:p>
    <w:p w:rsidR="00D03FD0" w:rsidRDefault="00D03FD0" w:rsidP="009916CB">
      <w:pPr>
        <w:pStyle w:val="Heading3"/>
        <w:spacing w:line="360" w:lineRule="auto"/>
      </w:pPr>
      <w:r>
        <w:t>Mettre en œuvre des solutions aux problèmes de connectivité.</w:t>
      </w:r>
    </w:p>
    <w:p w:rsidR="00D03FD0" w:rsidRDefault="00D03FD0" w:rsidP="009916CB">
      <w:pPr>
        <w:pStyle w:val="BodyTextL25"/>
        <w:spacing w:line="360" w:lineRule="auto"/>
      </w:pPr>
      <w:r>
        <w:t>Référez-vous à votre documentation de la partie 1. Sélectionnez le premier problème et mettez en œuvre la solution que vous avez suggérée. Corrigez par exemple l'adresse IP de PC1.</w:t>
      </w:r>
    </w:p>
    <w:p w:rsidR="00D03FD0" w:rsidRDefault="00D03FD0" w:rsidP="009916CB">
      <w:pPr>
        <w:pStyle w:val="Heading3"/>
        <w:spacing w:line="360" w:lineRule="auto"/>
      </w:pPr>
      <w:r>
        <w:t>Assurez-vous que le problème est résolu.</w:t>
      </w:r>
    </w:p>
    <w:p w:rsidR="00D03FD0" w:rsidRDefault="00D03FD0" w:rsidP="009916CB">
      <w:pPr>
        <w:pStyle w:val="SubStepAlpha"/>
        <w:spacing w:line="360" w:lineRule="auto"/>
      </w:pPr>
      <w:r>
        <w:t>Vérifiez que votre solution a résolu le problème en effectuant le test que vous avez utilisé pour identifier le problème. Par exemple, PC1 peut-il désormais envoyer une requête ping à PC2?</w:t>
      </w:r>
    </w:p>
    <w:p w:rsidR="00D03FD0" w:rsidRDefault="00D03FD0" w:rsidP="009916CB">
      <w:pPr>
        <w:pStyle w:val="SubStepAlpha"/>
        <w:spacing w:line="360" w:lineRule="auto"/>
      </w:pPr>
      <w:r>
        <w:t>Si le problème a été résolu, indiquez-le dans votre documentation. Il suffit par exemple de cocher la colonne «Vérifié» du tableau ci-dessus.</w:t>
      </w:r>
    </w:p>
    <w:p w:rsidR="00D03FD0" w:rsidRDefault="00D03FD0" w:rsidP="009916CB">
      <w:pPr>
        <w:pStyle w:val="Heading3"/>
        <w:spacing w:line="360" w:lineRule="auto"/>
      </w:pPr>
      <w:r>
        <w:t>Vérifiez que tous les problèmes sont résolus.</w:t>
      </w:r>
    </w:p>
    <w:p w:rsidR="00D03FD0" w:rsidRDefault="00D03FD0" w:rsidP="009916CB">
      <w:pPr>
        <w:pStyle w:val="SubStepAlpha"/>
        <w:spacing w:line="360" w:lineRule="auto"/>
      </w:pPr>
      <w:r>
        <w:t>Si vous avez toujours un problème et une solution qui n'a pas encore été mise en œuvre, revenez à la partie 2, étape 1.</w:t>
      </w:r>
    </w:p>
    <w:p w:rsidR="00D03FD0" w:rsidRDefault="00D03FD0" w:rsidP="009916CB">
      <w:pPr>
        <w:pStyle w:val="SubStepAlpha"/>
        <w:spacing w:line="360" w:lineRule="auto"/>
      </w:pPr>
      <w:r>
        <w:t>Si tous les problèmes actuels ont été résolus, avez-vous également inclus ceux qui concernent la connectivité à distance (par exemple, PC1 peut-il envoyer une requête ping à PC4 ?) Si la réponse est non, revenez à la partie 1, étape 1c pour tester la connectivité à distance.</w:t>
      </w:r>
    </w:p>
    <w:p w:rsidR="00986C4C" w:rsidRDefault="00986C4C" w:rsidP="009916CB">
      <w:pPr>
        <w:pStyle w:val="ConfigWindow"/>
        <w:spacing w:line="360" w:lineRule="auto"/>
      </w:pPr>
      <w:r>
        <w:t>Fin du document</w:t>
      </w:r>
    </w:p>
    <w:p w:rsidR="00D03FD0" w:rsidRPr="00D03FD0" w:rsidRDefault="00D03FD0" w:rsidP="00571069">
      <w:pPr>
        <w:pStyle w:val="SubStepAlpha"/>
        <w:numPr>
          <w:ilvl w:val="0"/>
          <w:numId w:val="0"/>
        </w:numPr>
        <w:spacing w:line="360" w:lineRule="auto"/>
        <w:ind w:left="720"/>
        <w:rPr>
          <w:highlight w:val="lightGray"/>
        </w:rPr>
      </w:pPr>
      <w:bookmarkStart w:id="0" w:name="_GoBack"/>
      <w:bookmarkEnd w:id="0"/>
    </w:p>
    <w:sectPr w:rsidR="00D03FD0" w:rsidRPr="00D03FD0"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D0D" w:rsidRDefault="00A47D0D" w:rsidP="00710659">
      <w:pPr>
        <w:spacing w:after="0" w:line="240" w:lineRule="auto"/>
      </w:pPr>
      <w:r>
        <w:separator/>
      </w:r>
    </w:p>
    <w:p w:rsidR="00A47D0D" w:rsidRDefault="00A47D0D"/>
  </w:endnote>
  <w:endnote w:type="continuationSeparator" w:id="0">
    <w:p w:rsidR="00A47D0D" w:rsidRDefault="00A47D0D" w:rsidP="00710659">
      <w:pPr>
        <w:spacing w:after="0" w:line="240" w:lineRule="auto"/>
      </w:pPr>
      <w:r>
        <w:continuationSeparator/>
      </w:r>
    </w:p>
    <w:p w:rsidR="00A47D0D" w:rsidRDefault="00A47D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6A" w:rsidRDefault="003B25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CD398E">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D398E">
      <w:rPr>
        <w:b/>
        <w:noProof/>
        <w:szCs w:val="16"/>
      </w:rPr>
      <w:t>4</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CD398E">
      <w:rPr>
        <w:b/>
        <w:noProof/>
        <w:szCs w:val="16"/>
      </w:rPr>
      <w:t>4</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7E6402">
      <w:fldChar w:fldCharType="begin"/>
    </w:r>
    <w:r w:rsidR="007E6402">
      <w:instrText xml:space="preserve"> SAVEDATE  \@ "aaaa"  \* MERGEFORMAT </w:instrText>
    </w:r>
    <w:r w:rsidR="007E6402">
      <w:fldChar w:fldCharType="separate"/>
    </w:r>
    <w:r w:rsidR="00CD398E">
      <w:rPr>
        <w:noProof/>
      </w:rPr>
      <w:t>aa</w:t>
    </w:r>
    <w:r w:rsidR="007E6402">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D398E">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CD398E">
      <w:rPr>
        <w:b/>
        <w:noProof/>
        <w:szCs w:val="16"/>
      </w:rPr>
      <w:t>4</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D0D" w:rsidRDefault="00A47D0D" w:rsidP="00710659">
      <w:pPr>
        <w:spacing w:after="0" w:line="240" w:lineRule="auto"/>
      </w:pPr>
      <w:r>
        <w:separator/>
      </w:r>
    </w:p>
    <w:p w:rsidR="00A47D0D" w:rsidRDefault="00A47D0D"/>
  </w:footnote>
  <w:footnote w:type="continuationSeparator" w:id="0">
    <w:p w:rsidR="00A47D0D" w:rsidRDefault="00A47D0D" w:rsidP="00710659">
      <w:pPr>
        <w:spacing w:after="0" w:line="240" w:lineRule="auto"/>
      </w:pPr>
      <w:r>
        <w:continuationSeparator/>
      </w:r>
    </w:p>
    <w:p w:rsidR="00A47D0D" w:rsidRDefault="00A47D0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6A" w:rsidRDefault="003B25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8FACDAF6864C415DA0E11AD0D8D3E4EC"/>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9C1905" w:rsidP="008402F2">
        <w:pPr>
          <w:pStyle w:val="PageHead"/>
        </w:pPr>
        <w:r>
          <w:t>Packet Tracer - Résolution des problèmes de passerelle par défaut</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Default="00882B63" w:rsidP="006C3FCF">
    <w:pPr>
      <w:ind w:left="-288"/>
    </w:pPr>
    <w:r>
      <w:rPr>
        <w:noProof/>
        <w:lang w:val="en-US"/>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79F17DD"/>
    <w:multiLevelType w:val="multilevel"/>
    <w:tmpl w:val="2EFCDABA"/>
    <w:lvl w:ilvl="0">
      <w:start w:val="1"/>
      <w:numFmt w:val="decimal"/>
      <w:suff w:val="space"/>
      <w:lvlText w:val="Partie %1:  "/>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87F77CD"/>
    <w:multiLevelType w:val="multilevel"/>
    <w:tmpl w:val="6B6A5C0C"/>
    <w:lvl w:ilvl="0">
      <w:start w:val="1"/>
      <w:numFmt w:val="lowerLetter"/>
      <w:lvlText w:val="%1."/>
      <w:lvlJc w:val="left"/>
      <w:pPr>
        <w:tabs>
          <w:tab w:val="num" w:pos="720"/>
        </w:tabs>
        <w:ind w:left="720" w:hanging="360"/>
      </w:pPr>
    </w:lvl>
    <w:lvl w:ilvl="1">
      <w:start w:val="1"/>
      <w:numFmt w:val="decimal"/>
      <w:suff w:val="space"/>
      <w:lvlText w:val="Partie %2:"/>
      <w:lvlJc w:val="left"/>
      <w:pPr>
        <w:ind w:left="0" w:firstLine="0"/>
      </w:pPr>
    </w:lvl>
    <w:lvl w:ilvl="2">
      <w:start w:val="1"/>
      <w:numFmt w:val="decimal"/>
      <w:suff w:val="space"/>
      <w:lvlText w:val="Étape %3:"/>
      <w:lvlJc w:val="left"/>
      <w:pPr>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1DF612DD"/>
    <w:multiLevelType w:val="multilevel"/>
    <w:tmpl w:val="03B471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465E5A1D"/>
    <w:multiLevelType w:val="multilevel"/>
    <w:tmpl w:val="B3241A0E"/>
    <w:lvl w:ilvl="0">
      <w:start w:val="1"/>
      <w:numFmt w:val="lowerLetter"/>
      <w:lvlText w:val="%1."/>
      <w:lvlJc w:val="left"/>
      <w:pPr>
        <w:tabs>
          <w:tab w:val="num" w:pos="720"/>
        </w:tabs>
        <w:ind w:left="720" w:hanging="360"/>
      </w:pPr>
    </w:lvl>
    <w:lvl w:ilvl="1">
      <w:start w:val="1"/>
      <w:numFmt w:val="decimal"/>
      <w:suff w:val="space"/>
      <w:lvlText w:val="Partie %2:"/>
      <w:lvlJc w:val="left"/>
      <w:pPr>
        <w:ind w:left="0" w:firstLine="0"/>
      </w:pPr>
    </w:lvl>
    <w:lvl w:ilvl="2">
      <w:start w:val="1"/>
      <w:numFmt w:val="decimal"/>
      <w:suff w:val="space"/>
      <w:lvlText w:val="Étape %3:"/>
      <w:lvlJc w:val="left"/>
      <w:pPr>
        <w:ind w:left="0" w:firstLine="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8">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nsid w:val="65721DFE"/>
    <w:multiLevelType w:val="multilevel"/>
    <w:tmpl w:val="A028CCD2"/>
    <w:lvl w:ilvl="0">
      <w:start w:val="1"/>
      <w:numFmt w:val="decimal"/>
      <w:suff w:val="space"/>
      <w:lvlText w:val="Partie  %1:  "/>
      <w:lvlJc w:val="left"/>
      <w:pPr>
        <w:ind w:left="0" w:firstLine="0"/>
      </w:pPr>
    </w:lvl>
    <w:lvl w:ilvl="1">
      <w:start w:val="1"/>
      <w:numFmt w:val="decimal"/>
      <w:suff w:val="space"/>
      <w:lvlText w:val="Étape %2:"/>
      <w:lvlJc w:val="left"/>
      <w:pPr>
        <w:ind w:left="0" w:firstLine="0"/>
      </w:pPr>
    </w:lvl>
    <w:lvl w:ilvl="2">
      <w:start w:val="1"/>
      <w:numFmt w:val="decimal"/>
      <w:suff w:val="space"/>
      <w:lvlText w:val="Étape %3:"/>
      <w:lvlJc w:val="left"/>
      <w:pPr>
        <w:ind w:left="0" w:firstLine="0"/>
      </w:pPr>
    </w:lvl>
    <w:lvl w:ilvl="3">
      <w:start w:val="1"/>
      <w:numFmt w:val="lowerLetter"/>
      <w:lvlText w:val="%4. "/>
      <w:lvlJc w:val="left"/>
      <w:pPr>
        <w:ind w:left="720" w:hanging="360"/>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0">
    <w:nsid w:val="7D3061C2"/>
    <w:multiLevelType w:val="multilevel"/>
    <w:tmpl w:val="4516C408"/>
    <w:lvl w:ilvl="0">
      <w:start w:val="1"/>
      <w:numFmt w:val="decimal"/>
      <w:suff w:val="space"/>
      <w:lvlText w:val="Partie %1:  "/>
      <w:lvlJc w:val="left"/>
      <w:pPr>
        <w:ind w:left="0" w:firstLine="0"/>
      </w:pPr>
    </w:lvl>
    <w:lvl w:ilvl="1">
      <w:start w:val="1"/>
      <w:numFmt w:val="decimal"/>
      <w:suff w:val="space"/>
      <w:lvlText w:val="Étape %2:"/>
      <w:lvlJc w:val="left"/>
      <w:pPr>
        <w:ind w:left="0" w:firstLine="0"/>
      </w:pPr>
    </w:lvl>
    <w:lvl w:ilvl="2">
      <w:start w:val="1"/>
      <w:numFmt w:val="decimal"/>
      <w:suff w:val="space"/>
      <w:lvlText w:val="Étape %3:"/>
      <w:lvlJc w:val="left"/>
      <w:pPr>
        <w:ind w:left="0" w:firstLine="0"/>
      </w:pPr>
    </w:lvl>
    <w:lvl w:ilvl="3">
      <w:start w:val="1"/>
      <w:numFmt w:val="lowerLetter"/>
      <w:lvlText w:val="%4. "/>
      <w:lvlJc w:val="left"/>
      <w:pPr>
        <w:ind w:left="720" w:hanging="360"/>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8"/>
  </w:num>
  <w:num w:numId="2">
    <w:abstractNumId w:val="5"/>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ie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4"/>
  </w:num>
  <w:num w:numId="11">
    <w:abstractNumId w:val="7"/>
  </w:num>
  <w:num w:numId="12">
    <w:abstractNumId w:val="10"/>
  </w:num>
  <w:num w:numId="13">
    <w:abstractNumId w:val="2"/>
  </w:num>
  <w:num w:numId="14">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905"/>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1FE1"/>
    <w:rsid w:val="0009378D"/>
    <w:rsid w:val="00097163"/>
    <w:rsid w:val="000A22C8"/>
    <w:rsid w:val="000B2344"/>
    <w:rsid w:val="000B7DE5"/>
    <w:rsid w:val="000C2118"/>
    <w:rsid w:val="000C39E3"/>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13BF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2F0"/>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682"/>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357A1"/>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3C7"/>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6030"/>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1069"/>
    <w:rsid w:val="005712C6"/>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AE0"/>
    <w:rsid w:val="00617D6E"/>
    <w:rsid w:val="00620563"/>
    <w:rsid w:val="00620ED5"/>
    <w:rsid w:val="00622D61"/>
    <w:rsid w:val="00624198"/>
    <w:rsid w:val="00636C28"/>
    <w:rsid w:val="006428E5"/>
    <w:rsid w:val="00644958"/>
    <w:rsid w:val="006513FB"/>
    <w:rsid w:val="0065695E"/>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07DC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86C4C"/>
    <w:rsid w:val="00986FEC"/>
    <w:rsid w:val="009916CB"/>
    <w:rsid w:val="00996053"/>
    <w:rsid w:val="00997E71"/>
    <w:rsid w:val="009A0B2F"/>
    <w:rsid w:val="009A1CF4"/>
    <w:rsid w:val="009A37D7"/>
    <w:rsid w:val="009A4E17"/>
    <w:rsid w:val="009A6955"/>
    <w:rsid w:val="009B341C"/>
    <w:rsid w:val="009B5747"/>
    <w:rsid w:val="009C0B81"/>
    <w:rsid w:val="009C1905"/>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47D0D"/>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4B63"/>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2953"/>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52AA"/>
    <w:rsid w:val="00BD6D76"/>
    <w:rsid w:val="00BE56B3"/>
    <w:rsid w:val="00BE676D"/>
    <w:rsid w:val="00BF04E8"/>
    <w:rsid w:val="00BF16BF"/>
    <w:rsid w:val="00BF4D1F"/>
    <w:rsid w:val="00BF76BE"/>
    <w:rsid w:val="00C02A73"/>
    <w:rsid w:val="00C063D2"/>
    <w:rsid w:val="00C07FD9"/>
    <w:rsid w:val="00C10955"/>
    <w:rsid w:val="00C11C4D"/>
    <w:rsid w:val="00C12FA0"/>
    <w:rsid w:val="00C162C0"/>
    <w:rsid w:val="00C1712C"/>
    <w:rsid w:val="00C20634"/>
    <w:rsid w:val="00C212E0"/>
    <w:rsid w:val="00C23E16"/>
    <w:rsid w:val="00C27E37"/>
    <w:rsid w:val="00C32713"/>
    <w:rsid w:val="00C351B8"/>
    <w:rsid w:val="00C410D9"/>
    <w:rsid w:val="00C44DB7"/>
    <w:rsid w:val="00C4510A"/>
    <w:rsid w:val="00C47B7E"/>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476F"/>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398E"/>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03FD0"/>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362"/>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D03FD0"/>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D03FD0"/>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D03F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03F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rsid w:val="00D03F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986FEC"/>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uiPriority w:val="99"/>
    <w:qFormat/>
    <w:rsid w:val="008B68E7"/>
    <w:pPr>
      <w:spacing w:line="240" w:lineRule="auto"/>
    </w:pPr>
    <w:rPr>
      <w:sz w:val="20"/>
      <w:szCs w:val="20"/>
    </w:rPr>
  </w:style>
  <w:style w:type="character" w:customStyle="1" w:styleId="TableTextChar">
    <w:name w:val="Table Text Char"/>
    <w:link w:val="TableText"/>
    <w:uiPriority w:val="99"/>
    <w:qForma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uiPriority w:val="99"/>
    <w:qFormat/>
    <w:rsid w:val="00097163"/>
    <w:pPr>
      <w:keepNext/>
      <w:spacing w:before="120" w:after="120"/>
      <w:jc w:val="center"/>
    </w:pPr>
    <w:rPr>
      <w:b/>
      <w:sz w:val="20"/>
    </w:rPr>
  </w:style>
  <w:style w:type="paragraph" w:customStyle="1" w:styleId="Bulletlevel1">
    <w:name w:val="Bullet level 1"/>
    <w:basedOn w:val="BodyTextL25"/>
    <w:uiPriority w:val="99"/>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B42953"/>
    <w:pPr>
      <w:spacing w:before="0" w:after="0"/>
    </w:pPr>
    <w:rPr>
      <w:i/>
      <w:color w:val="FFFFFF" w:themeColor="background1"/>
      <w:sz w:val="6"/>
    </w:rPr>
  </w:style>
  <w:style w:type="paragraph" w:customStyle="1" w:styleId="SubStepAlpha">
    <w:name w:val="SubStep Alpha"/>
    <w:basedOn w:val="BodyTextL25"/>
    <w:qFormat/>
    <w:rsid w:val="00D03FD0"/>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uiPriority w:val="99"/>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99"/>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D03FD0"/>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D03FD0"/>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LabSection">
    <w:name w:val="Lab Section"/>
    <w:basedOn w:val="Heading1"/>
    <w:next w:val="Normal"/>
    <w:autoRedefine/>
    <w:uiPriority w:val="99"/>
    <w:qFormat/>
    <w:rsid w:val="00D03FD0"/>
    <w:pPr>
      <w:tabs>
        <w:tab w:val="num" w:pos="720"/>
      </w:tabs>
      <w:ind w:left="720" w:hanging="360"/>
    </w:pPr>
    <w:rPr>
      <w:rFonts w:eastAsia="Times New Roman" w:cs="Arial"/>
      <w:b w:val="0"/>
      <w:bCs w:val="0"/>
      <w:noProof w:val="0"/>
      <w:color w:val="00000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D03FD0"/>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D03FD0"/>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D03F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03F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rsid w:val="00D03F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986FEC"/>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uiPriority w:val="99"/>
    <w:qFormat/>
    <w:rsid w:val="008B68E7"/>
    <w:pPr>
      <w:spacing w:line="240" w:lineRule="auto"/>
    </w:pPr>
    <w:rPr>
      <w:sz w:val="20"/>
      <w:szCs w:val="20"/>
    </w:rPr>
  </w:style>
  <w:style w:type="character" w:customStyle="1" w:styleId="TableTextChar">
    <w:name w:val="Table Text Char"/>
    <w:link w:val="TableText"/>
    <w:uiPriority w:val="99"/>
    <w:qForma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uiPriority w:val="99"/>
    <w:qFormat/>
    <w:rsid w:val="00097163"/>
    <w:pPr>
      <w:keepNext/>
      <w:spacing w:before="120" w:after="120"/>
      <w:jc w:val="center"/>
    </w:pPr>
    <w:rPr>
      <w:b/>
      <w:sz w:val="20"/>
    </w:rPr>
  </w:style>
  <w:style w:type="paragraph" w:customStyle="1" w:styleId="Bulletlevel1">
    <w:name w:val="Bullet level 1"/>
    <w:basedOn w:val="BodyTextL25"/>
    <w:uiPriority w:val="99"/>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B42953"/>
    <w:pPr>
      <w:spacing w:before="0" w:after="0"/>
    </w:pPr>
    <w:rPr>
      <w:i/>
      <w:color w:val="FFFFFF" w:themeColor="background1"/>
      <w:sz w:val="6"/>
    </w:rPr>
  </w:style>
  <w:style w:type="paragraph" w:customStyle="1" w:styleId="SubStepAlpha">
    <w:name w:val="SubStep Alpha"/>
    <w:basedOn w:val="BodyTextL25"/>
    <w:qFormat/>
    <w:rsid w:val="00D03FD0"/>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uiPriority w:val="99"/>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99"/>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D03FD0"/>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D03FD0"/>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LabSection">
    <w:name w:val="Lab Section"/>
    <w:basedOn w:val="Heading1"/>
    <w:next w:val="Normal"/>
    <w:autoRedefine/>
    <w:uiPriority w:val="99"/>
    <w:qFormat/>
    <w:rsid w:val="00D03FD0"/>
    <w:pPr>
      <w:tabs>
        <w:tab w:val="num" w:pos="720"/>
      </w:tabs>
      <w:ind w:left="720" w:hanging="360"/>
    </w:pPr>
    <w:rPr>
      <w:rFonts w:eastAsia="Times New Roman" w:cs="Arial"/>
      <w:b w:val="0"/>
      <w:bCs w:val="0"/>
      <w:noProof w:val="0"/>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FACDAF6864C415DA0E11AD0D8D3E4EC"/>
        <w:category>
          <w:name w:val="General"/>
          <w:gallery w:val="placeholder"/>
        </w:category>
        <w:types>
          <w:type w:val="bbPlcHdr"/>
        </w:types>
        <w:behaviors>
          <w:behavior w:val="content"/>
        </w:behaviors>
        <w:guid w:val="{35C646E0-6E53-4D15-86A8-05500F136A6A}"/>
      </w:docPartPr>
      <w:docPartBody>
        <w:p w:rsidR="00BD4F0B" w:rsidRDefault="00744042">
          <w:pPr>
            <w:pStyle w:val="8FACDAF6864C415DA0E11AD0D8D3E4EC"/>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042"/>
    <w:rsid w:val="00284D4C"/>
    <w:rsid w:val="004510E5"/>
    <w:rsid w:val="00744042"/>
    <w:rsid w:val="00967E08"/>
    <w:rsid w:val="00BD4F0B"/>
    <w:rsid w:val="00BE5103"/>
    <w:rsid w:val="00D714B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FACDAF6864C415DA0E11AD0D8D3E4EC">
    <w:name w:val="8FACDAF6864C415DA0E11AD0D8D3E4E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FACDAF6864C415DA0E11AD0D8D3E4EC">
    <w:name w:val="8FACDAF6864C415DA0E11AD0D8D3E4E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12B309-E64E-4A6F-9A61-52D6AAD75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2</TotalTime>
  <Pages>4</Pages>
  <Words>1138</Words>
  <Characters>6491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Packet Tracer - Résolution des problèmes de passerelle par défaut</vt:lpstr>
    </vt:vector>
  </TitlesOfParts>
  <Company>Cisco Systems, Inc.</Company>
  <LinksUpToDate>false</LinksUpToDate>
  <CharactersWithSpaces>7614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Résolution des problèmes de passerelle par défaut</dc:title>
  <dc:creator>SP</dc:creator>
  <dc:description>2013</dc:description>
  <cp:lastModifiedBy>Rasha Ismail</cp:lastModifiedBy>
  <cp:revision>4</cp:revision>
  <cp:lastPrinted>2020-06-01T18:09:00Z</cp:lastPrinted>
  <dcterms:created xsi:type="dcterms:W3CDTF">2020-06-01T18:07:00Z</dcterms:created>
  <dcterms:modified xsi:type="dcterms:W3CDTF">2020-06-01T18:09:00Z</dcterms:modified>
</cp:coreProperties>
</file>