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8A596" w14:textId="77777777" w:rsidR="00A80FB2" w:rsidRDefault="00CE7772" w:rsidP="0095667A">
      <w:pPr>
        <w:pStyle w:val="Title"/>
        <w:rPr>
          <w:rStyle w:val="LabTitleInstVersred"/>
        </w:rPr>
      </w:pPr>
      <w:sdt>
        <w:sdtPr>
          <w:rPr>
            <w:b w:val="0"/>
            <w:color w:val="EE0000"/>
          </w:rPr>
          <w:alias w:val="Titre"/>
          <w:tag w:val=""/>
          <w:id w:val="-487021785"/>
          <w:placeholder>
            <w:docPart w:val="15E1ADF1DF2A4752A19CA99F41F52DA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C0F2D">
            <w:t>Travaux pratiques – Recherche d'offres d'emploi dans le secteur des technologies de l'informatique et des réseaux</w:t>
          </w:r>
        </w:sdtContent>
      </w:sdt>
      <w:r w:rsidR="000C0F2D">
        <w:rPr>
          <w:rStyle w:val="LabTitleInstVersred"/>
        </w:rPr>
        <w:t xml:space="preserve"> </w:t>
      </w:r>
    </w:p>
    <w:p w14:paraId="30952F61" w14:textId="77777777" w:rsidR="003A2A91" w:rsidRDefault="003A2A91" w:rsidP="003A2A91">
      <w:pPr>
        <w:pStyle w:val="Title"/>
        <w:rPr>
          <w:rStyle w:val="LabTitleInstVersred"/>
        </w:rPr>
      </w:pPr>
    </w:p>
    <w:p w14:paraId="66476571" w14:textId="77777777" w:rsidR="003A2A91" w:rsidRDefault="003A2A91" w:rsidP="003A2A91">
      <w:pPr>
        <w:pStyle w:val="Title"/>
        <w:rPr>
          <w:rStyle w:val="LabTitleInstVersred"/>
        </w:rPr>
      </w:pPr>
    </w:p>
    <w:p w14:paraId="5C0B8BA5" w14:textId="77777777" w:rsidR="0095667A" w:rsidRDefault="0095667A" w:rsidP="003A2A91">
      <w:pPr>
        <w:pStyle w:val="Title"/>
      </w:pPr>
      <w:r>
        <w:t>Objectifs</w:t>
      </w:r>
    </w:p>
    <w:p w14:paraId="41F932DA" w14:textId="77777777" w:rsidR="0095667A" w:rsidRDefault="0095667A" w:rsidP="0095667A">
      <w:pPr>
        <w:pStyle w:val="Bulletlevel1"/>
      </w:pPr>
      <w:r>
        <w:t>Rechercher des offres d'emploi</w:t>
      </w:r>
    </w:p>
    <w:p w14:paraId="10209CFB" w14:textId="77777777" w:rsidR="0095667A" w:rsidRDefault="0095667A" w:rsidP="0095667A">
      <w:pPr>
        <w:pStyle w:val="Heading1"/>
      </w:pPr>
      <w:r>
        <w:t>Contexte/Scénario</w:t>
      </w:r>
    </w:p>
    <w:p w14:paraId="4E32FD1C" w14:textId="77777777" w:rsidR="0095667A" w:rsidRDefault="0095667A" w:rsidP="00A80FB2">
      <w:pPr>
        <w:pStyle w:val="BodyTextL25"/>
        <w:spacing w:line="360" w:lineRule="auto"/>
      </w:pPr>
      <w:r>
        <w:t>Les offres d'emploi dans les technologies de l'information (IT) et les réseaux informatiques continuent à se développer. La plupart des employeurs exigent de leurs employés potentiels, en particulier de ceux qui ont une expérience limitée, une forme de certification, un diplôme ou d'autres qualifications conformes aux normes de l'industrie. La certification Cisco CCNA est une certification d'entrée de gamme connue et bien établie pour les réseaux et qui bénéficie en outre d'une excellente réputation auprès des professionnels du secteur. Il existe d'autres niveaux et types de certifications Cisco, et chaque certification permet d'améliorer les opportunités d'emploi ainsi que l'éventail de salaire.</w:t>
      </w:r>
    </w:p>
    <w:p w14:paraId="1524F04B" w14:textId="77777777" w:rsidR="0095667A" w:rsidRDefault="0095667A" w:rsidP="00A80FB2">
      <w:pPr>
        <w:pStyle w:val="BodyTextL25"/>
        <w:spacing w:line="360" w:lineRule="auto"/>
      </w:pPr>
      <w:r>
        <w:t>Au cours de ces travaux pratiques, vous allez effectuer quelques recherches ciblées sur le web afin de déterminer les types d'offres d'emploi disponibles dans le secteur de technologies de l'informatique et des réseaux, les types de compétences et de certifications dont vous aurez besoin également les plages de salaires associées aux différents intitulés de poste.</w:t>
      </w:r>
    </w:p>
    <w:p w14:paraId="45232DE9" w14:textId="77777777" w:rsidR="0095667A" w:rsidRDefault="0095667A" w:rsidP="0095667A">
      <w:pPr>
        <w:pStyle w:val="Heading1"/>
      </w:pPr>
      <w:r>
        <w:t>Ressources requises</w:t>
      </w:r>
    </w:p>
    <w:p w14:paraId="71A5141D" w14:textId="77777777" w:rsidR="0095667A" w:rsidRDefault="0095667A" w:rsidP="0095667A">
      <w:pPr>
        <w:pStyle w:val="Bulletlevel1"/>
      </w:pPr>
      <w:r>
        <w:t>Périphérique avec accès Internet</w:t>
      </w:r>
    </w:p>
    <w:p w14:paraId="65019FE2" w14:textId="77777777" w:rsidR="0095667A" w:rsidRDefault="003529AA" w:rsidP="003529AA">
      <w:pPr>
        <w:pStyle w:val="Heading1"/>
      </w:pPr>
      <w:r>
        <w:t>Instructions</w:t>
      </w:r>
    </w:p>
    <w:p w14:paraId="0A5F8AFB" w14:textId="77777777" w:rsidR="0095667A" w:rsidRDefault="001133A8" w:rsidP="00A80FB2">
      <w:pPr>
        <w:pStyle w:val="BodyTextL25"/>
        <w:spacing w:line="360" w:lineRule="auto"/>
      </w:pPr>
      <w:r>
        <w:t>Vous utiliserez un navigateur web pour visiter les sites d'offres d'emploi les plus populaires, tels que monster.com et salary.com.</w:t>
      </w:r>
    </w:p>
    <w:p w14:paraId="0E63658D" w14:textId="77777777" w:rsidR="0095667A" w:rsidRDefault="0095667A" w:rsidP="001133A8">
      <w:pPr>
        <w:pStyle w:val="Heading2"/>
      </w:pPr>
      <w:r>
        <w:t>Ouvrez un navigateur web et accédez à l'un des sites d'offres d'emploi.</w:t>
      </w:r>
    </w:p>
    <w:p w14:paraId="163B85B4" w14:textId="77777777" w:rsidR="0095667A" w:rsidRDefault="0095667A" w:rsidP="00A80FB2">
      <w:pPr>
        <w:pStyle w:val="BodyTextL25"/>
        <w:spacing w:line="276" w:lineRule="auto"/>
      </w:pPr>
      <w:r>
        <w:t xml:space="preserve">Dans la barre d'adresse de l'URL, tapez </w:t>
      </w:r>
      <w:hyperlink r:id="rId8" w:history="1">
        <w:r>
          <w:rPr>
            <w:rStyle w:val="Hyperlink"/>
          </w:rPr>
          <w:t>http://monster.com</w:t>
        </w:r>
      </w:hyperlink>
      <w:r>
        <w:t xml:space="preserve"> et appuyez sur Entrée.</w:t>
      </w:r>
    </w:p>
    <w:p w14:paraId="0484F5B4" w14:textId="77777777" w:rsidR="0095667A" w:rsidRDefault="0095667A" w:rsidP="00A80FB2">
      <w:pPr>
        <w:pStyle w:val="BodyTextL25"/>
        <w:spacing w:line="276" w:lineRule="auto"/>
      </w:pPr>
      <w:r>
        <w:rPr>
          <w:b/>
        </w:rPr>
        <w:t>Remarque</w:t>
      </w:r>
      <w:r>
        <w:t> : Pour accéder à</w:t>
      </w:r>
      <w:r w:rsidR="00A80FB2">
        <w:t xml:space="preserve"> des offres d'emploi en dehors l</w:t>
      </w:r>
      <w:r>
        <w:t>es États-Unis, utilisez le lien suivant pour rechercher votre pays :</w:t>
      </w:r>
    </w:p>
    <w:p w14:paraId="7BD2AD6A" w14:textId="77777777" w:rsidR="0095667A" w:rsidRDefault="00CE7772" w:rsidP="00A80FB2">
      <w:pPr>
        <w:pStyle w:val="BodyTextL25"/>
        <w:spacing w:line="276" w:lineRule="auto"/>
      </w:pPr>
      <w:hyperlink r:id="rId9" w:history="1">
        <w:r w:rsidR="000C0F2D">
          <w:rPr>
            <w:rStyle w:val="Hyperlink"/>
          </w:rPr>
          <w:t>http://www.monster.com/geo/siteselection/</w:t>
        </w:r>
      </w:hyperlink>
    </w:p>
    <w:p w14:paraId="5C53B018" w14:textId="77777777" w:rsidR="0095667A" w:rsidRDefault="0095667A" w:rsidP="001133A8">
      <w:pPr>
        <w:pStyle w:val="Heading2"/>
      </w:pPr>
      <w:r>
        <w:t>Recherchez des offres d'emploi liées aux réseaux.</w:t>
      </w:r>
    </w:p>
    <w:p w14:paraId="11977AD6" w14:textId="77777777" w:rsidR="0095667A" w:rsidRDefault="0095667A" w:rsidP="00953777">
      <w:pPr>
        <w:pStyle w:val="SubStepAlpha"/>
      </w:pPr>
      <w:r>
        <w:t xml:space="preserve">Tapez le mot </w:t>
      </w:r>
      <w:r w:rsidRPr="009D7F80">
        <w:rPr>
          <w:b/>
          <w:i/>
        </w:rPr>
        <w:t>Network Administrator</w:t>
      </w:r>
      <w:r>
        <w:t xml:space="preserve"> dans la case </w:t>
      </w:r>
      <w:r w:rsidR="00953777">
        <w:rPr>
          <w:b/>
        </w:rPr>
        <w:t>Keyword ou Title</w:t>
      </w:r>
      <w:r>
        <w:t xml:space="preserve"> . Cliquez sur </w:t>
      </w:r>
      <w:r w:rsidR="00953777">
        <w:rPr>
          <w:b/>
        </w:rPr>
        <w:t>Find Jobs</w:t>
      </w:r>
      <w:r>
        <w:t xml:space="preserve"> pour continuer.</w:t>
      </w:r>
    </w:p>
    <w:p w14:paraId="7B502FB7" w14:textId="77777777" w:rsidR="0095667A" w:rsidRDefault="0095667A" w:rsidP="00BF4C5E">
      <w:pPr>
        <w:pStyle w:val="SubStepAlpha"/>
      </w:pPr>
      <w:r>
        <w:lastRenderedPageBreak/>
        <w:t xml:space="preserve"> Examinez les résultats de la recherche: À présent, limitez votre recherche en ajoutant des termes à la recherche portant sur Administrateur réseau. Essayez des termes tels que Cisco CCNA, CCNP, CCNA Security, CCNA Voice, etc.</w:t>
      </w:r>
    </w:p>
    <w:p w14:paraId="4E4386BA" w14:textId="77777777" w:rsidR="0095667A" w:rsidRDefault="0095667A" w:rsidP="00953777">
      <w:pPr>
        <w:pStyle w:val="SubStepAlpha"/>
      </w:pPr>
      <w:r>
        <w:t>Maintenant, essayez d'affiner votre recherche en ajoutant différents emplacements géographiques. Avez-vous trouvé des emplois dans les emplacements que vous avez entrés ?</w:t>
      </w:r>
    </w:p>
    <w:p w14:paraId="0F94622B" w14:textId="77777777" w:rsidR="00953777" w:rsidRDefault="00953777" w:rsidP="009B7A51">
      <w:pPr>
        <w:pStyle w:val="AnswerLineL25"/>
      </w:pPr>
      <w:r>
        <w:t>Saisissez vos réponses ici</w:t>
      </w:r>
    </w:p>
    <w:p w14:paraId="2EC84EF8" w14:textId="77777777" w:rsidR="0095667A" w:rsidRDefault="0095667A" w:rsidP="00953777">
      <w:pPr>
        <w:pStyle w:val="SubStepAlpha"/>
      </w:pPr>
      <w:r>
        <w:t xml:space="preserve">Essayez d'effectuer des recherches sur un autre site web. Accédez à </w:t>
      </w:r>
      <w:hyperlink r:id="rId10" w:history="1">
        <w:r>
          <w:rPr>
            <w:rStyle w:val="Hyperlink"/>
          </w:rPr>
          <w:t>http://salary.com</w:t>
        </w:r>
      </w:hyperlink>
      <w:r>
        <w:t xml:space="preserve"> et cliquez sur le bouton de la barre de menus Job Search (Chercher un emploi).</w:t>
      </w:r>
    </w:p>
    <w:p w14:paraId="558A5A75" w14:textId="77777777" w:rsidR="0095667A" w:rsidRDefault="0095667A" w:rsidP="00953777">
      <w:pPr>
        <w:pStyle w:val="BodyTextL50"/>
      </w:pPr>
      <w:r>
        <w:rPr>
          <w:b/>
        </w:rPr>
        <w:t>Remarque</w:t>
      </w:r>
      <w:r>
        <w:t>: pour accéder à l'éventail de salaire en dehors des États-Unis, utilisez le lien suivant et recherchez votre pays :</w:t>
      </w:r>
    </w:p>
    <w:p w14:paraId="37BD1697" w14:textId="77777777" w:rsidR="0095667A" w:rsidRDefault="00CE7772" w:rsidP="003529AA">
      <w:pPr>
        <w:pStyle w:val="BodyTextL50"/>
      </w:pPr>
      <w:hyperlink r:id="rId11" w:history="1">
        <w:r w:rsidR="000C0F2D">
          <w:rPr>
            <w:rStyle w:val="Hyperlink"/>
          </w:rPr>
          <w:t>http://www.payscale.com/rccountries.aspx</w:t>
        </w:r>
      </w:hyperlink>
    </w:p>
    <w:p w14:paraId="6C1881C2" w14:textId="77777777" w:rsidR="0095667A" w:rsidRDefault="0095667A" w:rsidP="003529AA">
      <w:pPr>
        <w:pStyle w:val="SubStepAlpha"/>
      </w:pPr>
      <w:r>
        <w:t xml:space="preserve">Ajoutez un terme de recherche tel que </w:t>
      </w:r>
      <w:r w:rsidRPr="009D7F80">
        <w:rPr>
          <w:b/>
          <w:i/>
        </w:rPr>
        <w:t>Information Technology</w:t>
      </w:r>
      <w:r>
        <w:t xml:space="preserve"> dans le champ</w:t>
      </w:r>
      <w:r w:rsidR="00A80FB2">
        <w:t xml:space="preserve"> </w:t>
      </w:r>
      <w:r>
        <w:rPr>
          <w:b/>
        </w:rPr>
        <w:t>Job title or Keyword</w:t>
      </w:r>
      <w:r>
        <w:t xml:space="preserve"> et cliquez sur </w:t>
      </w:r>
      <w:r w:rsidR="003529AA">
        <w:rPr>
          <w:b/>
        </w:rPr>
        <w:t>Get my salary estimate</w:t>
      </w:r>
      <w:r>
        <w:t>.</w:t>
      </w:r>
    </w:p>
    <w:p w14:paraId="0336E6B1" w14:textId="77777777" w:rsidR="0095667A" w:rsidRDefault="003529AA" w:rsidP="003529AA">
      <w:pPr>
        <w:pStyle w:val="SubStepAlpha"/>
      </w:pPr>
      <w:r>
        <w:t xml:space="preserve">Notez le grand nombre de résultats de recherche correspondants. Sélectionnez un titre de poste qui vous intéresse. Cliquez sur </w:t>
      </w:r>
      <w:r>
        <w:rPr>
          <w:b/>
        </w:rPr>
        <w:t>SHOW MY SALARY ESTIMATE RESULTS</w:t>
      </w:r>
      <w:r>
        <w:t xml:space="preserve"> (Afficher les résultats de mon estimation de salaire)</w:t>
      </w:r>
    </w:p>
    <w:p w14:paraId="6C3CC779" w14:textId="77777777" w:rsidR="0095667A" w:rsidRDefault="0095667A" w:rsidP="003529AA">
      <w:pPr>
        <w:pStyle w:val="SubStepAlpha"/>
      </w:pPr>
      <w:r>
        <w:t>Passez du temps à chercher des emplois et à parcourir les résultats de recherche . Prenez note des compétences requises pour les différents titres d'emploi et de l'éventail des salaires de départ .</w:t>
      </w:r>
    </w:p>
    <w:p w14:paraId="72BD6F7B" w14:textId="77777777" w:rsidR="0095667A" w:rsidRDefault="0095667A" w:rsidP="003529AA">
      <w:pPr>
        <w:pStyle w:val="Heading1"/>
      </w:pPr>
      <w:r>
        <w:t>Questions de réflexion</w:t>
      </w:r>
    </w:p>
    <w:p w14:paraId="686AC2A2" w14:textId="77777777" w:rsidR="0095667A" w:rsidRDefault="003529AA" w:rsidP="003529AA">
      <w:pPr>
        <w:pStyle w:val="BodyTextL25"/>
      </w:pPr>
      <w:r>
        <w:t>Saisissiez votre réponse aux questions suivantes à l'aide de vos résultats de recherche.</w:t>
      </w:r>
    </w:p>
    <w:p w14:paraId="62B9B1EB" w14:textId="77777777" w:rsidR="0095667A" w:rsidRDefault="0095667A" w:rsidP="003529AA">
      <w:pPr>
        <w:pStyle w:val="ReflectionQ"/>
      </w:pPr>
      <w:r>
        <w:t>Quels intitulés de poste avez-vous cherchés ?</w:t>
      </w:r>
    </w:p>
    <w:p w14:paraId="08EB61E3" w14:textId="77777777" w:rsidR="0095667A" w:rsidRDefault="003529AA" w:rsidP="003529AA">
      <w:pPr>
        <w:pStyle w:val="AnswerLineL25"/>
      </w:pPr>
      <w:r>
        <w:t>Saisissez vos réponses ici</w:t>
      </w:r>
    </w:p>
    <w:p w14:paraId="4916E8F4" w14:textId="77777777" w:rsidR="0095667A" w:rsidRDefault="0095667A" w:rsidP="003529AA">
      <w:pPr>
        <w:pStyle w:val="ReflectionQ"/>
      </w:pPr>
      <w:r>
        <w:t>Quelles compétences ou certifications étaient requises ?</w:t>
      </w:r>
    </w:p>
    <w:p w14:paraId="0EF3A7EB" w14:textId="77777777" w:rsidR="0095667A" w:rsidRDefault="003529AA" w:rsidP="003529AA">
      <w:pPr>
        <w:pStyle w:val="AnswerLineL25"/>
      </w:pPr>
      <w:r>
        <w:t>Saisissez vos réponses ici</w:t>
      </w:r>
    </w:p>
    <w:p w14:paraId="347D9C97" w14:textId="77777777" w:rsidR="0095667A" w:rsidRDefault="0095667A" w:rsidP="003529AA">
      <w:pPr>
        <w:pStyle w:val="ReflectionQ"/>
      </w:pPr>
      <w:r>
        <w:t>Avez-vous trouvé des offres d'emplois dont vous ne connaissiez pas qu'ils existent auparavant ? Si oui, quels étaient-ils ?</w:t>
      </w:r>
    </w:p>
    <w:p w14:paraId="51ED2BDD" w14:textId="77777777" w:rsidR="0095667A" w:rsidRDefault="003529AA" w:rsidP="003529AA">
      <w:pPr>
        <w:pStyle w:val="AnswerLineL25"/>
      </w:pPr>
      <w:r>
        <w:t>Saisissez vos réponses ici</w:t>
      </w:r>
    </w:p>
    <w:p w14:paraId="12B8A36A" w14:textId="77777777" w:rsidR="0095667A" w:rsidRDefault="0095667A" w:rsidP="003529AA">
      <w:pPr>
        <w:pStyle w:val="ReflectionQ"/>
      </w:pPr>
      <w:r>
        <w:t>Avez-vous trouvé des offres d'emploi intéressantes ? Si oui, lesquelles et quelles sont les compétences ou les certifications requises ?</w:t>
      </w:r>
    </w:p>
    <w:p w14:paraId="5061E316" w14:textId="77777777" w:rsidR="0095667A" w:rsidRDefault="003529AA" w:rsidP="003529AA">
      <w:pPr>
        <w:pStyle w:val="AnswerLineL25"/>
      </w:pPr>
      <w:r>
        <w:t>Saisissez vos réponses ici</w:t>
      </w:r>
    </w:p>
    <w:p w14:paraId="5651AB11" w14:textId="77777777" w:rsidR="007C7B58" w:rsidRPr="007C7B58" w:rsidRDefault="007C7B58" w:rsidP="007C7B58">
      <w:pPr>
        <w:pStyle w:val="ConfigWindow"/>
      </w:pPr>
      <w:r>
        <w:t>Fin du document</w:t>
      </w:r>
    </w:p>
    <w:sectPr w:rsidR="007C7B58" w:rsidRPr="007C7B58" w:rsidSect="009C3182">
      <w:headerReference w:type="default"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B826E" w14:textId="77777777" w:rsidR="00CE7772" w:rsidRDefault="00CE7772" w:rsidP="00710659">
      <w:pPr>
        <w:spacing w:after="0" w:line="240" w:lineRule="auto"/>
      </w:pPr>
      <w:r>
        <w:separator/>
      </w:r>
    </w:p>
    <w:p w14:paraId="6117BB2F" w14:textId="77777777" w:rsidR="00CE7772" w:rsidRDefault="00CE7772"/>
  </w:endnote>
  <w:endnote w:type="continuationSeparator" w:id="0">
    <w:p w14:paraId="2AB90C45" w14:textId="77777777" w:rsidR="00CE7772" w:rsidRDefault="00CE7772" w:rsidP="00710659">
      <w:pPr>
        <w:spacing w:after="0" w:line="240" w:lineRule="auto"/>
      </w:pPr>
      <w:r>
        <w:continuationSeparator/>
      </w:r>
    </w:p>
    <w:p w14:paraId="18186BCA" w14:textId="77777777" w:rsidR="00CE7772" w:rsidRDefault="00CE7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78DE3" w14:textId="77777777" w:rsidR="00926CB2" w:rsidRPr="00882B63" w:rsidRDefault="008E00D5" w:rsidP="00A80FB2">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A80FB2" w:rsidRPr="00F50305">
      <w:rPr>
        <w:szCs w:val="16"/>
      </w:rPr>
      <w:t xml:space="preserve">Cisco et/ou ses filiales. Tous droits réservés. </w:t>
    </w:r>
    <w:r w:rsidR="00A80FB2">
      <w:rPr>
        <w:szCs w:val="16"/>
      </w:rPr>
      <w:t>Document publique</w:t>
    </w:r>
    <w:r w:rsidR="00A80FB2" w:rsidRPr="00F50305">
      <w:rPr>
        <w:szCs w:val="16"/>
      </w:rPr>
      <w:t xml:space="preserve"> de Cisco</w:t>
    </w:r>
    <w:r w:rsidR="00A80FB2" w:rsidRPr="00F50305">
      <w:rPr>
        <w:szCs w:val="16"/>
      </w:rPr>
      <w:tab/>
      <w:t xml:space="preserve">  </w:t>
    </w:r>
    <w:r w:rsidR="00A80FB2">
      <w:rPr>
        <w:szCs w:val="16"/>
      </w:rPr>
      <w:t xml:space="preserve">   </w:t>
    </w:r>
    <w:r w:rsidR="00A80FB2" w:rsidRPr="00F50305">
      <w:rPr>
        <w:szCs w:val="16"/>
      </w:rPr>
      <w:t xml:space="preserve"> </w:t>
    </w:r>
    <w:r w:rsidR="00A80FB2">
      <w:rPr>
        <w:szCs w:val="16"/>
      </w:rPr>
      <w:t xml:space="preserve">      </w:t>
    </w:r>
    <w:r w:rsidR="00A80FB2" w:rsidRPr="00F50305">
      <w:rPr>
        <w:szCs w:val="16"/>
      </w:rPr>
      <w:t xml:space="preserve">Page </w:t>
    </w:r>
    <w:r w:rsidR="00A80FB2" w:rsidRPr="00F50305">
      <w:rPr>
        <w:b/>
        <w:szCs w:val="16"/>
      </w:rPr>
      <w:fldChar w:fldCharType="begin"/>
    </w:r>
    <w:r w:rsidR="00A80FB2" w:rsidRPr="00F50305">
      <w:rPr>
        <w:b/>
        <w:szCs w:val="16"/>
      </w:rPr>
      <w:instrText xml:space="preserve"> PAGE </w:instrText>
    </w:r>
    <w:r w:rsidR="00A80FB2" w:rsidRPr="00F50305">
      <w:rPr>
        <w:b/>
        <w:szCs w:val="16"/>
      </w:rPr>
      <w:fldChar w:fldCharType="separate"/>
    </w:r>
    <w:r w:rsidR="00412867">
      <w:rPr>
        <w:b/>
        <w:noProof/>
        <w:szCs w:val="16"/>
      </w:rPr>
      <w:t>2</w:t>
    </w:r>
    <w:r w:rsidR="00A80FB2" w:rsidRPr="00F50305">
      <w:rPr>
        <w:b/>
        <w:szCs w:val="16"/>
      </w:rPr>
      <w:fldChar w:fldCharType="end"/>
    </w:r>
    <w:r w:rsidR="00A80FB2" w:rsidRPr="00F50305">
      <w:rPr>
        <w:szCs w:val="16"/>
      </w:rPr>
      <w:t xml:space="preserve"> sur </w:t>
    </w:r>
    <w:r w:rsidR="00A80FB2" w:rsidRPr="00F50305">
      <w:rPr>
        <w:b/>
        <w:szCs w:val="16"/>
      </w:rPr>
      <w:fldChar w:fldCharType="begin"/>
    </w:r>
    <w:r w:rsidR="00A80FB2" w:rsidRPr="00F50305">
      <w:rPr>
        <w:b/>
        <w:szCs w:val="16"/>
      </w:rPr>
      <w:instrText xml:space="preserve"> NUMPAGES  </w:instrText>
    </w:r>
    <w:r w:rsidR="00A80FB2" w:rsidRPr="00F50305">
      <w:rPr>
        <w:b/>
        <w:szCs w:val="16"/>
      </w:rPr>
      <w:fldChar w:fldCharType="separate"/>
    </w:r>
    <w:r w:rsidR="00412867">
      <w:rPr>
        <w:b/>
        <w:noProof/>
        <w:szCs w:val="16"/>
      </w:rPr>
      <w:t>2</w:t>
    </w:r>
    <w:r w:rsidR="00A80FB2" w:rsidRPr="00F50305">
      <w:rPr>
        <w:b/>
        <w:szCs w:val="16"/>
      </w:rPr>
      <w:fldChar w:fldCharType="end"/>
    </w:r>
    <w:r w:rsidR="00A80FB2" w:rsidRPr="00F50305">
      <w:rPr>
        <w:szCs w:val="16"/>
      </w:rPr>
      <w:tab/>
    </w:r>
    <w:r w:rsidR="00A80FB2" w:rsidRPr="00F50305">
      <w:rPr>
        <w:color w:val="00B0F0"/>
        <w:szCs w:val="16"/>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43536" w14:textId="77777777" w:rsidR="00882B63" w:rsidRPr="00882B63" w:rsidRDefault="00882B63" w:rsidP="00A80FB2">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A80FB2" w:rsidRPr="00F50305">
      <w:rPr>
        <w:szCs w:val="16"/>
      </w:rPr>
      <w:t xml:space="preserve">Cisco et/ou ses filiales. Tous droits réservés. </w:t>
    </w:r>
    <w:r w:rsidR="00A80FB2">
      <w:rPr>
        <w:szCs w:val="16"/>
      </w:rPr>
      <w:t>Document publique</w:t>
    </w:r>
    <w:r w:rsidR="00A80FB2" w:rsidRPr="00F50305">
      <w:rPr>
        <w:szCs w:val="16"/>
      </w:rPr>
      <w:t xml:space="preserve"> de Cisco</w:t>
    </w:r>
    <w:r w:rsidR="00A80FB2" w:rsidRPr="00F50305">
      <w:rPr>
        <w:szCs w:val="16"/>
      </w:rPr>
      <w:tab/>
      <w:t xml:space="preserve">  </w:t>
    </w:r>
    <w:r w:rsidR="00A80FB2">
      <w:rPr>
        <w:szCs w:val="16"/>
      </w:rPr>
      <w:t xml:space="preserve">   </w:t>
    </w:r>
    <w:r w:rsidR="00A80FB2" w:rsidRPr="00F50305">
      <w:rPr>
        <w:szCs w:val="16"/>
      </w:rPr>
      <w:t xml:space="preserve"> </w:t>
    </w:r>
    <w:r w:rsidR="00A80FB2">
      <w:rPr>
        <w:szCs w:val="16"/>
      </w:rPr>
      <w:t xml:space="preserve">         </w:t>
    </w:r>
    <w:r w:rsidR="00A80FB2" w:rsidRPr="00F50305">
      <w:rPr>
        <w:szCs w:val="16"/>
      </w:rPr>
      <w:t xml:space="preserve">Page </w:t>
    </w:r>
    <w:r w:rsidR="00A80FB2" w:rsidRPr="00F50305">
      <w:rPr>
        <w:b/>
        <w:szCs w:val="16"/>
      </w:rPr>
      <w:fldChar w:fldCharType="begin"/>
    </w:r>
    <w:r w:rsidR="00A80FB2" w:rsidRPr="00F50305">
      <w:rPr>
        <w:b/>
        <w:szCs w:val="16"/>
      </w:rPr>
      <w:instrText xml:space="preserve"> PAGE </w:instrText>
    </w:r>
    <w:r w:rsidR="00A80FB2" w:rsidRPr="00F50305">
      <w:rPr>
        <w:b/>
        <w:szCs w:val="16"/>
      </w:rPr>
      <w:fldChar w:fldCharType="separate"/>
    </w:r>
    <w:r w:rsidR="00412867">
      <w:rPr>
        <w:b/>
        <w:noProof/>
        <w:szCs w:val="16"/>
      </w:rPr>
      <w:t>1</w:t>
    </w:r>
    <w:r w:rsidR="00A80FB2" w:rsidRPr="00F50305">
      <w:rPr>
        <w:b/>
        <w:szCs w:val="16"/>
      </w:rPr>
      <w:fldChar w:fldCharType="end"/>
    </w:r>
    <w:r w:rsidR="00A80FB2" w:rsidRPr="00F50305">
      <w:rPr>
        <w:szCs w:val="16"/>
      </w:rPr>
      <w:t xml:space="preserve"> sur </w:t>
    </w:r>
    <w:r w:rsidR="00A80FB2" w:rsidRPr="00F50305">
      <w:rPr>
        <w:b/>
        <w:szCs w:val="16"/>
      </w:rPr>
      <w:fldChar w:fldCharType="begin"/>
    </w:r>
    <w:r w:rsidR="00A80FB2" w:rsidRPr="00F50305">
      <w:rPr>
        <w:b/>
        <w:szCs w:val="16"/>
      </w:rPr>
      <w:instrText xml:space="preserve"> NUMPAGES  </w:instrText>
    </w:r>
    <w:r w:rsidR="00A80FB2" w:rsidRPr="00F50305">
      <w:rPr>
        <w:b/>
        <w:szCs w:val="16"/>
      </w:rPr>
      <w:fldChar w:fldCharType="separate"/>
    </w:r>
    <w:r w:rsidR="00412867">
      <w:rPr>
        <w:b/>
        <w:noProof/>
        <w:szCs w:val="16"/>
      </w:rPr>
      <w:t>2</w:t>
    </w:r>
    <w:r w:rsidR="00A80FB2" w:rsidRPr="00F50305">
      <w:rPr>
        <w:b/>
        <w:szCs w:val="16"/>
      </w:rPr>
      <w:fldChar w:fldCharType="end"/>
    </w:r>
    <w:r w:rsidR="00A80FB2" w:rsidRPr="00F50305">
      <w:rPr>
        <w:szCs w:val="16"/>
      </w:rPr>
      <w:tab/>
    </w:r>
    <w:r w:rsidR="00A80FB2">
      <w:rPr>
        <w:szCs w:val="16"/>
      </w:rPr>
      <w:t xml:space="preserve">   </w:t>
    </w:r>
    <w:r w:rsidR="00A80FB2" w:rsidRPr="00F50305">
      <w:rPr>
        <w:color w:val="00B0F0"/>
        <w:szCs w:val="16"/>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5CA95" w14:textId="77777777" w:rsidR="00CE7772" w:rsidRDefault="00CE7772" w:rsidP="00710659">
      <w:pPr>
        <w:spacing w:after="0" w:line="240" w:lineRule="auto"/>
      </w:pPr>
      <w:r>
        <w:separator/>
      </w:r>
    </w:p>
    <w:p w14:paraId="66197A63" w14:textId="77777777" w:rsidR="00CE7772" w:rsidRDefault="00CE7772"/>
  </w:footnote>
  <w:footnote w:type="continuationSeparator" w:id="0">
    <w:p w14:paraId="12018E16" w14:textId="77777777" w:rsidR="00CE7772" w:rsidRDefault="00CE7772" w:rsidP="00710659">
      <w:pPr>
        <w:spacing w:after="0" w:line="240" w:lineRule="auto"/>
      </w:pPr>
      <w:r>
        <w:continuationSeparator/>
      </w:r>
    </w:p>
    <w:p w14:paraId="60B4911F" w14:textId="77777777" w:rsidR="00CE7772" w:rsidRDefault="00CE77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15E1ADF1DF2A4752A19CA99F41F52DAE"/>
      </w:placeholder>
      <w:dataBinding w:prefixMappings="xmlns:ns0='http://purl.org/dc/elements/1.1/' xmlns:ns1='http://schemas.openxmlformats.org/package/2006/metadata/core-properties' " w:xpath="/ns1:coreProperties[1]/ns0:title[1]" w:storeItemID="{6C3C8BC8-F283-45AE-878A-BAB7291924A1}"/>
      <w:text/>
    </w:sdtPr>
    <w:sdtEndPr/>
    <w:sdtContent>
      <w:p w14:paraId="1C305D0B" w14:textId="77777777" w:rsidR="00926CB2" w:rsidRDefault="00AB02C7" w:rsidP="008402F2">
        <w:pPr>
          <w:pStyle w:val="PageHead"/>
        </w:pPr>
        <w:r>
          <w:t>Travaux pratiques – Recherche d'offres d'emploi dans le secteur des technologies de l'informatique et des réseaux</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4CF90" w14:textId="77777777" w:rsidR="00926CB2" w:rsidRDefault="00882B63" w:rsidP="006C3FCF">
    <w:pPr>
      <w:ind w:left="-288"/>
    </w:pPr>
    <w:r>
      <w:rPr>
        <w:noProof/>
        <w:lang w:val="en-US"/>
      </w:rPr>
      <w:drawing>
        <wp:inline distT="0" distB="0" distL="0" distR="0" wp14:anchorId="58BBBEED" wp14:editId="359868C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AD8EDA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02C7"/>
    <w:rsid w:val="00001BDF"/>
    <w:rsid w:val="00003280"/>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0F2D"/>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A8"/>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29AA"/>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2A91"/>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867"/>
    <w:rsid w:val="0041293B"/>
    <w:rsid w:val="004131B0"/>
    <w:rsid w:val="00416C42"/>
    <w:rsid w:val="00422476"/>
    <w:rsid w:val="0042385C"/>
    <w:rsid w:val="00426FA5"/>
    <w:rsid w:val="00431654"/>
    <w:rsid w:val="00434926"/>
    <w:rsid w:val="004406AF"/>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38C"/>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084"/>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C7B58"/>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931"/>
    <w:rsid w:val="00926CB2"/>
    <w:rsid w:val="00930386"/>
    <w:rsid w:val="009309F5"/>
    <w:rsid w:val="00933237"/>
    <w:rsid w:val="00933F28"/>
    <w:rsid w:val="009400C3"/>
    <w:rsid w:val="009453F7"/>
    <w:rsid w:val="009476C0"/>
    <w:rsid w:val="00953777"/>
    <w:rsid w:val="0095667A"/>
    <w:rsid w:val="00963E34"/>
    <w:rsid w:val="00964DFA"/>
    <w:rsid w:val="00970A69"/>
    <w:rsid w:val="0098155C"/>
    <w:rsid w:val="00983B77"/>
    <w:rsid w:val="00996053"/>
    <w:rsid w:val="009A0B2F"/>
    <w:rsid w:val="009A1CF4"/>
    <w:rsid w:val="009A37D7"/>
    <w:rsid w:val="009A4E17"/>
    <w:rsid w:val="009A6955"/>
    <w:rsid w:val="009B341C"/>
    <w:rsid w:val="009B5747"/>
    <w:rsid w:val="009B7A51"/>
    <w:rsid w:val="009C0B81"/>
    <w:rsid w:val="009C3182"/>
    <w:rsid w:val="009D2C27"/>
    <w:rsid w:val="009D503E"/>
    <w:rsid w:val="009D7F80"/>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0FB2"/>
    <w:rsid w:val="00A82658"/>
    <w:rsid w:val="00A83374"/>
    <w:rsid w:val="00A96172"/>
    <w:rsid w:val="00A96D52"/>
    <w:rsid w:val="00A97C5F"/>
    <w:rsid w:val="00AB02C7"/>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4E6"/>
    <w:rsid w:val="00CC7A35"/>
    <w:rsid w:val="00CD072A"/>
    <w:rsid w:val="00CD40B1"/>
    <w:rsid w:val="00CD51E0"/>
    <w:rsid w:val="00CD7F73"/>
    <w:rsid w:val="00CE26C5"/>
    <w:rsid w:val="00CE36AF"/>
    <w:rsid w:val="00CE47F3"/>
    <w:rsid w:val="00CE54DD"/>
    <w:rsid w:val="00CE7772"/>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1A46"/>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6D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41735"/>
  <w15:docId w15:val="{1A78D831-53A2-4344-95FF-DA980BA15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133A8"/>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133A8"/>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1133A8"/>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710084"/>
    <w:pPr>
      <w:keepNext/>
      <w:spacing w:before="24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529AA"/>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B7A5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9B7A51"/>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C7B58"/>
    <w:pPr>
      <w:spacing w:before="0" w:after="0"/>
    </w:pPr>
    <w:rPr>
      <w:i/>
      <w:color w:val="FFFFFF" w:themeColor="background1"/>
    </w:rPr>
  </w:style>
  <w:style w:type="paragraph" w:customStyle="1" w:styleId="SubStepAlpha">
    <w:name w:val="SubStep Alpha"/>
    <w:basedOn w:val="BodyTextL25"/>
    <w:qFormat/>
    <w:rsid w:val="001133A8"/>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1133A8"/>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133A8"/>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710084"/>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95667A"/>
    <w:rPr>
      <w:color w:val="0000FF" w:themeColor="hyperlink"/>
      <w:u w:val="single"/>
    </w:rPr>
  </w:style>
  <w:style w:type="character" w:styleId="FollowedHyperlink">
    <w:name w:val="FollowedHyperlink"/>
    <w:basedOn w:val="DefaultParagraphFont"/>
    <w:semiHidden/>
    <w:unhideWhenUsed/>
    <w:rsid w:val="009566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st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yscale.com/rccountries.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alary.com/" TargetMode="External"/><Relationship Id="rId4" Type="http://schemas.openxmlformats.org/officeDocument/2006/relationships/settings" Target="settings.xml"/><Relationship Id="rId9" Type="http://schemas.openxmlformats.org/officeDocument/2006/relationships/hyperlink" Target="http://www.monster.com/geo/siteselection/"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5E1ADF1DF2A4752A19CA99F41F52DAE"/>
        <w:category>
          <w:name w:val="General"/>
          <w:gallery w:val="placeholder"/>
        </w:category>
        <w:types>
          <w:type w:val="bbPlcHdr"/>
        </w:types>
        <w:behaviors>
          <w:behavior w:val="content"/>
        </w:behaviors>
        <w:guid w:val="{A4E52ABB-729F-4A3C-80F2-834711A8197F}"/>
      </w:docPartPr>
      <w:docPartBody>
        <w:p w:rsidR="00F41A44" w:rsidRDefault="008D51E1">
          <w:pPr>
            <w:pStyle w:val="15E1ADF1DF2A4752A19CA99F41F52DAE"/>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1E1"/>
    <w:rsid w:val="00267184"/>
    <w:rsid w:val="004D5B8A"/>
    <w:rsid w:val="0088300C"/>
    <w:rsid w:val="008D51E1"/>
    <w:rsid w:val="009638F5"/>
    <w:rsid w:val="00EA24A7"/>
    <w:rsid w:val="00F41A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E1ADF1DF2A4752A19CA99F41F52DAE">
    <w:name w:val="15E1ADF1DF2A4752A19CA99F41F52D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A8E57-BFF3-4E53-A5D0-A75514A83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Travaux pratiques – Recherche d'offres d'emploi dans le secteur des technologies de l'informatique et des réseaux</vt:lpstr>
    </vt:vector>
  </TitlesOfParts>
  <Company>Cisco Systems, Inc.</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Recherche d'offres d'emploi dans le secteur des technologies de l'informatique et des réseaux</dc:title>
  <dc:creator>SP</dc:creator>
  <dc:description>2013</dc:description>
  <cp:lastModifiedBy>AMR AL-ENGBΛWY</cp:lastModifiedBy>
  <cp:revision>6</cp:revision>
  <cp:lastPrinted>2020-05-31T11:51:00Z</cp:lastPrinted>
  <dcterms:created xsi:type="dcterms:W3CDTF">2020-05-31T11:50:00Z</dcterms:created>
  <dcterms:modified xsi:type="dcterms:W3CDTF">2020-06-07T10:18:00Z</dcterms:modified>
</cp:coreProperties>
</file>