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2EC" w:rsidRDefault="0072785B" w:rsidP="004802EC">
      <w:pPr>
        <w:pStyle w:val="Title"/>
        <w:rPr>
          <w:rStyle w:val="LabTitleInstVersred"/>
        </w:rPr>
      </w:pPr>
      <w:sdt>
        <w:sdtPr>
          <w:rPr>
            <w:b w:val="0"/>
            <w:color w:val="EE0000"/>
          </w:rPr>
          <w:alias w:val="Titre"/>
          <w:tag w:val=""/>
          <w:id w:val="-487021785"/>
          <w:placeholder>
            <w:docPart w:val="5796000611AE4EB18B3E8B6130068C7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6A1051">
            <w:t>Packet Tracer - Configuration de SSH</w:t>
          </w:r>
        </w:sdtContent>
      </w:sdt>
      <w:r w:rsidR="006A1051">
        <w:rPr>
          <w:rStyle w:val="LabTitleInstVersred"/>
        </w:rPr>
        <w:t xml:space="preserve"> </w:t>
      </w:r>
    </w:p>
    <w:p w:rsidR="004802EC" w:rsidRDefault="004802EC" w:rsidP="004802EC">
      <w:pPr>
        <w:pStyle w:val="Title"/>
        <w:rPr>
          <w:rStyle w:val="LabTitleInstVersred"/>
        </w:rPr>
      </w:pPr>
    </w:p>
    <w:p w:rsidR="00BD6450" w:rsidRPr="004802EC" w:rsidRDefault="00BD6450" w:rsidP="004802EC">
      <w:pPr>
        <w:pStyle w:val="Title"/>
        <w:rPr>
          <w:sz w:val="26"/>
          <w:szCs w:val="26"/>
        </w:rPr>
      </w:pPr>
      <w:r w:rsidRPr="004802EC">
        <w:rPr>
          <w:sz w:val="26"/>
          <w:szCs w:val="26"/>
        </w:rPr>
        <w:t>Table d'adressage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2337"/>
        <w:gridCol w:w="2430"/>
        <w:gridCol w:w="2706"/>
        <w:gridCol w:w="2332"/>
      </w:tblGrid>
      <w:tr w:rsidR="00BD6450" w:rsidTr="00D25BD8">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D6450" w:rsidRPr="00E87D62" w:rsidRDefault="00BD6450" w:rsidP="00D25BD8">
            <w:pPr>
              <w:pStyle w:val="TableHeading"/>
            </w:pPr>
            <w:r>
              <w:t>Appareil</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D6450" w:rsidRPr="00E87D62" w:rsidRDefault="00BD6450" w:rsidP="00D25BD8">
            <w:pPr>
              <w:pStyle w:val="TableHeading"/>
            </w:pPr>
            <w:r>
              <w:t>Interface</w:t>
            </w:r>
          </w:p>
        </w:tc>
        <w:tc>
          <w:tcPr>
            <w:tcW w:w="27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D6450" w:rsidRPr="00E87D62" w:rsidRDefault="00BD6450" w:rsidP="00D25BD8">
            <w:pPr>
              <w:pStyle w:val="TableHeading"/>
            </w:pPr>
            <w:r>
              <w:t>Adresse IP</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D6450" w:rsidRPr="00E87D62" w:rsidRDefault="00BD6450" w:rsidP="00D25BD8">
            <w:pPr>
              <w:pStyle w:val="TableHeading"/>
            </w:pPr>
            <w:r>
              <w:t>Masque de sous-réseau</w:t>
            </w:r>
          </w:p>
        </w:tc>
      </w:tr>
      <w:tr w:rsidR="00BD6450" w:rsidTr="00D25BD8">
        <w:trPr>
          <w:cantSplit/>
          <w:jc w:val="center"/>
        </w:trPr>
        <w:tc>
          <w:tcPr>
            <w:tcW w:w="2337" w:type="dxa"/>
            <w:vAlign w:val="bottom"/>
          </w:tcPr>
          <w:p w:rsidR="00BD6450" w:rsidRPr="008B68E7" w:rsidRDefault="00BD6450" w:rsidP="00D25BD8">
            <w:pPr>
              <w:pStyle w:val="TableText"/>
            </w:pPr>
            <w:r>
              <w:t>S1</w:t>
            </w:r>
          </w:p>
        </w:tc>
        <w:tc>
          <w:tcPr>
            <w:tcW w:w="2430" w:type="dxa"/>
            <w:vAlign w:val="bottom"/>
          </w:tcPr>
          <w:p w:rsidR="00BD6450" w:rsidRPr="008B68E7" w:rsidRDefault="00BD6450" w:rsidP="00D25BD8">
            <w:pPr>
              <w:pStyle w:val="TableText"/>
            </w:pPr>
            <w:r>
              <w:t>VLAN 1</w:t>
            </w:r>
          </w:p>
        </w:tc>
        <w:tc>
          <w:tcPr>
            <w:tcW w:w="2706" w:type="dxa"/>
            <w:vAlign w:val="bottom"/>
          </w:tcPr>
          <w:p w:rsidR="00BD6450" w:rsidRPr="008B68E7" w:rsidRDefault="00BD6450" w:rsidP="00D25BD8">
            <w:pPr>
              <w:pStyle w:val="TableText"/>
            </w:pPr>
            <w:r>
              <w:t>10.10.10.2</w:t>
            </w:r>
          </w:p>
        </w:tc>
        <w:tc>
          <w:tcPr>
            <w:tcW w:w="2332" w:type="dxa"/>
            <w:vAlign w:val="bottom"/>
          </w:tcPr>
          <w:p w:rsidR="00BD6450" w:rsidRPr="008B68E7" w:rsidRDefault="00BD6450" w:rsidP="00D25BD8">
            <w:pPr>
              <w:pStyle w:val="TableText"/>
            </w:pPr>
            <w:r>
              <w:t>255.255.255.0</w:t>
            </w:r>
          </w:p>
        </w:tc>
      </w:tr>
      <w:tr w:rsidR="00BD6450" w:rsidTr="00D25BD8">
        <w:trPr>
          <w:cantSplit/>
          <w:jc w:val="center"/>
        </w:trPr>
        <w:tc>
          <w:tcPr>
            <w:tcW w:w="2337" w:type="dxa"/>
            <w:vAlign w:val="bottom"/>
          </w:tcPr>
          <w:p w:rsidR="00BD6450" w:rsidRPr="008B68E7" w:rsidRDefault="00BD6450" w:rsidP="00D25BD8">
            <w:pPr>
              <w:pStyle w:val="TableText"/>
            </w:pPr>
            <w:r>
              <w:t>PC1</w:t>
            </w:r>
          </w:p>
        </w:tc>
        <w:tc>
          <w:tcPr>
            <w:tcW w:w="2430" w:type="dxa"/>
            <w:vAlign w:val="bottom"/>
          </w:tcPr>
          <w:p w:rsidR="00BD6450" w:rsidRPr="008B68E7" w:rsidRDefault="00BD6450" w:rsidP="00D25BD8">
            <w:pPr>
              <w:pStyle w:val="TableText"/>
            </w:pPr>
            <w:r>
              <w:t>Carte réseau</w:t>
            </w:r>
          </w:p>
        </w:tc>
        <w:tc>
          <w:tcPr>
            <w:tcW w:w="2706" w:type="dxa"/>
            <w:vAlign w:val="bottom"/>
          </w:tcPr>
          <w:p w:rsidR="00BD6450" w:rsidRPr="008B68E7" w:rsidRDefault="00BD6450" w:rsidP="00D25BD8">
            <w:pPr>
              <w:pStyle w:val="TableText"/>
            </w:pPr>
            <w:r>
              <w:t>10.10.10.10</w:t>
            </w:r>
          </w:p>
        </w:tc>
        <w:tc>
          <w:tcPr>
            <w:tcW w:w="2332" w:type="dxa"/>
            <w:vAlign w:val="bottom"/>
          </w:tcPr>
          <w:p w:rsidR="00BD6450" w:rsidRPr="008B68E7" w:rsidRDefault="00BD6450" w:rsidP="00D25BD8">
            <w:pPr>
              <w:pStyle w:val="TableText"/>
            </w:pPr>
            <w:r>
              <w:t>255.255.255.0</w:t>
            </w:r>
          </w:p>
        </w:tc>
      </w:tr>
    </w:tbl>
    <w:p w:rsidR="00BD6450" w:rsidRPr="00BB73FF" w:rsidRDefault="00BD6450" w:rsidP="00BD6450">
      <w:pPr>
        <w:pStyle w:val="Heading1"/>
        <w:numPr>
          <w:ilvl w:val="0"/>
          <w:numId w:val="3"/>
        </w:numPr>
      </w:pPr>
      <w:r>
        <w:t>Objectifs</w:t>
      </w:r>
    </w:p>
    <w:p w:rsidR="00BD6450" w:rsidRPr="004C0909" w:rsidRDefault="00BD6450" w:rsidP="00BD6450">
      <w:pPr>
        <w:pStyle w:val="BodyTextL25Bold"/>
      </w:pPr>
      <w:r>
        <w:t>Partie 1: Sécurisation des mots de passe</w:t>
      </w:r>
    </w:p>
    <w:p w:rsidR="00BD6450" w:rsidRPr="004C0909" w:rsidRDefault="00BD6450" w:rsidP="00BD6450">
      <w:pPr>
        <w:pStyle w:val="BodyTextL25Bold"/>
      </w:pPr>
      <w:r>
        <w:t>Partie 2: Chiffrement des communications</w:t>
      </w:r>
    </w:p>
    <w:p w:rsidR="00BD6450" w:rsidRPr="004C0909" w:rsidRDefault="00BD6450" w:rsidP="00BD6450">
      <w:pPr>
        <w:pStyle w:val="BodyTextL25Bold"/>
      </w:pPr>
      <w:r>
        <w:t>Partie 3: Vérification de l'implémentation de SSH</w:t>
      </w:r>
    </w:p>
    <w:p w:rsidR="00BD6450" w:rsidRPr="00C07FD9" w:rsidRDefault="00BD6450" w:rsidP="00BD6450">
      <w:pPr>
        <w:pStyle w:val="Heading1"/>
        <w:numPr>
          <w:ilvl w:val="0"/>
          <w:numId w:val="3"/>
        </w:numPr>
      </w:pPr>
      <w:r>
        <w:t>Contexte</w:t>
      </w:r>
    </w:p>
    <w:p w:rsidR="00BD6450" w:rsidRPr="008C2EE6" w:rsidRDefault="00BD6450" w:rsidP="00BD6450">
      <w:pPr>
        <w:pStyle w:val="BodyTextL25"/>
        <w:rPr>
          <w:rStyle w:val="AnswerGray"/>
        </w:rPr>
      </w:pPr>
      <w:r>
        <w:t>SSH doit remplacer Telnet pour les connexions de gestion. Telnet utilise des communications non sécurisées en texte clair. SSH assure la sécurité des connexions distantes en fournissant un cryptage fort de toutes les données transmises entre les appareils. Dans cet exercice, vous allez sécuriser un commutateur distant avec le cryptage de mot de passe et SSH.</w:t>
      </w:r>
    </w:p>
    <w:p w:rsidR="00297281" w:rsidRDefault="00297281" w:rsidP="007605A5">
      <w:pPr>
        <w:pStyle w:val="Heading1"/>
      </w:pPr>
      <w:r>
        <w:t>Instructions</w:t>
      </w:r>
    </w:p>
    <w:p w:rsidR="00BD6450" w:rsidRDefault="00BD6450" w:rsidP="00BD6450">
      <w:pPr>
        <w:pStyle w:val="Heading2"/>
      </w:pPr>
      <w:r>
        <w:t>Sécurisation des mots de passe</w:t>
      </w:r>
    </w:p>
    <w:p w:rsidR="00BD6450" w:rsidRDefault="00BD6450" w:rsidP="00BD6450">
      <w:pPr>
        <w:pStyle w:val="SubStepAlpha"/>
        <w:spacing w:before="0"/>
      </w:pPr>
      <w:r>
        <w:t xml:space="preserve">À partir de l'invite de commande de </w:t>
      </w:r>
      <w:r>
        <w:rPr>
          <w:b/>
        </w:rPr>
        <w:t>PC1</w:t>
      </w:r>
      <w:r>
        <w:t xml:space="preserve">, établissez une connexion Telnet vers </w:t>
      </w:r>
      <w:r>
        <w:rPr>
          <w:b/>
        </w:rPr>
        <w:t>S1</w:t>
      </w:r>
      <w:r>
        <w:t>. Le mot de passe d'exécution privilégié et utilisateur est</w:t>
      </w:r>
      <w:r>
        <w:rPr>
          <w:b/>
        </w:rPr>
        <w:t xml:space="preserve"> cisco</w:t>
      </w:r>
      <w:r>
        <w:t>.</w:t>
      </w:r>
    </w:p>
    <w:p w:rsidR="00BD6450" w:rsidRDefault="00BD6450" w:rsidP="00BD6450">
      <w:pPr>
        <w:pStyle w:val="SubStepAlpha"/>
      </w:pPr>
      <w:r>
        <w:t xml:space="preserve">Enregistrez la configuration actuelle de sorte que toutes les éventuelles erreurs commises soient annulées en basculant l'interrupteur de </w:t>
      </w:r>
      <w:r>
        <w:rPr>
          <w:b/>
        </w:rPr>
        <w:t>S1</w:t>
      </w:r>
      <w:r>
        <w:t>.</w:t>
      </w:r>
    </w:p>
    <w:p w:rsidR="00BD6450" w:rsidRPr="0086566D" w:rsidRDefault="00BD6450" w:rsidP="00BD6450">
      <w:pPr>
        <w:pStyle w:val="SubStepAlpha"/>
      </w:pPr>
      <w:r>
        <w:t>Affichez la configuration en cours et notez que les mots de passe sont en texte clair. Saisissez la commande permettant de crypter les mots de passe en clair :</w:t>
      </w:r>
    </w:p>
    <w:p w:rsidR="00BD6450" w:rsidRPr="006A659B" w:rsidRDefault="00BD6450" w:rsidP="00BD6450">
      <w:pPr>
        <w:pStyle w:val="CMD"/>
      </w:pPr>
      <w:r>
        <w:t xml:space="preserve">S1(config)# </w:t>
      </w:r>
      <w:r w:rsidRPr="006A659B">
        <w:rPr>
          <w:b/>
        </w:rPr>
        <w:t>service password-encryption</w:t>
      </w:r>
    </w:p>
    <w:p w:rsidR="00BD6450" w:rsidRDefault="00BD6450" w:rsidP="00BD6450">
      <w:pPr>
        <w:pStyle w:val="SubStepAlpha"/>
      </w:pPr>
      <w:r>
        <w:t>Vérifiez que les mots de passe sont cryptés.</w:t>
      </w:r>
    </w:p>
    <w:p w:rsidR="00BD6450" w:rsidRDefault="00BD6450" w:rsidP="00BD6450">
      <w:pPr>
        <w:pStyle w:val="Heading2"/>
      </w:pPr>
      <w:r>
        <w:t>Crypter les communications</w:t>
      </w:r>
    </w:p>
    <w:p w:rsidR="00BD6450" w:rsidRPr="00CF02AB" w:rsidRDefault="00BD6450" w:rsidP="00BD6450">
      <w:pPr>
        <w:pStyle w:val="Heading3"/>
      </w:pPr>
      <w:r>
        <w:t>Définissez le nom de domaine IP et générez des clés sécurisées.</w:t>
      </w:r>
    </w:p>
    <w:p w:rsidR="00BD6450" w:rsidRDefault="00BD6450" w:rsidP="00BD6450">
      <w:pPr>
        <w:pStyle w:val="BodyTextL25"/>
      </w:pPr>
      <w:r>
        <w:t>L'utilisation de Telnet n'est généralement pas fiable, car les données sont transmises en texte clair. Par conséquent, utilisez SSH chaque fois qu'il est disponible.</w:t>
      </w:r>
    </w:p>
    <w:p w:rsidR="00BD6450" w:rsidRDefault="00BD6450" w:rsidP="00BD6450">
      <w:pPr>
        <w:pStyle w:val="SubStepAlpha"/>
      </w:pPr>
      <w:r>
        <w:t>Définissez le nom de domaine sur</w:t>
      </w:r>
      <w:r>
        <w:rPr>
          <w:b/>
        </w:rPr>
        <w:t xml:space="preserve"> netacad.pka.</w:t>
      </w:r>
    </w:p>
    <w:p w:rsidR="00BD6450" w:rsidRDefault="00BD6450" w:rsidP="00BD6450">
      <w:pPr>
        <w:pStyle w:val="SubStepAlpha"/>
      </w:pPr>
      <w:r>
        <w:t>Des clés sécurisées sont nécessaires pour crypter les données. Générez les clés RSA en spécifiant une longueur de 1 024.</w:t>
      </w:r>
    </w:p>
    <w:p w:rsidR="00BD6450" w:rsidRPr="00CF02AB" w:rsidRDefault="00BD6450" w:rsidP="00BD6450">
      <w:pPr>
        <w:pStyle w:val="Heading3"/>
      </w:pPr>
      <w:r>
        <w:lastRenderedPageBreak/>
        <w:t xml:space="preserve">Créez un utilisateur SSH et reconfigurez les lignes VTY pour un accès SSH uniquement. </w:t>
      </w:r>
    </w:p>
    <w:p w:rsidR="00BD6450" w:rsidRDefault="00BD6450" w:rsidP="00BD6450">
      <w:pPr>
        <w:pStyle w:val="SubStepAlpha"/>
      </w:pPr>
      <w:r>
        <w:t xml:space="preserve">Créez un utilisateur </w:t>
      </w:r>
      <w:r w:rsidRPr="00A975E4">
        <w:rPr>
          <w:b/>
        </w:rPr>
        <w:t>administrateur</w:t>
      </w:r>
      <w:r>
        <w:t xml:space="preserve"> en utilisant </w:t>
      </w:r>
      <w:r>
        <w:rPr>
          <w:b/>
        </w:rPr>
        <w:t>cisco</w:t>
      </w:r>
      <w:r>
        <w:t xml:space="preserve"> comme mot de passe secret.</w:t>
      </w:r>
    </w:p>
    <w:p w:rsidR="00BD6450" w:rsidRPr="004802EC" w:rsidRDefault="00BD6450" w:rsidP="00FF3E15">
      <w:pPr>
        <w:pStyle w:val="CMDRed"/>
        <w:rPr>
          <w:lang w:val="en-US"/>
        </w:rPr>
      </w:pPr>
    </w:p>
    <w:p w:rsidR="00BD6450" w:rsidRDefault="00BD6450" w:rsidP="00BD6450">
      <w:pPr>
        <w:pStyle w:val="SubStepAlpha"/>
      </w:pPr>
      <w:r>
        <w:t>Configurez les lignes VTY pour vérifier les informations de connexion dans la base de données et pour autoriser uniquement l'accès à distance SSH. Supprimez le mot de passe pour les lignes vty.</w:t>
      </w:r>
    </w:p>
    <w:p w:rsidR="00BD6450" w:rsidRDefault="00BD6450" w:rsidP="00BD6450">
      <w:pPr>
        <w:pStyle w:val="Heading3"/>
      </w:pPr>
      <w:r>
        <w:t>Vérifier l'implémentation de SSH</w:t>
      </w:r>
    </w:p>
    <w:p w:rsidR="00BD6450" w:rsidRDefault="00BD6450" w:rsidP="00BD6450">
      <w:pPr>
        <w:pStyle w:val="SubStepAlpha"/>
      </w:pPr>
      <w:r>
        <w:t>Quittez la session Telnet et tentez de vous reconnecter en utilisant Telnet. La tentative doit échouer.</w:t>
      </w:r>
    </w:p>
    <w:p w:rsidR="00BD6450" w:rsidRDefault="00BD6450" w:rsidP="00BD6450">
      <w:pPr>
        <w:pStyle w:val="SubStepAlpha"/>
      </w:pPr>
      <w:r>
        <w:t>Tentez de vous connecter via SSH. Tapez</w:t>
      </w:r>
      <w:r w:rsidRPr="000048FA">
        <w:rPr>
          <w:b/>
        </w:rPr>
        <w:t xml:space="preserve"> ssh</w:t>
      </w:r>
      <w:r>
        <w:t xml:space="preserve"> et appuyez sur</w:t>
      </w:r>
      <w:r w:rsidRPr="008071E6">
        <w:rPr>
          <w:b/>
        </w:rPr>
        <w:t xml:space="preserve"> Entrée</w:t>
      </w:r>
      <w:r>
        <w:t xml:space="preserve"> sans définir aucun paramètre afin d'afficher les instructions d'utilisation de la commande. </w:t>
      </w:r>
      <w:r w:rsidRPr="006A659B">
        <w:rPr>
          <w:b/>
        </w:rPr>
        <w:t>Conseil</w:t>
      </w:r>
      <w:r>
        <w:t xml:space="preserve">: L'option </w:t>
      </w:r>
      <w:r w:rsidRPr="001B459E">
        <w:rPr>
          <w:rFonts w:ascii="Courier New" w:hAnsi="Courier New"/>
          <w:b/>
        </w:rPr>
        <w:t>-l</w:t>
      </w:r>
      <w:r>
        <w:t xml:space="preserve"> est la lettre “L”, et non le chiffre 1.</w:t>
      </w:r>
    </w:p>
    <w:p w:rsidR="001454B7" w:rsidRDefault="001454B7" w:rsidP="001454B7">
      <w:pPr>
        <w:pStyle w:val="CMDRed"/>
      </w:pPr>
    </w:p>
    <w:p w:rsidR="001454B7" w:rsidRDefault="00BD6450" w:rsidP="001454B7">
      <w:pPr>
        <w:pStyle w:val="SubStepAlpha"/>
      </w:pPr>
      <w:r>
        <w:t>Une fois correctement connecté, passez en mode d'exécution privilégié et enregistrez la configuration. Si vous n'avez pas pu accéder à</w:t>
      </w:r>
      <w:r>
        <w:rPr>
          <w:b/>
        </w:rPr>
        <w:t xml:space="preserve"> S1</w:t>
      </w:r>
      <w:r>
        <w:t>, mettez-le hors tension et recommencez depuis la Partie 1.</w:t>
      </w:r>
    </w:p>
    <w:p w:rsidR="00216880" w:rsidRPr="00216880" w:rsidRDefault="001454B7" w:rsidP="00216880">
      <w:pPr>
        <w:pStyle w:val="ConfigWindow"/>
      </w:pPr>
      <w:r>
        <w:t>Fin du document</w:t>
      </w:r>
    </w:p>
    <w:sectPr w:rsidR="00216880" w:rsidRPr="00216880"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BC7" w:rsidRDefault="00DA7BC7" w:rsidP="00710659">
      <w:pPr>
        <w:spacing w:after="0" w:line="240" w:lineRule="auto"/>
      </w:pPr>
      <w:r>
        <w:separator/>
      </w:r>
    </w:p>
    <w:p w:rsidR="00DA7BC7" w:rsidRDefault="00DA7BC7"/>
  </w:endnote>
  <w:endnote w:type="continuationSeparator" w:id="0">
    <w:p w:rsidR="00DA7BC7" w:rsidRDefault="00DA7BC7" w:rsidP="00710659">
      <w:pPr>
        <w:spacing w:after="0" w:line="240" w:lineRule="auto"/>
      </w:pPr>
      <w:r>
        <w:continuationSeparator/>
      </w:r>
    </w:p>
    <w:p w:rsidR="00DA7BC7" w:rsidRDefault="00DA7BC7"/>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6A" w:rsidRDefault="003B25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72785B">
      <w:fldChar w:fldCharType="begin"/>
    </w:r>
    <w:r>
      <w:instrText xml:space="preserve"> SAVEDATE  \@ "aaaa"  \* MERGEFORMAT </w:instrText>
    </w:r>
    <w:r w:rsidR="0072785B">
      <w:fldChar w:fldCharType="separate"/>
    </w:r>
    <w:r w:rsidR="004802EC">
      <w:rPr>
        <w:noProof/>
      </w:rPr>
      <w:t>aa</w:t>
    </w:r>
    <w:r w:rsidR="0072785B">
      <w:fldChar w:fldCharType="end"/>
    </w:r>
    <w:r>
      <w:t xml:space="preserve"> Cisco et/ou ses filiales. Tous droits réservés. Document public de Cisco</w:t>
    </w:r>
    <w:r>
      <w:tab/>
      <w:t xml:space="preserve">Page </w:t>
    </w:r>
    <w:r w:rsidR="0072785B" w:rsidRPr="0090659A">
      <w:rPr>
        <w:b/>
        <w:szCs w:val="16"/>
      </w:rPr>
      <w:fldChar w:fldCharType="begin"/>
    </w:r>
    <w:r w:rsidRPr="0090659A">
      <w:rPr>
        <w:b/>
        <w:szCs w:val="16"/>
      </w:rPr>
      <w:instrText xml:space="preserve"> PAGE </w:instrText>
    </w:r>
    <w:r w:rsidR="0072785B" w:rsidRPr="0090659A">
      <w:rPr>
        <w:b/>
        <w:szCs w:val="16"/>
      </w:rPr>
      <w:fldChar w:fldCharType="separate"/>
    </w:r>
    <w:r w:rsidR="004802EC">
      <w:rPr>
        <w:b/>
        <w:noProof/>
        <w:szCs w:val="16"/>
      </w:rPr>
      <w:t>2</w:t>
    </w:r>
    <w:r w:rsidR="0072785B" w:rsidRPr="0090659A">
      <w:rPr>
        <w:b/>
        <w:szCs w:val="16"/>
      </w:rPr>
      <w:fldChar w:fldCharType="end"/>
    </w:r>
    <w:r>
      <w:t xml:space="preserve"> sur </w:t>
    </w:r>
    <w:r w:rsidR="0072785B" w:rsidRPr="0090659A">
      <w:rPr>
        <w:b/>
        <w:szCs w:val="16"/>
      </w:rPr>
      <w:fldChar w:fldCharType="begin"/>
    </w:r>
    <w:r w:rsidRPr="0090659A">
      <w:rPr>
        <w:b/>
        <w:szCs w:val="16"/>
      </w:rPr>
      <w:instrText xml:space="preserve"> NUMPAGES  </w:instrText>
    </w:r>
    <w:r w:rsidR="0072785B" w:rsidRPr="0090659A">
      <w:rPr>
        <w:b/>
        <w:szCs w:val="16"/>
      </w:rPr>
      <w:fldChar w:fldCharType="separate"/>
    </w:r>
    <w:r w:rsidR="004802EC">
      <w:rPr>
        <w:b/>
        <w:noProof/>
        <w:szCs w:val="16"/>
      </w:rPr>
      <w:t>2</w:t>
    </w:r>
    <w:r w:rsidR="0072785B" w:rsidRPr="0090659A">
      <w:rPr>
        <w:b/>
        <w:szCs w:val="16"/>
      </w:rPr>
      <w:fldChar w:fldCharType="end"/>
    </w:r>
    <w:r w:rsidR="00882B63">
      <w:tab/>
    </w:r>
    <w:r w:rsidR="00882B63" w:rsidRPr="0046747B">
      <w:rPr>
        <w:color w:val="00B0F0"/>
      </w:rPr>
      <w:t>www.netacad.com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72785B">
      <w:fldChar w:fldCharType="begin"/>
    </w:r>
    <w:r w:rsidR="007E6402">
      <w:instrText xml:space="preserve"> SAVEDATE  \@ "aaaa"  \* MERGEFORMAT </w:instrText>
    </w:r>
    <w:r w:rsidR="0072785B">
      <w:fldChar w:fldCharType="separate"/>
    </w:r>
    <w:r w:rsidR="004802EC">
      <w:rPr>
        <w:noProof/>
      </w:rPr>
      <w:t>aa</w:t>
    </w:r>
    <w:r w:rsidR="0072785B">
      <w:fldChar w:fldCharType="end"/>
    </w:r>
    <w:r>
      <w:t xml:space="preserve"> Cisco et/ou ses filiales. Tous droits réservés. Document public de Cisco</w:t>
    </w:r>
    <w:r>
      <w:tab/>
      <w:t xml:space="preserve">Page </w:t>
    </w:r>
    <w:r w:rsidR="0072785B" w:rsidRPr="0090659A">
      <w:rPr>
        <w:b/>
        <w:szCs w:val="16"/>
      </w:rPr>
      <w:fldChar w:fldCharType="begin"/>
    </w:r>
    <w:r w:rsidRPr="0090659A">
      <w:rPr>
        <w:b/>
        <w:szCs w:val="16"/>
      </w:rPr>
      <w:instrText xml:space="preserve"> PAGE </w:instrText>
    </w:r>
    <w:r w:rsidR="0072785B" w:rsidRPr="0090659A">
      <w:rPr>
        <w:b/>
        <w:szCs w:val="16"/>
      </w:rPr>
      <w:fldChar w:fldCharType="separate"/>
    </w:r>
    <w:r w:rsidR="004802EC">
      <w:rPr>
        <w:b/>
        <w:noProof/>
        <w:szCs w:val="16"/>
      </w:rPr>
      <w:t>1</w:t>
    </w:r>
    <w:r w:rsidR="0072785B" w:rsidRPr="0090659A">
      <w:rPr>
        <w:b/>
        <w:szCs w:val="16"/>
      </w:rPr>
      <w:fldChar w:fldCharType="end"/>
    </w:r>
    <w:r>
      <w:t xml:space="preserve"> sur </w:t>
    </w:r>
    <w:r w:rsidR="0072785B" w:rsidRPr="0090659A">
      <w:rPr>
        <w:b/>
        <w:szCs w:val="16"/>
      </w:rPr>
      <w:fldChar w:fldCharType="begin"/>
    </w:r>
    <w:r w:rsidRPr="0090659A">
      <w:rPr>
        <w:b/>
        <w:szCs w:val="16"/>
      </w:rPr>
      <w:instrText xml:space="preserve"> NUMPAGES  </w:instrText>
    </w:r>
    <w:r w:rsidR="0072785B" w:rsidRPr="0090659A">
      <w:rPr>
        <w:b/>
        <w:szCs w:val="16"/>
      </w:rPr>
      <w:fldChar w:fldCharType="separate"/>
    </w:r>
    <w:r w:rsidR="004802EC">
      <w:rPr>
        <w:b/>
        <w:noProof/>
        <w:szCs w:val="16"/>
      </w:rPr>
      <w:t>2</w:t>
    </w:r>
    <w:r w:rsidR="0072785B"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BC7" w:rsidRDefault="00DA7BC7" w:rsidP="00710659">
      <w:pPr>
        <w:spacing w:after="0" w:line="240" w:lineRule="auto"/>
      </w:pPr>
      <w:r>
        <w:separator/>
      </w:r>
    </w:p>
    <w:p w:rsidR="00DA7BC7" w:rsidRDefault="00DA7BC7"/>
  </w:footnote>
  <w:footnote w:type="continuationSeparator" w:id="0">
    <w:p w:rsidR="00DA7BC7" w:rsidRDefault="00DA7BC7" w:rsidP="00710659">
      <w:pPr>
        <w:spacing w:after="0" w:line="240" w:lineRule="auto"/>
      </w:pPr>
      <w:r>
        <w:continuationSeparator/>
      </w:r>
    </w:p>
    <w:p w:rsidR="00DA7BC7" w:rsidRDefault="00DA7BC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6A" w:rsidRDefault="003B25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5796000611AE4EB18B3E8B6130068C76"/>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BD6450" w:rsidP="008402F2">
        <w:pPr>
          <w:pStyle w:val="PageHead"/>
        </w:pPr>
        <w:r>
          <w:t>Packet Tracer - Configuration de SSH</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
        <w:lvlJc w:val="left"/>
        <w:pPr>
          <w:tabs>
            <w:tab w:val="num" w:pos="1152"/>
          </w:tabs>
          <w:ind w:left="1152" w:hanging="792"/>
        </w:pPr>
        <w:rPr>
          <w:rFonts w:hint="default"/>
        </w:rPr>
      </w:lvl>
    </w:lvlOverride>
  </w:num>
  <w:num w:numId="9">
    <w:abstractNumId w:val="3"/>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BD645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534F"/>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454B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6880"/>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97281"/>
    <w:rsid w:val="002A0B2E"/>
    <w:rsid w:val="002A0DC1"/>
    <w:rsid w:val="002A6C56"/>
    <w:rsid w:val="002C04C4"/>
    <w:rsid w:val="002C090C"/>
    <w:rsid w:val="002C1243"/>
    <w:rsid w:val="002C1815"/>
    <w:rsid w:val="002C475E"/>
    <w:rsid w:val="002C6AD6"/>
    <w:rsid w:val="002D6C2A"/>
    <w:rsid w:val="002D6E37"/>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02EC"/>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D6AA3"/>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051"/>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2785B"/>
    <w:rsid w:val="00731F3F"/>
    <w:rsid w:val="00733BAB"/>
    <w:rsid w:val="0073604C"/>
    <w:rsid w:val="007436BF"/>
    <w:rsid w:val="007443E9"/>
    <w:rsid w:val="00745DCE"/>
    <w:rsid w:val="00753D89"/>
    <w:rsid w:val="00753DDA"/>
    <w:rsid w:val="00754A6E"/>
    <w:rsid w:val="007550F9"/>
    <w:rsid w:val="007553D8"/>
    <w:rsid w:val="00755C9B"/>
    <w:rsid w:val="007605A5"/>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108E"/>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450"/>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2197"/>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5C99"/>
    <w:rsid w:val="00D86D9E"/>
    <w:rsid w:val="00D87013"/>
    <w:rsid w:val="00D876A8"/>
    <w:rsid w:val="00D87F26"/>
    <w:rsid w:val="00D913F0"/>
    <w:rsid w:val="00D93063"/>
    <w:rsid w:val="00D933B0"/>
    <w:rsid w:val="00D951FC"/>
    <w:rsid w:val="00D977E8"/>
    <w:rsid w:val="00D97B16"/>
    <w:rsid w:val="00DA119B"/>
    <w:rsid w:val="00DA7BC7"/>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0296"/>
    <w:rsid w:val="00ED2EA2"/>
    <w:rsid w:val="00ED6019"/>
    <w:rsid w:val="00ED7830"/>
    <w:rsid w:val="00EE2BFF"/>
    <w:rsid w:val="00EE3909"/>
    <w:rsid w:val="00EF1182"/>
    <w:rsid w:val="00EF4205"/>
    <w:rsid w:val="00EF5939"/>
    <w:rsid w:val="00F01714"/>
    <w:rsid w:val="00F0258F"/>
    <w:rsid w:val="00F02D06"/>
    <w:rsid w:val="00F056E5"/>
    <w:rsid w:val="00F05899"/>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3E15"/>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D6AA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796000611AE4EB18B3E8B6130068C76"/>
        <w:category>
          <w:name w:val="General"/>
          <w:gallery w:val="placeholder"/>
        </w:category>
        <w:types>
          <w:type w:val="bbPlcHdr"/>
        </w:types>
        <w:behaviors>
          <w:behavior w:val="content"/>
        </w:behaviors>
        <w:guid w:val="{E6917D1B-2C51-4BC9-A022-4253B85ADCE3}"/>
      </w:docPartPr>
      <w:docPartBody>
        <w:p w:rsidR="001F0E26" w:rsidRDefault="008C39BB">
          <w:pPr>
            <w:pStyle w:val="5796000611AE4EB18B3E8B6130068C76"/>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C39BB"/>
    <w:rsid w:val="001F0E26"/>
    <w:rsid w:val="00441D28"/>
    <w:rsid w:val="004B7764"/>
    <w:rsid w:val="008C39BB"/>
    <w:rsid w:val="009700C5"/>
    <w:rsid w:val="00B10CDF"/>
    <w:rsid w:val="00E42C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C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42C98"/>
    <w:rPr>
      <w:color w:val="808080"/>
    </w:rPr>
  </w:style>
  <w:style w:type="paragraph" w:customStyle="1" w:styleId="5796000611AE4EB18B3E8B6130068C76">
    <w:name w:val="5796000611AE4EB18B3E8B6130068C76"/>
    <w:rsid w:val="00E42C98"/>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5D9463-3F9A-4293-85FE-EB4A67FE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10</TotalTime>
  <Pages>2</Pages>
  <Words>394</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Packet Tracer - Configure SSH</vt:lpstr>
    </vt:vector>
  </TitlesOfParts>
  <Company>Cisco Systems, Inc.</Company>
  <LinksUpToDate>false</LinksUpToDate>
  <CharactersWithSpaces>2635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Configuration de SSH</dc:title>
  <dc:creator>SP</dc:creator>
  <dc:description>2013</dc:description>
  <cp:lastModifiedBy>Dawlat</cp:lastModifiedBy>
  <cp:revision>6</cp:revision>
  <dcterms:created xsi:type="dcterms:W3CDTF">2019-10-08T14:33:00Z</dcterms:created>
  <dcterms:modified xsi:type="dcterms:W3CDTF">2020-08-07T19:15:00Z</dcterms:modified>
</cp:coreProperties>
</file>