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EDB17B" w14:textId="77777777" w:rsidR="00FB13EF" w:rsidRDefault="00693B5B" w:rsidP="00FB13EF">
      <w:pPr>
        <w:pStyle w:val="Title"/>
        <w:spacing w:line="276" w:lineRule="auto"/>
        <w:rPr>
          <w:rStyle w:val="LabTitleInstVersred"/>
        </w:rPr>
      </w:pPr>
      <w:sdt>
        <w:sdtPr>
          <w:rPr>
            <w:b w:val="0"/>
            <w:color w:val="EE0000"/>
          </w:rPr>
          <w:alias w:val="Titre"/>
          <w:tag w:val=""/>
          <w:id w:val="-487021785"/>
          <w:placeholder>
            <w:docPart w:val="06FB9D192E54402AB6212756934A763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E4B55">
            <w:t>Travaux pratiques - Dépannage du routage inter-VLAN</w:t>
          </w:r>
        </w:sdtContent>
      </w:sdt>
      <w:r w:rsidR="009E4B55">
        <w:rPr>
          <w:rStyle w:val="LabTitleInstVersred"/>
        </w:rPr>
        <w:t xml:space="preserve"> </w:t>
      </w:r>
    </w:p>
    <w:p w14:paraId="7CE2F821" w14:textId="77777777" w:rsidR="00D778DF" w:rsidRPr="00E70096" w:rsidRDefault="00D778DF" w:rsidP="00FB13EF">
      <w:pPr>
        <w:pStyle w:val="Heading1"/>
        <w:spacing w:line="276" w:lineRule="auto"/>
      </w:pPr>
      <w:r>
        <w:t>Topologie</w:t>
      </w:r>
    </w:p>
    <w:p w14:paraId="2A5605C5" w14:textId="77777777" w:rsidR="00D778DF" w:rsidRDefault="00D76380" w:rsidP="00FB13EF">
      <w:pPr>
        <w:pStyle w:val="Visual"/>
      </w:pPr>
      <w:bookmarkStart w:id="0" w:name="_GoBack"/>
      <w:r>
        <w:rPr>
          <w:noProof/>
          <w:lang w:val="en-US"/>
        </w:rPr>
        <w:drawing>
          <wp:inline distT="0" distB="0" distL="0" distR="0" wp14:anchorId="252922B4" wp14:editId="33778CC2">
            <wp:extent cx="4251960" cy="1612657"/>
            <wp:effectExtent l="0" t="0" r="0" b="6985"/>
            <wp:docPr id="1" name="Picture 1" descr="This topology has 1 router, 2 switches, and 2 PCs. R1 G0/0/1 is connected to S1 F0/5. PC-A is connected S1 F0/6. S1 f0/1 is connected to S2 F0/1. PC-b is connected to S2 F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48004" cy="1611157"/>
                    </a:xfrm>
                    <a:prstGeom prst="rect">
                      <a:avLst/>
                    </a:prstGeom>
                    <a:noFill/>
                  </pic:spPr>
                </pic:pic>
              </a:graphicData>
            </a:graphic>
          </wp:inline>
        </w:drawing>
      </w:r>
      <w:bookmarkEnd w:id="0"/>
    </w:p>
    <w:p w14:paraId="4128331A" w14:textId="77777777" w:rsidR="00D76380" w:rsidRPr="00BB73FF" w:rsidRDefault="00D76380" w:rsidP="00FB13EF">
      <w:pPr>
        <w:pStyle w:val="Heading1"/>
        <w:numPr>
          <w:ilvl w:val="0"/>
          <w:numId w:val="0"/>
        </w:numPr>
        <w:spacing w:line="276" w:lineRule="auto"/>
      </w:pPr>
      <w:r>
        <w:t>Table d'adressage</w:t>
      </w:r>
    </w:p>
    <w:tbl>
      <w:tblPr>
        <w:tblW w:w="986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du masque de sous-réseau et de la passerelle par défaut."/>
      </w:tblPr>
      <w:tblGrid>
        <w:gridCol w:w="1972"/>
        <w:gridCol w:w="1972"/>
        <w:gridCol w:w="1972"/>
        <w:gridCol w:w="1972"/>
        <w:gridCol w:w="1973"/>
      </w:tblGrid>
      <w:tr w:rsidR="00D76380" w14:paraId="0507481E" w14:textId="77777777" w:rsidTr="00AD0A80">
        <w:trPr>
          <w:cantSplit/>
          <w:tblHeader/>
          <w:jc w:val="center"/>
        </w:trPr>
        <w:tc>
          <w:tcPr>
            <w:tcW w:w="19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E3D52CC" w14:textId="77777777" w:rsidR="00D76380" w:rsidRPr="00E87D62" w:rsidRDefault="00D76380" w:rsidP="00FB13EF">
            <w:pPr>
              <w:pStyle w:val="TableHeading"/>
            </w:pPr>
            <w:r>
              <w:t>Appareil</w:t>
            </w:r>
          </w:p>
        </w:tc>
        <w:tc>
          <w:tcPr>
            <w:tcW w:w="19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9E3A98" w14:textId="77777777" w:rsidR="00D76380" w:rsidRPr="00E87D62" w:rsidRDefault="00D76380" w:rsidP="00FB13EF">
            <w:pPr>
              <w:pStyle w:val="TableHeading"/>
            </w:pPr>
            <w:r>
              <w:t>Interface</w:t>
            </w:r>
          </w:p>
        </w:tc>
        <w:tc>
          <w:tcPr>
            <w:tcW w:w="19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E3AB4EE" w14:textId="77777777" w:rsidR="00D76380" w:rsidRPr="00E87D62" w:rsidRDefault="00D76380" w:rsidP="00FB13EF">
            <w:pPr>
              <w:pStyle w:val="TableHeading"/>
            </w:pPr>
            <w:r>
              <w:t>Adresse IP</w:t>
            </w:r>
          </w:p>
        </w:tc>
        <w:tc>
          <w:tcPr>
            <w:tcW w:w="19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D3BF4E3" w14:textId="77777777" w:rsidR="00D76380" w:rsidRPr="00E87D62" w:rsidRDefault="00D76380" w:rsidP="00FB13EF">
            <w:pPr>
              <w:pStyle w:val="TableHeading"/>
            </w:pPr>
            <w:r>
              <w:t xml:space="preserve">Masque de sous-réseau </w:t>
            </w:r>
          </w:p>
        </w:tc>
        <w:tc>
          <w:tcPr>
            <w:tcW w:w="1973"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302E8DEB" w14:textId="77777777" w:rsidR="00D76380" w:rsidRDefault="00D76380" w:rsidP="00FB13EF">
            <w:pPr>
              <w:pStyle w:val="TableHeading"/>
            </w:pPr>
            <w:r>
              <w:t>Passerelle par défaut</w:t>
            </w:r>
          </w:p>
        </w:tc>
      </w:tr>
      <w:tr w:rsidR="00D76380" w14:paraId="00022060" w14:textId="77777777" w:rsidTr="00AD0A80">
        <w:trPr>
          <w:cantSplit/>
          <w:jc w:val="center"/>
        </w:trPr>
        <w:tc>
          <w:tcPr>
            <w:tcW w:w="1972" w:type="dxa"/>
            <w:tcBorders>
              <w:bottom w:val="nil"/>
            </w:tcBorders>
            <w:shd w:val="clear" w:color="auto" w:fill="auto"/>
            <w:vAlign w:val="bottom"/>
          </w:tcPr>
          <w:p w14:paraId="7CFF6DE0" w14:textId="77777777" w:rsidR="00D76380" w:rsidRPr="00470F98" w:rsidRDefault="00D76380" w:rsidP="00FB13EF">
            <w:pPr>
              <w:pStyle w:val="TableText"/>
              <w:spacing w:line="276" w:lineRule="auto"/>
            </w:pPr>
            <w:r>
              <w:t>R1</w:t>
            </w:r>
          </w:p>
        </w:tc>
        <w:tc>
          <w:tcPr>
            <w:tcW w:w="1972" w:type="dxa"/>
            <w:shd w:val="clear" w:color="auto" w:fill="auto"/>
            <w:vAlign w:val="bottom"/>
          </w:tcPr>
          <w:p w14:paraId="6E272E3F" w14:textId="77777777" w:rsidR="00D76380" w:rsidRDefault="00D76380" w:rsidP="00FB13EF">
            <w:pPr>
              <w:pStyle w:val="TableText"/>
              <w:spacing w:line="276" w:lineRule="auto"/>
            </w:pPr>
            <w:r>
              <w:t>G0/0/1.3</w:t>
            </w:r>
          </w:p>
        </w:tc>
        <w:tc>
          <w:tcPr>
            <w:tcW w:w="1972" w:type="dxa"/>
            <w:shd w:val="clear" w:color="auto" w:fill="auto"/>
            <w:vAlign w:val="bottom"/>
          </w:tcPr>
          <w:p w14:paraId="70261B19" w14:textId="77777777" w:rsidR="00D76380" w:rsidRDefault="00D76380" w:rsidP="00FB13EF">
            <w:pPr>
              <w:pStyle w:val="TableText"/>
              <w:spacing w:line="276" w:lineRule="auto"/>
            </w:pPr>
            <w:r>
              <w:t>10.3.0.1</w:t>
            </w:r>
          </w:p>
        </w:tc>
        <w:tc>
          <w:tcPr>
            <w:tcW w:w="1972" w:type="dxa"/>
            <w:shd w:val="clear" w:color="auto" w:fill="auto"/>
            <w:vAlign w:val="bottom"/>
          </w:tcPr>
          <w:p w14:paraId="00EA83CC" w14:textId="77777777" w:rsidR="00D76380" w:rsidRDefault="00D76380" w:rsidP="00FB13EF">
            <w:pPr>
              <w:pStyle w:val="TableText"/>
              <w:spacing w:line="276" w:lineRule="auto"/>
            </w:pPr>
            <w:r>
              <w:t>255.255.255.0</w:t>
            </w:r>
          </w:p>
        </w:tc>
        <w:tc>
          <w:tcPr>
            <w:tcW w:w="1973" w:type="dxa"/>
            <w:tcBorders>
              <w:bottom w:val="nil"/>
            </w:tcBorders>
          </w:tcPr>
          <w:p w14:paraId="3FCEEA5F" w14:textId="77777777" w:rsidR="00D76380" w:rsidRDefault="00D76380" w:rsidP="00FB13EF">
            <w:pPr>
              <w:pStyle w:val="TableText"/>
              <w:spacing w:line="276" w:lineRule="auto"/>
            </w:pPr>
            <w:r>
              <w:t>N/A</w:t>
            </w:r>
          </w:p>
        </w:tc>
      </w:tr>
      <w:tr w:rsidR="00D76380" w14:paraId="5782CBC2" w14:textId="77777777" w:rsidTr="00AD0A80">
        <w:trPr>
          <w:cantSplit/>
          <w:jc w:val="center"/>
        </w:trPr>
        <w:tc>
          <w:tcPr>
            <w:tcW w:w="1972" w:type="dxa"/>
            <w:tcBorders>
              <w:top w:val="nil"/>
              <w:bottom w:val="nil"/>
            </w:tcBorders>
            <w:vAlign w:val="bottom"/>
          </w:tcPr>
          <w:p w14:paraId="6CA0A3FE" w14:textId="77777777" w:rsidR="00D76380" w:rsidRDefault="00D76380" w:rsidP="00FB13EF">
            <w:pPr>
              <w:pStyle w:val="ConfigWindow"/>
              <w:spacing w:line="276" w:lineRule="auto"/>
            </w:pPr>
            <w:r>
              <w:t>R1</w:t>
            </w:r>
          </w:p>
        </w:tc>
        <w:tc>
          <w:tcPr>
            <w:tcW w:w="1972" w:type="dxa"/>
            <w:vAlign w:val="bottom"/>
          </w:tcPr>
          <w:p w14:paraId="69C02C0D" w14:textId="77777777" w:rsidR="00D76380" w:rsidRDefault="00D76380" w:rsidP="00FB13EF">
            <w:pPr>
              <w:pStyle w:val="TableText"/>
              <w:spacing w:line="276" w:lineRule="auto"/>
            </w:pPr>
            <w:r>
              <w:t>G0/0/1.4</w:t>
            </w:r>
          </w:p>
        </w:tc>
        <w:tc>
          <w:tcPr>
            <w:tcW w:w="1972" w:type="dxa"/>
            <w:vAlign w:val="bottom"/>
          </w:tcPr>
          <w:p w14:paraId="0C66E231" w14:textId="77777777" w:rsidR="00D76380" w:rsidRDefault="00D76380" w:rsidP="00FB13EF">
            <w:pPr>
              <w:pStyle w:val="TableText"/>
              <w:spacing w:line="276" w:lineRule="auto"/>
            </w:pPr>
            <w:r>
              <w:t>10.4.0.1</w:t>
            </w:r>
          </w:p>
        </w:tc>
        <w:tc>
          <w:tcPr>
            <w:tcW w:w="1972" w:type="dxa"/>
            <w:vAlign w:val="bottom"/>
          </w:tcPr>
          <w:p w14:paraId="620021C1" w14:textId="77777777" w:rsidR="00D76380" w:rsidRDefault="00D76380" w:rsidP="00FB13EF">
            <w:pPr>
              <w:pStyle w:val="TableText"/>
              <w:spacing w:line="276" w:lineRule="auto"/>
            </w:pPr>
            <w:r>
              <w:t>255.255.255.0</w:t>
            </w:r>
          </w:p>
        </w:tc>
        <w:tc>
          <w:tcPr>
            <w:tcW w:w="1973" w:type="dxa"/>
            <w:tcBorders>
              <w:top w:val="nil"/>
              <w:bottom w:val="nil"/>
            </w:tcBorders>
          </w:tcPr>
          <w:p w14:paraId="3A1BCC8B" w14:textId="77777777" w:rsidR="00D76380" w:rsidRDefault="00D76380" w:rsidP="00FB13EF">
            <w:pPr>
              <w:pStyle w:val="ConfigWindow"/>
              <w:spacing w:line="276" w:lineRule="auto"/>
            </w:pPr>
            <w:r>
              <w:t>N/A</w:t>
            </w:r>
          </w:p>
        </w:tc>
      </w:tr>
      <w:tr w:rsidR="00690BE4" w14:paraId="50345B91" w14:textId="77777777" w:rsidTr="00AD0A80">
        <w:trPr>
          <w:cantSplit/>
          <w:jc w:val="center"/>
        </w:trPr>
        <w:tc>
          <w:tcPr>
            <w:tcW w:w="1972" w:type="dxa"/>
            <w:tcBorders>
              <w:top w:val="nil"/>
            </w:tcBorders>
            <w:vAlign w:val="bottom"/>
          </w:tcPr>
          <w:p w14:paraId="6D549D7C" w14:textId="1AADDC91" w:rsidR="00690BE4" w:rsidRDefault="00690BE4" w:rsidP="00FB13EF">
            <w:pPr>
              <w:pStyle w:val="ConfigWindow"/>
              <w:spacing w:line="276" w:lineRule="auto"/>
            </w:pPr>
            <w:r>
              <w:t>R1</w:t>
            </w:r>
          </w:p>
        </w:tc>
        <w:tc>
          <w:tcPr>
            <w:tcW w:w="1972" w:type="dxa"/>
            <w:vAlign w:val="bottom"/>
          </w:tcPr>
          <w:p w14:paraId="622A8FB6" w14:textId="4F7318FF" w:rsidR="00690BE4" w:rsidRDefault="00690BE4" w:rsidP="00FB13EF">
            <w:pPr>
              <w:pStyle w:val="TableText"/>
              <w:spacing w:line="276" w:lineRule="auto"/>
            </w:pPr>
            <w:r>
              <w:t>G0/0/1.13</w:t>
            </w:r>
          </w:p>
        </w:tc>
        <w:tc>
          <w:tcPr>
            <w:tcW w:w="1972" w:type="dxa"/>
            <w:vAlign w:val="bottom"/>
          </w:tcPr>
          <w:p w14:paraId="15D82817" w14:textId="5C9DC4EB" w:rsidR="00690BE4" w:rsidRDefault="00690BE4" w:rsidP="00FB13EF">
            <w:pPr>
              <w:pStyle w:val="TableText"/>
              <w:spacing w:line="276" w:lineRule="auto"/>
            </w:pPr>
            <w:r>
              <w:t>10.13.0.1</w:t>
            </w:r>
          </w:p>
        </w:tc>
        <w:tc>
          <w:tcPr>
            <w:tcW w:w="1972" w:type="dxa"/>
            <w:vAlign w:val="bottom"/>
          </w:tcPr>
          <w:p w14:paraId="2086AE35" w14:textId="0AA1B599" w:rsidR="00690BE4" w:rsidRDefault="00690BE4" w:rsidP="00FB13EF">
            <w:pPr>
              <w:pStyle w:val="TableText"/>
              <w:spacing w:line="276" w:lineRule="auto"/>
            </w:pPr>
            <w:r>
              <w:t>255.255.255.0</w:t>
            </w:r>
          </w:p>
        </w:tc>
        <w:tc>
          <w:tcPr>
            <w:tcW w:w="1973" w:type="dxa"/>
            <w:tcBorders>
              <w:top w:val="nil"/>
            </w:tcBorders>
          </w:tcPr>
          <w:p w14:paraId="69D5F567" w14:textId="46F0CB1E" w:rsidR="00690BE4" w:rsidRDefault="00690BE4" w:rsidP="00FB13EF">
            <w:pPr>
              <w:pStyle w:val="ConfigWindow"/>
              <w:spacing w:line="276" w:lineRule="auto"/>
            </w:pPr>
            <w:r>
              <w:t>N/A</w:t>
            </w:r>
          </w:p>
        </w:tc>
      </w:tr>
      <w:tr w:rsidR="00D76380" w14:paraId="35C6AF90" w14:textId="77777777" w:rsidTr="007429C5">
        <w:trPr>
          <w:cantSplit/>
          <w:jc w:val="center"/>
        </w:trPr>
        <w:tc>
          <w:tcPr>
            <w:tcW w:w="1972" w:type="dxa"/>
            <w:tcBorders>
              <w:bottom w:val="single" w:sz="2" w:space="0" w:color="auto"/>
            </w:tcBorders>
            <w:vAlign w:val="bottom"/>
          </w:tcPr>
          <w:p w14:paraId="6A917633" w14:textId="77777777" w:rsidR="00D76380" w:rsidRDefault="00D76380" w:rsidP="00FB13EF">
            <w:pPr>
              <w:pStyle w:val="TableText"/>
              <w:spacing w:line="276" w:lineRule="auto"/>
            </w:pPr>
            <w:r>
              <w:t>S1</w:t>
            </w:r>
          </w:p>
        </w:tc>
        <w:tc>
          <w:tcPr>
            <w:tcW w:w="1972" w:type="dxa"/>
            <w:vAlign w:val="bottom"/>
          </w:tcPr>
          <w:p w14:paraId="69707A09" w14:textId="77777777" w:rsidR="00D76380" w:rsidRDefault="00D76380" w:rsidP="00FB13EF">
            <w:pPr>
              <w:pStyle w:val="TableText"/>
              <w:spacing w:line="276" w:lineRule="auto"/>
            </w:pPr>
            <w:r>
              <w:t>VLAN 3</w:t>
            </w:r>
          </w:p>
        </w:tc>
        <w:tc>
          <w:tcPr>
            <w:tcW w:w="1972" w:type="dxa"/>
            <w:vAlign w:val="bottom"/>
          </w:tcPr>
          <w:p w14:paraId="1B06A09C" w14:textId="77777777" w:rsidR="00D76380" w:rsidRDefault="00D76380" w:rsidP="00FB13EF">
            <w:pPr>
              <w:pStyle w:val="TableText"/>
              <w:spacing w:line="276" w:lineRule="auto"/>
            </w:pPr>
            <w:r>
              <w:t>10.3.0.11</w:t>
            </w:r>
          </w:p>
        </w:tc>
        <w:tc>
          <w:tcPr>
            <w:tcW w:w="1972" w:type="dxa"/>
            <w:vAlign w:val="bottom"/>
          </w:tcPr>
          <w:p w14:paraId="684C4561" w14:textId="77777777" w:rsidR="00D76380" w:rsidRDefault="00D76380" w:rsidP="00FB13EF">
            <w:pPr>
              <w:pStyle w:val="TableText"/>
              <w:spacing w:line="276" w:lineRule="auto"/>
            </w:pPr>
            <w:r>
              <w:t>255.255.255.0</w:t>
            </w:r>
          </w:p>
        </w:tc>
        <w:tc>
          <w:tcPr>
            <w:tcW w:w="1973" w:type="dxa"/>
          </w:tcPr>
          <w:p w14:paraId="510E89BB" w14:textId="77777777" w:rsidR="00D76380" w:rsidRDefault="00D76380" w:rsidP="00FB13EF">
            <w:pPr>
              <w:pStyle w:val="TableText"/>
              <w:spacing w:line="276" w:lineRule="auto"/>
            </w:pPr>
            <w:r>
              <w:t>10.3.0.1</w:t>
            </w:r>
          </w:p>
        </w:tc>
      </w:tr>
      <w:tr w:rsidR="00D76380" w14:paraId="70A415D2" w14:textId="77777777" w:rsidTr="007429C5">
        <w:trPr>
          <w:cantSplit/>
          <w:jc w:val="center"/>
        </w:trPr>
        <w:tc>
          <w:tcPr>
            <w:tcW w:w="1972" w:type="dxa"/>
            <w:tcBorders>
              <w:bottom w:val="nil"/>
            </w:tcBorders>
            <w:vAlign w:val="bottom"/>
          </w:tcPr>
          <w:p w14:paraId="2249FEFB" w14:textId="77777777" w:rsidR="00D76380" w:rsidRDefault="00D76380" w:rsidP="00FB13EF">
            <w:pPr>
              <w:pStyle w:val="TableText"/>
              <w:spacing w:line="276" w:lineRule="auto"/>
            </w:pPr>
            <w:r>
              <w:t>S2</w:t>
            </w:r>
          </w:p>
        </w:tc>
        <w:tc>
          <w:tcPr>
            <w:tcW w:w="1972" w:type="dxa"/>
            <w:vAlign w:val="bottom"/>
          </w:tcPr>
          <w:p w14:paraId="0BC7AA98" w14:textId="77777777" w:rsidR="00D76380" w:rsidRDefault="00D76380" w:rsidP="00FB13EF">
            <w:pPr>
              <w:pStyle w:val="TableText"/>
              <w:spacing w:line="276" w:lineRule="auto"/>
            </w:pPr>
            <w:r>
              <w:t>VLAN 3</w:t>
            </w:r>
          </w:p>
        </w:tc>
        <w:tc>
          <w:tcPr>
            <w:tcW w:w="1972" w:type="dxa"/>
            <w:vAlign w:val="bottom"/>
          </w:tcPr>
          <w:p w14:paraId="05E840AB" w14:textId="0484075D" w:rsidR="00D76380" w:rsidRDefault="00D76380" w:rsidP="00FB13EF">
            <w:pPr>
              <w:pStyle w:val="TableText"/>
              <w:spacing w:line="276" w:lineRule="auto"/>
            </w:pPr>
            <w:r>
              <w:t>10.3.0.12</w:t>
            </w:r>
          </w:p>
        </w:tc>
        <w:tc>
          <w:tcPr>
            <w:tcW w:w="1972" w:type="dxa"/>
            <w:vAlign w:val="bottom"/>
          </w:tcPr>
          <w:p w14:paraId="3A05A37B" w14:textId="77777777" w:rsidR="00D76380" w:rsidRDefault="00D76380" w:rsidP="00FB13EF">
            <w:pPr>
              <w:pStyle w:val="TableText"/>
              <w:spacing w:line="276" w:lineRule="auto"/>
            </w:pPr>
            <w:r>
              <w:t>255.255.255.0</w:t>
            </w:r>
          </w:p>
        </w:tc>
        <w:tc>
          <w:tcPr>
            <w:tcW w:w="1973" w:type="dxa"/>
          </w:tcPr>
          <w:p w14:paraId="055D8AD7" w14:textId="31E7056B" w:rsidR="00D76380" w:rsidRDefault="00D76380" w:rsidP="00FB13EF">
            <w:pPr>
              <w:pStyle w:val="TableText"/>
              <w:spacing w:line="276" w:lineRule="auto"/>
            </w:pPr>
            <w:r>
              <w:t>10.3.0.1</w:t>
            </w:r>
          </w:p>
        </w:tc>
      </w:tr>
      <w:tr w:rsidR="00D76380" w14:paraId="1AA94FAE" w14:textId="77777777" w:rsidTr="005C1123">
        <w:trPr>
          <w:cantSplit/>
          <w:jc w:val="center"/>
        </w:trPr>
        <w:tc>
          <w:tcPr>
            <w:tcW w:w="1972" w:type="dxa"/>
            <w:vAlign w:val="bottom"/>
          </w:tcPr>
          <w:p w14:paraId="1FD2932C" w14:textId="0D49B1CA" w:rsidR="00D76380" w:rsidRDefault="00D76380" w:rsidP="00FB13EF">
            <w:pPr>
              <w:pStyle w:val="TableText"/>
              <w:spacing w:line="276" w:lineRule="auto"/>
            </w:pPr>
            <w:r>
              <w:t>PC-A</w:t>
            </w:r>
          </w:p>
        </w:tc>
        <w:tc>
          <w:tcPr>
            <w:tcW w:w="1972" w:type="dxa"/>
            <w:vAlign w:val="bottom"/>
          </w:tcPr>
          <w:p w14:paraId="6C64C4E4" w14:textId="77777777" w:rsidR="00D76380" w:rsidRDefault="00D76380" w:rsidP="00FB13EF">
            <w:pPr>
              <w:pStyle w:val="TableText"/>
              <w:spacing w:line="276" w:lineRule="auto"/>
            </w:pPr>
            <w:r>
              <w:t>Carte réseau</w:t>
            </w:r>
          </w:p>
        </w:tc>
        <w:tc>
          <w:tcPr>
            <w:tcW w:w="1972" w:type="dxa"/>
            <w:vAlign w:val="bottom"/>
          </w:tcPr>
          <w:p w14:paraId="70E24AB9" w14:textId="77777777" w:rsidR="00D76380" w:rsidRDefault="00D76380" w:rsidP="00FB13EF">
            <w:pPr>
              <w:pStyle w:val="TableText"/>
              <w:spacing w:line="276" w:lineRule="auto"/>
            </w:pPr>
            <w:r>
              <w:t>10.4.0.50</w:t>
            </w:r>
          </w:p>
        </w:tc>
        <w:tc>
          <w:tcPr>
            <w:tcW w:w="1972" w:type="dxa"/>
            <w:vAlign w:val="bottom"/>
          </w:tcPr>
          <w:p w14:paraId="34598AA0" w14:textId="77777777" w:rsidR="00D76380" w:rsidRDefault="00D76380" w:rsidP="00FB13EF">
            <w:pPr>
              <w:pStyle w:val="TableText"/>
              <w:spacing w:line="276" w:lineRule="auto"/>
            </w:pPr>
            <w:r>
              <w:t>255.255.255.0</w:t>
            </w:r>
          </w:p>
        </w:tc>
        <w:tc>
          <w:tcPr>
            <w:tcW w:w="1973" w:type="dxa"/>
          </w:tcPr>
          <w:p w14:paraId="6A27F9DC" w14:textId="77777777" w:rsidR="00D76380" w:rsidRDefault="00D76380" w:rsidP="00FB13EF">
            <w:pPr>
              <w:pStyle w:val="TableText"/>
              <w:spacing w:line="276" w:lineRule="auto"/>
            </w:pPr>
            <w:r>
              <w:t>10.4.0.1</w:t>
            </w:r>
          </w:p>
        </w:tc>
      </w:tr>
      <w:tr w:rsidR="00D76380" w14:paraId="2DCDB3AC" w14:textId="77777777" w:rsidTr="005C1123">
        <w:trPr>
          <w:cantSplit/>
          <w:jc w:val="center"/>
        </w:trPr>
        <w:tc>
          <w:tcPr>
            <w:tcW w:w="1972" w:type="dxa"/>
            <w:vAlign w:val="bottom"/>
          </w:tcPr>
          <w:p w14:paraId="6C62891F" w14:textId="77777777" w:rsidR="00D76380" w:rsidRDefault="00D76380" w:rsidP="00FB13EF">
            <w:pPr>
              <w:pStyle w:val="TableText"/>
              <w:spacing w:line="276" w:lineRule="auto"/>
            </w:pPr>
            <w:r>
              <w:t>PC-B</w:t>
            </w:r>
          </w:p>
        </w:tc>
        <w:tc>
          <w:tcPr>
            <w:tcW w:w="1972" w:type="dxa"/>
            <w:vAlign w:val="bottom"/>
          </w:tcPr>
          <w:p w14:paraId="1B334BF9" w14:textId="77777777" w:rsidR="00D76380" w:rsidRDefault="00D76380" w:rsidP="00FB13EF">
            <w:pPr>
              <w:pStyle w:val="TableText"/>
              <w:spacing w:line="276" w:lineRule="auto"/>
            </w:pPr>
            <w:r>
              <w:t>Carte réseau</w:t>
            </w:r>
          </w:p>
        </w:tc>
        <w:tc>
          <w:tcPr>
            <w:tcW w:w="1972" w:type="dxa"/>
            <w:vAlign w:val="bottom"/>
          </w:tcPr>
          <w:p w14:paraId="19F63D8A" w14:textId="5DE3B2FE" w:rsidR="00D76380" w:rsidRDefault="00D76380" w:rsidP="00FB13EF">
            <w:pPr>
              <w:pStyle w:val="TableText"/>
              <w:spacing w:line="276" w:lineRule="auto"/>
            </w:pPr>
            <w:r>
              <w:t>10.13.0.50</w:t>
            </w:r>
          </w:p>
        </w:tc>
        <w:tc>
          <w:tcPr>
            <w:tcW w:w="1972" w:type="dxa"/>
            <w:vAlign w:val="bottom"/>
          </w:tcPr>
          <w:p w14:paraId="16A3A5CF" w14:textId="77777777" w:rsidR="00D76380" w:rsidRDefault="00D76380" w:rsidP="00FB13EF">
            <w:pPr>
              <w:pStyle w:val="TableText"/>
              <w:spacing w:line="276" w:lineRule="auto"/>
            </w:pPr>
            <w:r>
              <w:t>255.255.255.0</w:t>
            </w:r>
          </w:p>
        </w:tc>
        <w:tc>
          <w:tcPr>
            <w:tcW w:w="1973" w:type="dxa"/>
          </w:tcPr>
          <w:p w14:paraId="1F1CC567" w14:textId="03569BFC" w:rsidR="00D76380" w:rsidRDefault="00D76380" w:rsidP="00FB13EF">
            <w:pPr>
              <w:pStyle w:val="TableText"/>
              <w:spacing w:line="276" w:lineRule="auto"/>
            </w:pPr>
            <w:r>
              <w:t>10.13.0.1</w:t>
            </w:r>
          </w:p>
        </w:tc>
      </w:tr>
    </w:tbl>
    <w:p w14:paraId="47728A40" w14:textId="77777777" w:rsidR="00D76380" w:rsidRPr="00BB73FF" w:rsidRDefault="00D76380" w:rsidP="00FB13EF">
      <w:pPr>
        <w:pStyle w:val="Heading1"/>
        <w:numPr>
          <w:ilvl w:val="0"/>
          <w:numId w:val="0"/>
        </w:numPr>
        <w:spacing w:line="276" w:lineRule="auto"/>
      </w:pPr>
      <w:r>
        <w:t>Table de VLAN</w:t>
      </w:r>
    </w:p>
    <w:tbl>
      <w:tblPr>
        <w:tblStyle w:val="LabTableStyle"/>
        <w:tblW w:w="9900" w:type="dxa"/>
        <w:tblLayout w:type="fixed"/>
        <w:tblLook w:val="04A0" w:firstRow="1" w:lastRow="0" w:firstColumn="1" w:lastColumn="0" w:noHBand="0" w:noVBand="1"/>
        <w:tblDescription w:val="Ce tableau indique le vlan, les noms de vlan et l'interface assignée."/>
      </w:tblPr>
      <w:tblGrid>
        <w:gridCol w:w="2188"/>
        <w:gridCol w:w="2360"/>
        <w:gridCol w:w="5352"/>
      </w:tblGrid>
      <w:tr w:rsidR="00D76380" w14:paraId="665AE34A" w14:textId="77777777" w:rsidTr="007901AB">
        <w:trPr>
          <w:cnfStyle w:val="100000000000" w:firstRow="1" w:lastRow="0" w:firstColumn="0" w:lastColumn="0" w:oddVBand="0" w:evenVBand="0" w:oddHBand="0" w:evenHBand="0" w:firstRowFirstColumn="0" w:firstRowLastColumn="0" w:lastRowFirstColumn="0" w:lastRowLastColumn="0"/>
        </w:trPr>
        <w:tc>
          <w:tcPr>
            <w:tcW w:w="2188" w:type="dxa"/>
          </w:tcPr>
          <w:p w14:paraId="102E9F02" w14:textId="77777777" w:rsidR="00D76380" w:rsidRPr="00E87D62" w:rsidRDefault="00D76380" w:rsidP="00FB13EF">
            <w:pPr>
              <w:pStyle w:val="TableHeading"/>
            </w:pPr>
            <w:r>
              <w:t>VLAN</w:t>
            </w:r>
          </w:p>
        </w:tc>
        <w:tc>
          <w:tcPr>
            <w:tcW w:w="2360" w:type="dxa"/>
          </w:tcPr>
          <w:p w14:paraId="6796B676" w14:textId="77777777" w:rsidR="00D76380" w:rsidRPr="00E87D62" w:rsidRDefault="00D76380" w:rsidP="00FB13EF">
            <w:pPr>
              <w:pStyle w:val="TableHeading"/>
            </w:pPr>
            <w:r>
              <w:t>Nom</w:t>
            </w:r>
          </w:p>
        </w:tc>
        <w:tc>
          <w:tcPr>
            <w:tcW w:w="5352" w:type="dxa"/>
          </w:tcPr>
          <w:p w14:paraId="1BE2C98D" w14:textId="77777777" w:rsidR="00D76380" w:rsidRDefault="00D76380" w:rsidP="00FB13EF">
            <w:pPr>
              <w:pStyle w:val="TableHeading"/>
            </w:pPr>
            <w:r>
              <w:t>Interface attribuée</w:t>
            </w:r>
          </w:p>
        </w:tc>
      </w:tr>
      <w:tr w:rsidR="00D76380" w14:paraId="752267BE" w14:textId="77777777" w:rsidTr="007901AB">
        <w:tc>
          <w:tcPr>
            <w:tcW w:w="2188" w:type="dxa"/>
          </w:tcPr>
          <w:p w14:paraId="47CE6925" w14:textId="77777777" w:rsidR="00D76380" w:rsidRDefault="00D76380" w:rsidP="00FB13EF">
            <w:pPr>
              <w:pStyle w:val="TableText"/>
              <w:spacing w:line="276" w:lineRule="auto"/>
            </w:pPr>
            <w:r>
              <w:t>3</w:t>
            </w:r>
          </w:p>
        </w:tc>
        <w:tc>
          <w:tcPr>
            <w:tcW w:w="2360" w:type="dxa"/>
          </w:tcPr>
          <w:p w14:paraId="54A4936C" w14:textId="77777777" w:rsidR="00D76380" w:rsidRDefault="00D76380" w:rsidP="00FB13EF">
            <w:pPr>
              <w:pStyle w:val="TableText"/>
              <w:spacing w:line="276" w:lineRule="auto"/>
            </w:pPr>
            <w:r>
              <w:t>Gestion</w:t>
            </w:r>
          </w:p>
        </w:tc>
        <w:tc>
          <w:tcPr>
            <w:tcW w:w="5352" w:type="dxa"/>
          </w:tcPr>
          <w:p w14:paraId="48B86E0D" w14:textId="77777777" w:rsidR="00D76380" w:rsidRDefault="00D76380" w:rsidP="00FB13EF">
            <w:pPr>
              <w:pStyle w:val="TableText"/>
              <w:spacing w:line="276" w:lineRule="auto"/>
            </w:pPr>
            <w:r>
              <w:t>S1: VLAN 3</w:t>
            </w:r>
          </w:p>
          <w:p w14:paraId="6662BE10" w14:textId="77777777" w:rsidR="00D76380" w:rsidRDefault="00D76380" w:rsidP="00FB13EF">
            <w:pPr>
              <w:pStyle w:val="TableText"/>
              <w:spacing w:line="276" w:lineRule="auto"/>
            </w:pPr>
            <w:r>
              <w:t>S2: VLAN 3</w:t>
            </w:r>
          </w:p>
        </w:tc>
      </w:tr>
      <w:tr w:rsidR="00D76380" w14:paraId="71DA8FD2" w14:textId="77777777" w:rsidTr="007901AB">
        <w:tc>
          <w:tcPr>
            <w:tcW w:w="2188" w:type="dxa"/>
          </w:tcPr>
          <w:p w14:paraId="43F2CE7F" w14:textId="77777777" w:rsidR="00D76380" w:rsidRPr="00E87D62" w:rsidRDefault="00D76380" w:rsidP="00FB13EF">
            <w:pPr>
              <w:pStyle w:val="TableText"/>
              <w:spacing w:line="276" w:lineRule="auto"/>
            </w:pPr>
            <w:r>
              <w:t>4</w:t>
            </w:r>
          </w:p>
        </w:tc>
        <w:tc>
          <w:tcPr>
            <w:tcW w:w="2360" w:type="dxa"/>
          </w:tcPr>
          <w:p w14:paraId="54E8BC52" w14:textId="77777777" w:rsidR="00D76380" w:rsidRPr="00E87D62" w:rsidRDefault="00D76380" w:rsidP="00FB13EF">
            <w:pPr>
              <w:pStyle w:val="TableText"/>
              <w:spacing w:line="276" w:lineRule="auto"/>
            </w:pPr>
            <w:r>
              <w:t>Opérations</w:t>
            </w:r>
          </w:p>
        </w:tc>
        <w:tc>
          <w:tcPr>
            <w:tcW w:w="5352" w:type="dxa"/>
          </w:tcPr>
          <w:p w14:paraId="7F8D7BFD" w14:textId="77777777" w:rsidR="00D76380" w:rsidRDefault="00D76380" w:rsidP="00FB13EF">
            <w:pPr>
              <w:pStyle w:val="TableText"/>
              <w:spacing w:line="276" w:lineRule="auto"/>
            </w:pPr>
            <w:r>
              <w:t>S1: F0/6</w:t>
            </w:r>
          </w:p>
        </w:tc>
      </w:tr>
      <w:tr w:rsidR="00D76380" w14:paraId="3447CB7E" w14:textId="77777777" w:rsidTr="007901AB">
        <w:tc>
          <w:tcPr>
            <w:tcW w:w="2188" w:type="dxa"/>
          </w:tcPr>
          <w:p w14:paraId="68CC4F51" w14:textId="77777777" w:rsidR="00D76380" w:rsidRDefault="00D76380" w:rsidP="00FB13EF">
            <w:pPr>
              <w:pStyle w:val="TableText"/>
              <w:spacing w:line="276" w:lineRule="auto"/>
            </w:pPr>
            <w:r>
              <w:t>7</w:t>
            </w:r>
          </w:p>
        </w:tc>
        <w:tc>
          <w:tcPr>
            <w:tcW w:w="2360" w:type="dxa"/>
          </w:tcPr>
          <w:p w14:paraId="010BC327" w14:textId="77777777" w:rsidR="00D76380" w:rsidRDefault="00D76380" w:rsidP="00FB13EF">
            <w:pPr>
              <w:pStyle w:val="TableText"/>
              <w:spacing w:line="276" w:lineRule="auto"/>
            </w:pPr>
            <w:r>
              <w:t>ParkingLot</w:t>
            </w:r>
          </w:p>
        </w:tc>
        <w:tc>
          <w:tcPr>
            <w:tcW w:w="5352" w:type="dxa"/>
          </w:tcPr>
          <w:p w14:paraId="3B4A51C9" w14:textId="77777777" w:rsidR="00D76380" w:rsidRDefault="00D76380" w:rsidP="00FB13EF">
            <w:pPr>
              <w:pStyle w:val="TableText"/>
              <w:spacing w:line="276" w:lineRule="auto"/>
            </w:pPr>
            <w:r>
              <w:t>S1: F0/2-4, F0/7-24, G0/1-2</w:t>
            </w:r>
          </w:p>
          <w:p w14:paraId="2D3062B7" w14:textId="77777777" w:rsidR="00D76380" w:rsidRDefault="00D76380" w:rsidP="00FB13EF">
            <w:pPr>
              <w:pStyle w:val="TableText"/>
              <w:spacing w:line="276" w:lineRule="auto"/>
            </w:pPr>
            <w:r>
              <w:t>S2: F0/2-17, F0/19-24, G0/1-2</w:t>
            </w:r>
          </w:p>
        </w:tc>
      </w:tr>
      <w:tr w:rsidR="00D76380" w14:paraId="6AD98F0F" w14:textId="77777777" w:rsidTr="007901AB">
        <w:tc>
          <w:tcPr>
            <w:tcW w:w="2188" w:type="dxa"/>
          </w:tcPr>
          <w:p w14:paraId="41565F6A" w14:textId="77777777" w:rsidR="00D76380" w:rsidRDefault="00D76380" w:rsidP="00FB13EF">
            <w:pPr>
              <w:pStyle w:val="TableText"/>
              <w:spacing w:line="276" w:lineRule="auto"/>
            </w:pPr>
            <w:r>
              <w:t>8</w:t>
            </w:r>
          </w:p>
        </w:tc>
        <w:tc>
          <w:tcPr>
            <w:tcW w:w="2360" w:type="dxa"/>
          </w:tcPr>
          <w:p w14:paraId="299739A7" w14:textId="77777777" w:rsidR="00D76380" w:rsidRDefault="00D76380" w:rsidP="00FB13EF">
            <w:pPr>
              <w:pStyle w:val="TableText"/>
              <w:spacing w:line="276" w:lineRule="auto"/>
            </w:pPr>
            <w:r>
              <w:t>Natif</w:t>
            </w:r>
          </w:p>
        </w:tc>
        <w:tc>
          <w:tcPr>
            <w:tcW w:w="5352" w:type="dxa"/>
          </w:tcPr>
          <w:p w14:paraId="298B94D6" w14:textId="4BBF798E" w:rsidR="00D76380" w:rsidRDefault="00F53AC8" w:rsidP="00FB13EF">
            <w:pPr>
              <w:pStyle w:val="TableText"/>
              <w:spacing w:line="276" w:lineRule="auto"/>
            </w:pPr>
            <w:r>
              <w:t>N/A</w:t>
            </w:r>
          </w:p>
        </w:tc>
      </w:tr>
      <w:tr w:rsidR="00D76380" w14:paraId="44F97AC3" w14:textId="77777777" w:rsidTr="007901AB">
        <w:tc>
          <w:tcPr>
            <w:tcW w:w="2188" w:type="dxa"/>
          </w:tcPr>
          <w:p w14:paraId="1A091983" w14:textId="77777777" w:rsidR="00D76380" w:rsidRDefault="00D76380" w:rsidP="00FB13EF">
            <w:pPr>
              <w:pStyle w:val="TableText"/>
              <w:spacing w:line="276" w:lineRule="auto"/>
            </w:pPr>
            <w:r>
              <w:t>13</w:t>
            </w:r>
          </w:p>
        </w:tc>
        <w:tc>
          <w:tcPr>
            <w:tcW w:w="2360" w:type="dxa"/>
          </w:tcPr>
          <w:p w14:paraId="6A247C32" w14:textId="77777777" w:rsidR="00D76380" w:rsidRDefault="00D76380" w:rsidP="00FB13EF">
            <w:pPr>
              <w:pStyle w:val="TableText"/>
              <w:spacing w:line="276" w:lineRule="auto"/>
            </w:pPr>
            <w:r>
              <w:t>Maintenance</w:t>
            </w:r>
          </w:p>
        </w:tc>
        <w:tc>
          <w:tcPr>
            <w:tcW w:w="5352" w:type="dxa"/>
          </w:tcPr>
          <w:p w14:paraId="14BD808E" w14:textId="77777777" w:rsidR="00D76380" w:rsidRDefault="00D76380" w:rsidP="00FB13EF">
            <w:pPr>
              <w:pStyle w:val="TableText"/>
              <w:spacing w:line="276" w:lineRule="auto"/>
            </w:pPr>
            <w:r>
              <w:t>S2: F0/18</w:t>
            </w:r>
          </w:p>
        </w:tc>
      </w:tr>
    </w:tbl>
    <w:p w14:paraId="31E76701" w14:textId="3C1B2024" w:rsidR="00D76380" w:rsidRPr="00BB73FF" w:rsidRDefault="00D76380" w:rsidP="00FB13EF">
      <w:pPr>
        <w:pStyle w:val="Heading1"/>
        <w:numPr>
          <w:ilvl w:val="0"/>
          <w:numId w:val="0"/>
        </w:numPr>
        <w:spacing w:line="276" w:lineRule="auto"/>
      </w:pPr>
      <w:r>
        <w:lastRenderedPageBreak/>
        <w:t>Objectifs</w:t>
      </w:r>
    </w:p>
    <w:p w14:paraId="156754E0" w14:textId="77777777" w:rsidR="00D76380" w:rsidRPr="004C0909" w:rsidRDefault="00D76380" w:rsidP="00FB13EF">
      <w:pPr>
        <w:pStyle w:val="BodyTextL25Bold"/>
        <w:spacing w:line="276" w:lineRule="auto"/>
      </w:pPr>
      <w:r>
        <w:t>Partie 1: Évaluer le fonctionnement du réseau</w:t>
      </w:r>
    </w:p>
    <w:p w14:paraId="382FE21A" w14:textId="77777777" w:rsidR="00D76380" w:rsidRDefault="00D76380" w:rsidP="00FB13EF">
      <w:pPr>
        <w:pStyle w:val="BodyTextL25Bold"/>
        <w:spacing w:line="276" w:lineRule="auto"/>
      </w:pPr>
      <w:r>
        <w:t>Partie 2: Recueillir de l'information, élaborer un plan d'action et mettre en œuvre des corrections</w:t>
      </w:r>
    </w:p>
    <w:p w14:paraId="2001D949" w14:textId="77777777" w:rsidR="00D76380" w:rsidRPr="00C07FD9" w:rsidRDefault="00D76380" w:rsidP="00FB13EF">
      <w:pPr>
        <w:pStyle w:val="Heading1"/>
        <w:spacing w:line="276" w:lineRule="auto"/>
      </w:pPr>
      <w:r>
        <w:t>Contexte/scénario</w:t>
      </w:r>
    </w:p>
    <w:p w14:paraId="4A05D579" w14:textId="77777777" w:rsidR="00D76380" w:rsidRDefault="00D76380" w:rsidP="00FB13EF">
      <w:pPr>
        <w:pStyle w:val="BodyTextL25"/>
        <w:spacing w:line="276" w:lineRule="auto"/>
      </w:pPr>
      <w:r>
        <w:t xml:space="preserve">Votre instructeur a </w:t>
      </w:r>
      <w:proofErr w:type="spellStart"/>
      <w:r>
        <w:t>pré-configuré</w:t>
      </w:r>
      <w:proofErr w:type="spellEnd"/>
      <w:r>
        <w:t xml:space="preserve"> tout l'équipement réseau et a inclus des erreurs intentionnelles qui empêchaient le routage inter-VLAN de fonctionner. Votre tâche consiste à évaluer le réseau et à identifier et corriger les erreurs de configuration pour restaurer la connectivité complète. Vous pouvez trouver des erreurs avec les configurations qui ne sont pas directement liées au routage inter-VLAN qui affectent la capacité des périphériques réseau à effectuer cette fonction.</w:t>
      </w:r>
    </w:p>
    <w:p w14:paraId="5CDB67BC" w14:textId="77777777" w:rsidR="00D76380" w:rsidRDefault="00D76380" w:rsidP="00FB13EF">
      <w:pPr>
        <w:pStyle w:val="BodyTextL25"/>
        <w:spacing w:line="276" w:lineRule="auto"/>
      </w:pPr>
      <w:r>
        <w:rPr>
          <w:b/>
        </w:rPr>
        <w:t>Remarque:</w:t>
      </w:r>
      <w:r>
        <w:t xml:space="preserve"> L'approche de conception utilisée dans les travaux pratiques consiste à évaluer votre capacité à configurer et à dépanner uniquement le routage inter-VLAN. Cette conception ne peut ne refléter les meilleures pratiques de réseau.</w:t>
      </w:r>
    </w:p>
    <w:p w14:paraId="68277CE6" w14:textId="3B784B7F" w:rsidR="00D76380" w:rsidRDefault="00D76380" w:rsidP="00FB13EF">
      <w:pPr>
        <w:pStyle w:val="BodyTextL25"/>
        <w:spacing w:line="276" w:lineRule="auto"/>
        <w:rPr>
          <w:b/>
        </w:rPr>
      </w:pPr>
      <w:r>
        <w:rPr>
          <w:b/>
        </w:rPr>
        <w:t>Remarque</w:t>
      </w:r>
      <w:r>
        <w:t>: Les routeurs utilisés dans les travaux pratiques CCNA sont Cisco 4221 équipé de version 16.9.4 de Cisco IOS XE (image universalk9). Les commutateurs utilisés dans les travaux pratiques sont des modèles Cisco Catalyst 2960s équipé de version 15.2.2 de Cisco IOS (image lanbasek9). D'autres routeurs, commutateurs et d'autres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14:paraId="4DEF6915" w14:textId="77777777" w:rsidR="00D76380" w:rsidRDefault="00D76380" w:rsidP="00FB13EF">
      <w:pPr>
        <w:pStyle w:val="BodyTextL25"/>
        <w:spacing w:line="276" w:lineRule="auto"/>
      </w:pPr>
      <w:r>
        <w:rPr>
          <w:b/>
        </w:rPr>
        <w:t>Remarque</w:t>
      </w:r>
      <w:r w:rsidRPr="0034604B">
        <w:t>: Assurez-vous que les routeurs et commutateurs ont été réinitialisés et ne possèdent aucune configuration initiale. En cas de doute, contactez votre formateur.</w:t>
      </w:r>
    </w:p>
    <w:p w14:paraId="18FBF91F" w14:textId="77777777" w:rsidR="00D76380" w:rsidRDefault="00D76380" w:rsidP="00FB13EF">
      <w:pPr>
        <w:pStyle w:val="Heading1"/>
        <w:spacing w:line="276" w:lineRule="auto"/>
      </w:pPr>
      <w:r>
        <w:t>Ressources requises</w:t>
      </w:r>
    </w:p>
    <w:p w14:paraId="1590D648" w14:textId="24D70153" w:rsidR="00D76380" w:rsidRDefault="00D76380" w:rsidP="00FB13EF">
      <w:pPr>
        <w:pStyle w:val="Bulletlevel1"/>
        <w:spacing w:before="60" w:after="60" w:line="276" w:lineRule="auto"/>
      </w:pPr>
      <w:r>
        <w:t>1 Routeur (Cisco 4221 équipé de Cisco IOS version 16.9.4, image universelle ou similaire)</w:t>
      </w:r>
    </w:p>
    <w:p w14:paraId="70794E96" w14:textId="77777777" w:rsidR="00D76380" w:rsidRDefault="00D76380" w:rsidP="00FB13EF">
      <w:pPr>
        <w:pStyle w:val="Bulletlevel1"/>
        <w:spacing w:before="60" w:after="60" w:line="276" w:lineRule="auto"/>
      </w:pPr>
      <w:r>
        <w:t>2 commutateurs (Cisco 2960 équipés de Cisco IOS version 15.2.2 image lanbasek9 ou similaires)</w:t>
      </w:r>
    </w:p>
    <w:p w14:paraId="78C8C6CD" w14:textId="77777777" w:rsidR="00D76380" w:rsidRDefault="00D76380" w:rsidP="00FB13EF">
      <w:pPr>
        <w:pStyle w:val="Bulletlevel1"/>
        <w:spacing w:before="60" w:after="60" w:line="276" w:lineRule="auto"/>
      </w:pPr>
      <w:r>
        <w:t>2 PC (Windows, équipés d'un programme d'émulation de terminal tel que Tera Term)</w:t>
      </w:r>
    </w:p>
    <w:p w14:paraId="497F9F7B" w14:textId="77777777" w:rsidR="00D76380" w:rsidRDefault="00D76380" w:rsidP="00FB13EF">
      <w:pPr>
        <w:pStyle w:val="Bulletlevel1"/>
        <w:spacing w:line="276" w:lineRule="auto"/>
      </w:pPr>
      <w:r>
        <w:t>Câbles de console pour configurer les appareils Cisco IOS via les ports de console</w:t>
      </w:r>
    </w:p>
    <w:p w14:paraId="40161903" w14:textId="77777777" w:rsidR="00D76380" w:rsidRDefault="00D76380" w:rsidP="00FB13EF">
      <w:pPr>
        <w:pStyle w:val="Bulletlevel1"/>
        <w:spacing w:before="60" w:after="60" w:line="276" w:lineRule="auto"/>
      </w:pPr>
      <w:r>
        <w:t>Câbles Ethernet conformément à la topologie</w:t>
      </w:r>
    </w:p>
    <w:p w14:paraId="2ACA4E13" w14:textId="289D27E6" w:rsidR="00D76380" w:rsidRDefault="00D76380" w:rsidP="00FB13EF">
      <w:pPr>
        <w:pStyle w:val="Heading1"/>
        <w:spacing w:line="276" w:lineRule="auto"/>
      </w:pPr>
      <w:r>
        <w:t>Instructions</w:t>
      </w:r>
    </w:p>
    <w:p w14:paraId="2E21FB68" w14:textId="77777777" w:rsidR="00D76380" w:rsidRPr="004C0909" w:rsidRDefault="00D76380" w:rsidP="00FB13EF">
      <w:pPr>
        <w:pStyle w:val="Heading2"/>
        <w:spacing w:line="276" w:lineRule="auto"/>
      </w:pPr>
      <w:r>
        <w:t>Évaluer le fonctionnement du réseau.</w:t>
      </w:r>
    </w:p>
    <w:p w14:paraId="68B689B7" w14:textId="2514EB6B" w:rsidR="00D76380" w:rsidRDefault="00192E67" w:rsidP="00FB13EF">
      <w:pPr>
        <w:pStyle w:val="BodyTextL25"/>
        <w:spacing w:line="276" w:lineRule="auto"/>
      </w:pPr>
      <w:r>
        <w:rPr>
          <w:b/>
        </w:rPr>
        <w:t>Remarque</w:t>
      </w:r>
      <w:r>
        <w:t>: vous devrez peut-être désactiver le Pare-feu Windows sur PC-A et PC-B.</w:t>
      </w:r>
    </w:p>
    <w:p w14:paraId="2E983E0A" w14:textId="16B0091A" w:rsidR="00D86C67" w:rsidRDefault="00D86C67" w:rsidP="00FB13EF">
      <w:pPr>
        <w:pStyle w:val="BodyTextL25"/>
        <w:spacing w:line="276" w:lineRule="auto"/>
      </w:pPr>
      <w:r>
        <w:rPr>
          <w:b/>
        </w:rPr>
        <w:t>Configuration requise</w:t>
      </w:r>
      <w:r w:rsidRPr="00D86C67">
        <w:t>:</w:t>
      </w:r>
    </w:p>
    <w:p w14:paraId="7A59F84B" w14:textId="538F7D73" w:rsidR="00D86C67" w:rsidRDefault="0042064F" w:rsidP="00FB13EF">
      <w:pPr>
        <w:pStyle w:val="Bulletlevel1"/>
        <w:spacing w:line="276" w:lineRule="auto"/>
      </w:pPr>
      <w:r>
        <w:t>Pas de trafic de trunk VLAN 7 car il n'y a pas de périphériques dans VLAN 7.</w:t>
      </w:r>
    </w:p>
    <w:p w14:paraId="3169A5B4" w14:textId="6B6101B1" w:rsidR="005F043E" w:rsidRDefault="00F12EDE" w:rsidP="00FB13EF">
      <w:pPr>
        <w:pStyle w:val="Bulletlevel1"/>
        <w:spacing w:line="276" w:lineRule="auto"/>
      </w:pPr>
      <w:r>
        <w:t>VLAN 8 est le VLAN natif.</w:t>
      </w:r>
    </w:p>
    <w:p w14:paraId="038AE382" w14:textId="5E50A554" w:rsidR="00AF0848" w:rsidRDefault="00AF0848" w:rsidP="00FB13EF">
      <w:pPr>
        <w:pStyle w:val="Bulletlevel1"/>
        <w:spacing w:line="276" w:lineRule="auto"/>
      </w:pPr>
      <w:r>
        <w:t>Tous les trunks sont statiques.</w:t>
      </w:r>
    </w:p>
    <w:p w14:paraId="119B9631" w14:textId="69E0104A" w:rsidR="00D86C67" w:rsidRDefault="00DF5FC6" w:rsidP="00FB13EF">
      <w:pPr>
        <w:pStyle w:val="Bulletlevel1"/>
        <w:spacing w:line="276" w:lineRule="auto"/>
      </w:pPr>
      <w:r>
        <w:t>La connectivité de bout en bout</w:t>
      </w:r>
    </w:p>
    <w:p w14:paraId="3DCE0F84" w14:textId="79EF811E" w:rsidR="00D76380" w:rsidRDefault="00192E67" w:rsidP="00FB13EF">
      <w:pPr>
        <w:pStyle w:val="BodyTextL25"/>
        <w:spacing w:line="276" w:lineRule="auto"/>
      </w:pPr>
      <w:r>
        <w:t>Utilisez Ping pour tester les critères suivants et enregistrer les résultats dans le tableau ci-dessous.</w:t>
      </w:r>
    </w:p>
    <w:tbl>
      <w:tblPr>
        <w:tblStyle w:val="LabTableStyle"/>
        <w:tblW w:w="0" w:type="auto"/>
        <w:tblLook w:val="04A0" w:firstRow="1" w:lastRow="0" w:firstColumn="1" w:lastColumn="0" w:noHBand="0" w:noVBand="1"/>
        <w:tblDescription w:val="Le tableau vous permet d'enregistrer les résultats ping entre les périphériques. Tapez vos réponses dans les cellules marquées &quot;vide&quot;."/>
      </w:tblPr>
      <w:tblGrid>
        <w:gridCol w:w="3176"/>
        <w:gridCol w:w="3445"/>
        <w:gridCol w:w="3453"/>
      </w:tblGrid>
      <w:tr w:rsidR="00C25CD7" w14:paraId="3AE02F82" w14:textId="77777777" w:rsidTr="006C672E">
        <w:trPr>
          <w:cnfStyle w:val="100000000000" w:firstRow="1" w:lastRow="0" w:firstColumn="0" w:lastColumn="0" w:oddVBand="0" w:evenVBand="0" w:oddHBand="0" w:evenHBand="0" w:firstRowFirstColumn="0" w:firstRowLastColumn="0" w:lastRowFirstColumn="0" w:lastRowLastColumn="0"/>
          <w:tblHeader/>
        </w:trPr>
        <w:tc>
          <w:tcPr>
            <w:tcW w:w="3176" w:type="dxa"/>
          </w:tcPr>
          <w:p w14:paraId="25CF1B2A" w14:textId="081CF7F9" w:rsidR="00C25CD7" w:rsidRDefault="00C25CD7" w:rsidP="00FB13EF">
            <w:pPr>
              <w:pStyle w:val="TableHeading"/>
            </w:pPr>
            <w:r>
              <w:lastRenderedPageBreak/>
              <w:t>À partir de</w:t>
            </w:r>
          </w:p>
        </w:tc>
        <w:tc>
          <w:tcPr>
            <w:tcW w:w="3445" w:type="dxa"/>
          </w:tcPr>
          <w:p w14:paraId="72E237FB" w14:textId="783B869A" w:rsidR="00C25CD7" w:rsidRDefault="00C25CD7" w:rsidP="00FB13EF">
            <w:pPr>
              <w:pStyle w:val="TableHeading"/>
            </w:pPr>
            <w:r>
              <w:t>Vers</w:t>
            </w:r>
          </w:p>
        </w:tc>
        <w:tc>
          <w:tcPr>
            <w:tcW w:w="3453" w:type="dxa"/>
          </w:tcPr>
          <w:p w14:paraId="6B8A7CBC" w14:textId="42E18474" w:rsidR="00C25CD7" w:rsidRDefault="00C25CD7" w:rsidP="00FB13EF">
            <w:pPr>
              <w:pStyle w:val="TableHeading"/>
            </w:pPr>
            <w:r>
              <w:t>Résultats de la commande Ping</w:t>
            </w:r>
          </w:p>
        </w:tc>
      </w:tr>
      <w:tr w:rsidR="00C25CD7" w14:paraId="1CB327A9" w14:textId="77777777" w:rsidTr="006F4F7C">
        <w:tc>
          <w:tcPr>
            <w:tcW w:w="3176" w:type="dxa"/>
            <w:tcBorders>
              <w:bottom w:val="nil"/>
            </w:tcBorders>
          </w:tcPr>
          <w:p w14:paraId="7FA76772" w14:textId="6552D638" w:rsidR="00C25CD7" w:rsidRDefault="00C25CD7" w:rsidP="00FB13EF">
            <w:pPr>
              <w:pStyle w:val="TableText"/>
              <w:spacing w:line="276" w:lineRule="auto"/>
            </w:pPr>
            <w:r>
              <w:t>R1</w:t>
            </w:r>
          </w:p>
        </w:tc>
        <w:tc>
          <w:tcPr>
            <w:tcW w:w="3445" w:type="dxa"/>
          </w:tcPr>
          <w:p w14:paraId="458B67C4" w14:textId="6DB6C782" w:rsidR="00C25CD7" w:rsidRDefault="00C25CD7" w:rsidP="00FB13EF">
            <w:pPr>
              <w:pStyle w:val="TableText"/>
              <w:spacing w:line="276" w:lineRule="auto"/>
            </w:pPr>
            <w:r>
              <w:t>S1 VLAN 3 (10.3.0.11)</w:t>
            </w:r>
          </w:p>
        </w:tc>
        <w:tc>
          <w:tcPr>
            <w:tcW w:w="3453" w:type="dxa"/>
          </w:tcPr>
          <w:p w14:paraId="1018A65E" w14:textId="5A4F9465" w:rsidR="00C25CD7" w:rsidRPr="00C25CD7" w:rsidRDefault="00C25CD7" w:rsidP="00FB13EF">
            <w:pPr>
              <w:pStyle w:val="TableText"/>
              <w:spacing w:line="276" w:lineRule="auto"/>
              <w:rPr>
                <w:rStyle w:val="AnswerGray"/>
              </w:rPr>
            </w:pPr>
          </w:p>
        </w:tc>
      </w:tr>
      <w:tr w:rsidR="00C25CD7" w14:paraId="0ACCBD1F" w14:textId="77777777" w:rsidTr="006F4F7C">
        <w:tc>
          <w:tcPr>
            <w:tcW w:w="3176" w:type="dxa"/>
            <w:tcBorders>
              <w:top w:val="nil"/>
              <w:bottom w:val="nil"/>
            </w:tcBorders>
          </w:tcPr>
          <w:p w14:paraId="173AB8AF" w14:textId="58FA1CA7" w:rsidR="00C25CD7" w:rsidRDefault="00C25CD7" w:rsidP="00FB13EF">
            <w:pPr>
              <w:pStyle w:val="ConfigWindow"/>
              <w:spacing w:line="276" w:lineRule="auto"/>
            </w:pPr>
            <w:r>
              <w:t>R1</w:t>
            </w:r>
          </w:p>
        </w:tc>
        <w:tc>
          <w:tcPr>
            <w:tcW w:w="3445" w:type="dxa"/>
          </w:tcPr>
          <w:p w14:paraId="20054B20" w14:textId="15F8F3F8" w:rsidR="00C25CD7" w:rsidRDefault="00C25CD7" w:rsidP="00FB13EF">
            <w:pPr>
              <w:pStyle w:val="TableText"/>
              <w:spacing w:line="276" w:lineRule="auto"/>
            </w:pPr>
            <w:r>
              <w:t>S2 VLAN 3 (10.3.0.12)</w:t>
            </w:r>
          </w:p>
        </w:tc>
        <w:tc>
          <w:tcPr>
            <w:tcW w:w="3453" w:type="dxa"/>
          </w:tcPr>
          <w:p w14:paraId="061FBE1B" w14:textId="39FCBAD6" w:rsidR="00C25CD7" w:rsidRPr="00C25CD7" w:rsidRDefault="00C25CD7" w:rsidP="00FB13EF">
            <w:pPr>
              <w:pStyle w:val="TableText"/>
              <w:spacing w:line="276" w:lineRule="auto"/>
              <w:rPr>
                <w:rStyle w:val="AnswerGray"/>
              </w:rPr>
            </w:pPr>
          </w:p>
        </w:tc>
      </w:tr>
      <w:tr w:rsidR="00C25CD7" w14:paraId="19D03F99" w14:textId="77777777" w:rsidTr="006F4F7C">
        <w:tc>
          <w:tcPr>
            <w:tcW w:w="3176" w:type="dxa"/>
            <w:tcBorders>
              <w:top w:val="nil"/>
              <w:bottom w:val="nil"/>
            </w:tcBorders>
          </w:tcPr>
          <w:p w14:paraId="560F701A" w14:textId="54D535FC" w:rsidR="00C25CD7" w:rsidRDefault="00C25CD7" w:rsidP="00FB13EF">
            <w:pPr>
              <w:pStyle w:val="ConfigWindow"/>
              <w:spacing w:line="276" w:lineRule="auto"/>
            </w:pPr>
            <w:r>
              <w:t>R1</w:t>
            </w:r>
          </w:p>
        </w:tc>
        <w:tc>
          <w:tcPr>
            <w:tcW w:w="3445" w:type="dxa"/>
          </w:tcPr>
          <w:p w14:paraId="294C68D8" w14:textId="6ABED6DE" w:rsidR="00C25CD7" w:rsidRDefault="00C25CD7" w:rsidP="00FB13EF">
            <w:pPr>
              <w:pStyle w:val="TableText"/>
              <w:spacing w:line="276" w:lineRule="auto"/>
            </w:pPr>
            <w:r>
              <w:t>PC-A (10.4.0.50)</w:t>
            </w:r>
          </w:p>
        </w:tc>
        <w:tc>
          <w:tcPr>
            <w:tcW w:w="3453" w:type="dxa"/>
          </w:tcPr>
          <w:p w14:paraId="735EE050" w14:textId="2F987CE8" w:rsidR="00C25CD7" w:rsidRPr="00C25CD7" w:rsidRDefault="00C25CD7" w:rsidP="00FB13EF">
            <w:pPr>
              <w:pStyle w:val="TableText"/>
              <w:spacing w:line="276" w:lineRule="auto"/>
              <w:rPr>
                <w:rStyle w:val="AnswerGray"/>
              </w:rPr>
            </w:pPr>
          </w:p>
        </w:tc>
      </w:tr>
      <w:tr w:rsidR="00C25CD7" w14:paraId="3E54BB2D" w14:textId="77777777" w:rsidTr="006F4F7C">
        <w:tc>
          <w:tcPr>
            <w:tcW w:w="3176" w:type="dxa"/>
            <w:tcBorders>
              <w:top w:val="nil"/>
              <w:bottom w:val="single" w:sz="2" w:space="0" w:color="auto"/>
            </w:tcBorders>
          </w:tcPr>
          <w:p w14:paraId="66FDF4C9" w14:textId="0CE189CA" w:rsidR="00C25CD7" w:rsidRDefault="00C25CD7" w:rsidP="00FB13EF">
            <w:pPr>
              <w:pStyle w:val="ConfigWindow"/>
              <w:spacing w:line="276" w:lineRule="auto"/>
            </w:pPr>
            <w:r>
              <w:t>R1</w:t>
            </w:r>
          </w:p>
        </w:tc>
        <w:tc>
          <w:tcPr>
            <w:tcW w:w="3445" w:type="dxa"/>
          </w:tcPr>
          <w:p w14:paraId="37A4A6C0" w14:textId="6DD7C2A7" w:rsidR="00C25CD7" w:rsidRDefault="00C25CD7" w:rsidP="00FB13EF">
            <w:pPr>
              <w:pStyle w:val="TableText"/>
              <w:spacing w:line="276" w:lineRule="auto"/>
            </w:pPr>
            <w:r>
              <w:t>PC-B (10.13.0.50)</w:t>
            </w:r>
          </w:p>
        </w:tc>
        <w:tc>
          <w:tcPr>
            <w:tcW w:w="3453" w:type="dxa"/>
          </w:tcPr>
          <w:p w14:paraId="429DE486" w14:textId="07FCAFF8" w:rsidR="00C25CD7" w:rsidRPr="00C25CD7" w:rsidRDefault="00C25CD7" w:rsidP="00FB13EF">
            <w:pPr>
              <w:pStyle w:val="TableText"/>
              <w:spacing w:line="276" w:lineRule="auto"/>
              <w:rPr>
                <w:rStyle w:val="AnswerGray"/>
              </w:rPr>
            </w:pPr>
          </w:p>
        </w:tc>
      </w:tr>
      <w:tr w:rsidR="00C25CD7" w14:paraId="1237B601" w14:textId="77777777" w:rsidTr="006F4F7C">
        <w:tc>
          <w:tcPr>
            <w:tcW w:w="3176" w:type="dxa"/>
            <w:tcBorders>
              <w:bottom w:val="nil"/>
            </w:tcBorders>
            <w:shd w:val="clear" w:color="auto" w:fill="F2F2F2" w:themeFill="background1" w:themeFillShade="F2"/>
          </w:tcPr>
          <w:p w14:paraId="5A918B2E" w14:textId="117FD564" w:rsidR="00C25CD7" w:rsidRDefault="00C25CD7" w:rsidP="00FB13EF">
            <w:pPr>
              <w:pStyle w:val="TableText"/>
              <w:spacing w:line="276" w:lineRule="auto"/>
            </w:pPr>
            <w:r>
              <w:t>S1</w:t>
            </w:r>
          </w:p>
        </w:tc>
        <w:tc>
          <w:tcPr>
            <w:tcW w:w="3445" w:type="dxa"/>
            <w:shd w:val="clear" w:color="auto" w:fill="F2F2F2" w:themeFill="background1" w:themeFillShade="F2"/>
          </w:tcPr>
          <w:p w14:paraId="1C9558AD" w14:textId="2E3C7936" w:rsidR="00C25CD7" w:rsidRDefault="00C25CD7" w:rsidP="00FB13EF">
            <w:pPr>
              <w:pStyle w:val="TableText"/>
              <w:spacing w:line="276" w:lineRule="auto"/>
            </w:pPr>
            <w:r>
              <w:t>S2 VLAN 3 (10.3.0.12)</w:t>
            </w:r>
          </w:p>
        </w:tc>
        <w:tc>
          <w:tcPr>
            <w:tcW w:w="3453" w:type="dxa"/>
            <w:shd w:val="clear" w:color="auto" w:fill="F2F2F2" w:themeFill="background1" w:themeFillShade="F2"/>
          </w:tcPr>
          <w:p w14:paraId="2877AD15" w14:textId="03F76EDA" w:rsidR="00C25CD7" w:rsidRPr="00C25CD7" w:rsidRDefault="00C25CD7" w:rsidP="00FB13EF">
            <w:pPr>
              <w:pStyle w:val="TableText"/>
              <w:spacing w:line="276" w:lineRule="auto"/>
              <w:rPr>
                <w:rStyle w:val="AnswerGray"/>
              </w:rPr>
            </w:pPr>
          </w:p>
        </w:tc>
      </w:tr>
      <w:tr w:rsidR="00C25CD7" w14:paraId="3E0E01DB" w14:textId="77777777" w:rsidTr="006F4F7C">
        <w:tc>
          <w:tcPr>
            <w:tcW w:w="3176" w:type="dxa"/>
            <w:tcBorders>
              <w:top w:val="nil"/>
              <w:bottom w:val="nil"/>
            </w:tcBorders>
            <w:shd w:val="clear" w:color="auto" w:fill="F2F2F2" w:themeFill="background1" w:themeFillShade="F2"/>
          </w:tcPr>
          <w:p w14:paraId="2D084FF1" w14:textId="04DAB0F9" w:rsidR="00C25CD7" w:rsidRPr="007901AB" w:rsidRDefault="00C25CD7" w:rsidP="00FB13EF">
            <w:pPr>
              <w:pStyle w:val="ConfigWindow"/>
              <w:spacing w:line="276" w:lineRule="auto"/>
              <w:rPr>
                <w:color w:val="F2F2F2" w:themeColor="background1" w:themeShade="F2"/>
              </w:rPr>
            </w:pPr>
            <w:r>
              <w:rPr>
                <w:color w:val="F2F2F2" w:themeColor="background1" w:themeShade="F2"/>
              </w:rPr>
              <w:t>S1</w:t>
            </w:r>
          </w:p>
        </w:tc>
        <w:tc>
          <w:tcPr>
            <w:tcW w:w="3445" w:type="dxa"/>
            <w:shd w:val="clear" w:color="auto" w:fill="F2F2F2" w:themeFill="background1" w:themeFillShade="F2"/>
          </w:tcPr>
          <w:p w14:paraId="32EFA1D9" w14:textId="57635226" w:rsidR="00C25CD7" w:rsidRDefault="00C25CD7" w:rsidP="00FB13EF">
            <w:pPr>
              <w:pStyle w:val="TableText"/>
              <w:spacing w:line="276" w:lineRule="auto"/>
            </w:pPr>
            <w:r>
              <w:t>PC-A (10.4.0.50)</w:t>
            </w:r>
          </w:p>
        </w:tc>
        <w:tc>
          <w:tcPr>
            <w:tcW w:w="3453" w:type="dxa"/>
            <w:shd w:val="clear" w:color="auto" w:fill="F2F2F2" w:themeFill="background1" w:themeFillShade="F2"/>
          </w:tcPr>
          <w:p w14:paraId="2E20DEBF" w14:textId="466445AF" w:rsidR="00C25CD7" w:rsidRPr="00C25CD7" w:rsidRDefault="00C25CD7" w:rsidP="00FB13EF">
            <w:pPr>
              <w:pStyle w:val="TableText"/>
              <w:spacing w:line="276" w:lineRule="auto"/>
              <w:rPr>
                <w:rStyle w:val="AnswerGray"/>
              </w:rPr>
            </w:pPr>
          </w:p>
        </w:tc>
      </w:tr>
      <w:tr w:rsidR="00C25CD7" w14:paraId="11FD9A07" w14:textId="77777777" w:rsidTr="006F4F7C">
        <w:tc>
          <w:tcPr>
            <w:tcW w:w="3176" w:type="dxa"/>
            <w:tcBorders>
              <w:top w:val="nil"/>
              <w:bottom w:val="single" w:sz="2" w:space="0" w:color="auto"/>
            </w:tcBorders>
            <w:shd w:val="clear" w:color="auto" w:fill="F2F2F2" w:themeFill="background1" w:themeFillShade="F2"/>
          </w:tcPr>
          <w:p w14:paraId="5C7FF365" w14:textId="7C5AEA87" w:rsidR="00C25CD7" w:rsidRPr="007901AB" w:rsidRDefault="00C25CD7" w:rsidP="00FB13EF">
            <w:pPr>
              <w:pStyle w:val="ConfigWindow"/>
              <w:spacing w:line="276" w:lineRule="auto"/>
              <w:rPr>
                <w:color w:val="F2F2F2" w:themeColor="background1" w:themeShade="F2"/>
              </w:rPr>
            </w:pPr>
            <w:r>
              <w:rPr>
                <w:color w:val="F2F2F2" w:themeColor="background1" w:themeShade="F2"/>
              </w:rPr>
              <w:t>S1</w:t>
            </w:r>
          </w:p>
        </w:tc>
        <w:tc>
          <w:tcPr>
            <w:tcW w:w="3445" w:type="dxa"/>
            <w:shd w:val="clear" w:color="auto" w:fill="F2F2F2" w:themeFill="background1" w:themeFillShade="F2"/>
          </w:tcPr>
          <w:p w14:paraId="33A9530B" w14:textId="1612E494" w:rsidR="00C25CD7" w:rsidRDefault="00C25CD7" w:rsidP="00FB13EF">
            <w:pPr>
              <w:pStyle w:val="TableText"/>
              <w:spacing w:line="276" w:lineRule="auto"/>
            </w:pPr>
            <w:r>
              <w:t>PC-B (10.13.0.50)</w:t>
            </w:r>
          </w:p>
        </w:tc>
        <w:tc>
          <w:tcPr>
            <w:tcW w:w="3453" w:type="dxa"/>
            <w:shd w:val="clear" w:color="auto" w:fill="F2F2F2" w:themeFill="background1" w:themeFillShade="F2"/>
          </w:tcPr>
          <w:p w14:paraId="01E38F50" w14:textId="0FD23606" w:rsidR="00C25CD7" w:rsidRPr="00C25CD7" w:rsidRDefault="00C25CD7" w:rsidP="00FB13EF">
            <w:pPr>
              <w:pStyle w:val="TableText"/>
              <w:spacing w:line="276" w:lineRule="auto"/>
              <w:rPr>
                <w:rStyle w:val="AnswerGray"/>
              </w:rPr>
            </w:pPr>
          </w:p>
        </w:tc>
      </w:tr>
      <w:tr w:rsidR="00C25CD7" w14:paraId="645E2C21" w14:textId="77777777" w:rsidTr="006F4F7C">
        <w:tc>
          <w:tcPr>
            <w:tcW w:w="3176" w:type="dxa"/>
            <w:tcBorders>
              <w:bottom w:val="nil"/>
            </w:tcBorders>
          </w:tcPr>
          <w:p w14:paraId="18EDC396" w14:textId="020EB2F2" w:rsidR="00C25CD7" w:rsidRDefault="00C25CD7" w:rsidP="00FB13EF">
            <w:pPr>
              <w:pStyle w:val="TableText"/>
              <w:spacing w:line="276" w:lineRule="auto"/>
            </w:pPr>
            <w:r>
              <w:t>S2</w:t>
            </w:r>
          </w:p>
        </w:tc>
        <w:tc>
          <w:tcPr>
            <w:tcW w:w="3445" w:type="dxa"/>
          </w:tcPr>
          <w:p w14:paraId="7475124D" w14:textId="1AA3EC69" w:rsidR="00C25CD7" w:rsidRDefault="00C25CD7" w:rsidP="00FB13EF">
            <w:pPr>
              <w:pStyle w:val="TableText"/>
              <w:spacing w:line="276" w:lineRule="auto"/>
            </w:pPr>
            <w:r>
              <w:t>PC-A (10.4.0.50)</w:t>
            </w:r>
          </w:p>
        </w:tc>
        <w:tc>
          <w:tcPr>
            <w:tcW w:w="3453" w:type="dxa"/>
          </w:tcPr>
          <w:p w14:paraId="4A4C18BF" w14:textId="0E6F49CB" w:rsidR="00C25CD7" w:rsidRPr="00C25CD7" w:rsidRDefault="00C25CD7" w:rsidP="00FB13EF">
            <w:pPr>
              <w:pStyle w:val="TableText"/>
              <w:spacing w:line="276" w:lineRule="auto"/>
              <w:rPr>
                <w:rStyle w:val="AnswerGray"/>
              </w:rPr>
            </w:pPr>
          </w:p>
        </w:tc>
      </w:tr>
      <w:tr w:rsidR="00C25CD7" w14:paraId="15B2D0C2" w14:textId="77777777" w:rsidTr="006F4F7C">
        <w:tc>
          <w:tcPr>
            <w:tcW w:w="3176" w:type="dxa"/>
            <w:tcBorders>
              <w:top w:val="nil"/>
            </w:tcBorders>
          </w:tcPr>
          <w:p w14:paraId="47250529" w14:textId="08044E2B" w:rsidR="00C25CD7" w:rsidRDefault="00C25CD7" w:rsidP="00FB13EF">
            <w:pPr>
              <w:pStyle w:val="ConfigWindow"/>
              <w:spacing w:line="276" w:lineRule="auto"/>
            </w:pPr>
            <w:r>
              <w:t>S2</w:t>
            </w:r>
          </w:p>
        </w:tc>
        <w:tc>
          <w:tcPr>
            <w:tcW w:w="3445" w:type="dxa"/>
          </w:tcPr>
          <w:p w14:paraId="7243C6BD" w14:textId="66779EC5" w:rsidR="00C25CD7" w:rsidRDefault="00C25CD7" w:rsidP="00FB13EF">
            <w:pPr>
              <w:pStyle w:val="TableText"/>
              <w:spacing w:line="276" w:lineRule="auto"/>
            </w:pPr>
            <w:r>
              <w:t>PC-B (10.13.0.50)</w:t>
            </w:r>
          </w:p>
        </w:tc>
        <w:tc>
          <w:tcPr>
            <w:tcW w:w="3453" w:type="dxa"/>
          </w:tcPr>
          <w:p w14:paraId="2D2C407D" w14:textId="5E6E9A68" w:rsidR="00C25CD7" w:rsidRPr="00C25CD7" w:rsidRDefault="00C25CD7" w:rsidP="00FB13EF">
            <w:pPr>
              <w:pStyle w:val="TableText"/>
              <w:spacing w:line="276" w:lineRule="auto"/>
              <w:rPr>
                <w:rStyle w:val="AnswerGray"/>
              </w:rPr>
            </w:pPr>
          </w:p>
        </w:tc>
      </w:tr>
    </w:tbl>
    <w:p w14:paraId="3288A74F" w14:textId="77777777" w:rsidR="00D76380" w:rsidRDefault="00D76380" w:rsidP="00FB13EF">
      <w:pPr>
        <w:pStyle w:val="Heading2"/>
        <w:spacing w:line="276" w:lineRule="auto"/>
      </w:pPr>
      <w:r>
        <w:t>Recueillir des informations, créer un plan d'action et mettre en œuvre des corrections.</w:t>
      </w:r>
    </w:p>
    <w:p w14:paraId="3F874AAE" w14:textId="77777777" w:rsidR="00D76380" w:rsidRDefault="00D76380" w:rsidP="00FB13EF">
      <w:pPr>
        <w:pStyle w:val="SubStepAlpha"/>
        <w:spacing w:line="276" w:lineRule="auto"/>
      </w:pPr>
      <w:r>
        <w:t>Pour chaque critère qui n'est pas satisfait, recueillir des informations en examinant les tables de configuration et de routage en cours d'exécution et élaborer une hypothèse sur ce qui est à l'origine du dysfonctionnement.</w:t>
      </w:r>
    </w:p>
    <w:p w14:paraId="4448CBE7" w14:textId="253ECCE9" w:rsidR="00D76380" w:rsidRDefault="00D76380" w:rsidP="00FB13EF">
      <w:pPr>
        <w:pStyle w:val="SubStepAlpha"/>
        <w:spacing w:line="276" w:lineRule="auto"/>
      </w:pPr>
      <w:r>
        <w:t>Créez un plan d'action qui, selon vous, permettra de résoudre le problème. Développez une liste de toutes les commandes que vous avez l'intention d'émettre pour résoudre le problème, ainsi qu'une liste de toutes les commandes dont vous avez besoin pour rétablir la configuration, si votre plan d'action ne parvient pas à corriger le problème.</w:t>
      </w:r>
    </w:p>
    <w:p w14:paraId="7547C5BB" w14:textId="762E408E" w:rsidR="00D05EC8" w:rsidRDefault="00D05EC8" w:rsidP="00FB13EF">
      <w:pPr>
        <w:pStyle w:val="BodyTextL50"/>
        <w:spacing w:line="276" w:lineRule="auto"/>
      </w:pPr>
      <w:r>
        <w:rPr>
          <w:b/>
        </w:rPr>
        <w:t>Conseil</w:t>
      </w:r>
      <w:r>
        <w:t xml:space="preserve">: Si vous devez réinitialiser un switchport à la configuration par défaut, utilisez la commande </w:t>
      </w:r>
      <w:r>
        <w:rPr>
          <w:b/>
        </w:rPr>
        <w:t>default interface</w:t>
      </w:r>
      <w:r>
        <w:rPr>
          <w:i/>
        </w:rPr>
        <w:t xml:space="preserve"> interface name</w:t>
      </w:r>
      <w:r w:rsidRPr="00D05EC8">
        <w:t>.</w:t>
      </w:r>
    </w:p>
    <w:p w14:paraId="64E36481" w14:textId="49A6A44A" w:rsidR="00D05EC8" w:rsidRDefault="00D05EC8" w:rsidP="00FB13EF">
      <w:pPr>
        <w:pStyle w:val="BodyTextL50"/>
        <w:spacing w:line="276" w:lineRule="auto"/>
      </w:pPr>
      <w:r>
        <w:t>Comme exemple pour F0/10:</w:t>
      </w:r>
    </w:p>
    <w:p w14:paraId="0D80E1D0" w14:textId="088880B7" w:rsidR="00D05EC8" w:rsidRDefault="00D05EC8" w:rsidP="00FB13EF">
      <w:pPr>
        <w:pStyle w:val="CMD"/>
        <w:spacing w:line="276" w:lineRule="auto"/>
      </w:pPr>
      <w:r>
        <w:t xml:space="preserve">S1 (config) # </w:t>
      </w:r>
      <w:r w:rsidRPr="00D05EC8">
        <w:rPr>
          <w:b/>
        </w:rPr>
        <w:t>default interface f0/10</w:t>
      </w:r>
    </w:p>
    <w:p w14:paraId="37C33CD4" w14:textId="77777777" w:rsidR="00D76380" w:rsidRDefault="00D76380" w:rsidP="00FB13EF">
      <w:pPr>
        <w:pStyle w:val="SubStepAlpha"/>
        <w:spacing w:line="276" w:lineRule="auto"/>
      </w:pPr>
      <w:r>
        <w:t>Exécutez vos plans d'action un à la fois pour chaque critère qui échoue et enregistrez les actions de correction.</w:t>
      </w:r>
    </w:p>
    <w:p w14:paraId="2B9F22BA" w14:textId="5F7062F3" w:rsidR="006D2B26" w:rsidRPr="004F2F1E" w:rsidRDefault="00D76380" w:rsidP="004F2F1E">
      <w:pPr>
        <w:pStyle w:val="AnswerLineL50"/>
        <w:spacing w:line="276" w:lineRule="auto"/>
        <w:rPr>
          <w:rStyle w:val="DevConfigGray"/>
          <w:rFonts w:ascii="Arial" w:hAnsi="Arial"/>
          <w:color w:val="FFFFFF" w:themeColor="background1"/>
          <w:shd w:val="clear" w:color="auto" w:fill="auto"/>
        </w:rPr>
      </w:pPr>
      <w:r>
        <w:t>Saisissez vos réponses ici</w:t>
      </w:r>
    </w:p>
    <w:sectPr w:rsidR="006D2B26" w:rsidRPr="004F2F1E"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FBEFC9" w14:textId="77777777" w:rsidR="00693B5B" w:rsidRDefault="00693B5B" w:rsidP="00710659">
      <w:pPr>
        <w:spacing w:after="0" w:line="240" w:lineRule="auto"/>
      </w:pPr>
      <w:r>
        <w:separator/>
      </w:r>
    </w:p>
    <w:p w14:paraId="642AAD36" w14:textId="77777777" w:rsidR="00693B5B" w:rsidRDefault="00693B5B"/>
  </w:endnote>
  <w:endnote w:type="continuationSeparator" w:id="0">
    <w:p w14:paraId="4A94DB54" w14:textId="77777777" w:rsidR="00693B5B" w:rsidRDefault="00693B5B" w:rsidP="00710659">
      <w:pPr>
        <w:spacing w:after="0" w:line="240" w:lineRule="auto"/>
      </w:pPr>
      <w:r>
        <w:continuationSeparator/>
      </w:r>
    </w:p>
    <w:p w14:paraId="4BAEF3F7" w14:textId="77777777" w:rsidR="00693B5B" w:rsidRDefault="00693B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FB58F" w14:textId="1152FB40" w:rsidR="003626E4" w:rsidRPr="00882B63" w:rsidRDefault="003626E4"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A8574B">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8574B">
      <w:rPr>
        <w:b/>
        <w:noProof/>
        <w:szCs w:val="16"/>
      </w:rPr>
      <w:t>3</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A8574B">
      <w:rPr>
        <w:b/>
        <w:noProof/>
        <w:szCs w:val="16"/>
      </w:rPr>
      <w:t>3</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F6F61" w14:textId="7172D7F2" w:rsidR="003626E4" w:rsidRPr="00882B63" w:rsidRDefault="003626E4"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A8574B">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8574B">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A8574B">
      <w:rPr>
        <w:b/>
        <w:noProof/>
        <w:szCs w:val="16"/>
      </w:rPr>
      <w:t>3</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110212" w14:textId="77777777" w:rsidR="00693B5B" w:rsidRDefault="00693B5B" w:rsidP="00710659">
      <w:pPr>
        <w:spacing w:after="0" w:line="240" w:lineRule="auto"/>
      </w:pPr>
      <w:r>
        <w:separator/>
      </w:r>
    </w:p>
    <w:p w14:paraId="668950DE" w14:textId="77777777" w:rsidR="00693B5B" w:rsidRDefault="00693B5B"/>
  </w:footnote>
  <w:footnote w:type="continuationSeparator" w:id="0">
    <w:p w14:paraId="667354BA" w14:textId="77777777" w:rsidR="00693B5B" w:rsidRDefault="00693B5B" w:rsidP="00710659">
      <w:pPr>
        <w:spacing w:after="0" w:line="240" w:lineRule="auto"/>
      </w:pPr>
      <w:r>
        <w:continuationSeparator/>
      </w:r>
    </w:p>
    <w:p w14:paraId="71863FE1" w14:textId="77777777" w:rsidR="00693B5B" w:rsidRDefault="00693B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06FB9D192E54402AB6212756934A763F"/>
      </w:placeholder>
      <w:dataBinding w:prefixMappings="xmlns:ns0='http://purl.org/dc/elements/1.1/' xmlns:ns1='http://schemas.openxmlformats.org/package/2006/metadata/core-properties' " w:xpath="/ns1:coreProperties[1]/ns0:title[1]" w:storeItemID="{6C3C8BC8-F283-45AE-878A-BAB7291924A1}"/>
      <w:text/>
    </w:sdtPr>
    <w:sdtEndPr/>
    <w:sdtContent>
      <w:p w14:paraId="209C245F" w14:textId="77777777" w:rsidR="003626E4" w:rsidRDefault="003626E4" w:rsidP="008402F2">
        <w:pPr>
          <w:pStyle w:val="PageHead"/>
        </w:pPr>
        <w:r>
          <w:t>Travaux pratiques - Dépannage du routage inter-VLAN</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2C2E1" w14:textId="77777777" w:rsidR="003626E4" w:rsidRDefault="003626E4" w:rsidP="006C3FCF">
    <w:pPr>
      <w:ind w:left="-288"/>
    </w:pPr>
    <w:r>
      <w:rPr>
        <w:noProof/>
        <w:lang w:val="en-US"/>
      </w:rPr>
      <w:drawing>
        <wp:inline distT="0" distB="0" distL="0" distR="0" wp14:anchorId="43B31930" wp14:editId="48DA204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00AADDF2"/>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E08CE388"/>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7"/>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38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4694"/>
    <w:rsid w:val="00060696"/>
    <w:rsid w:val="00062D89"/>
    <w:rsid w:val="00067A67"/>
    <w:rsid w:val="00070C16"/>
    <w:rsid w:val="00075EA9"/>
    <w:rsid w:val="000769CF"/>
    <w:rsid w:val="00076E3E"/>
    <w:rsid w:val="00080AD8"/>
    <w:rsid w:val="000815D8"/>
    <w:rsid w:val="00082EE6"/>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1A"/>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1350"/>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E67"/>
    <w:rsid w:val="00192F12"/>
    <w:rsid w:val="00193F14"/>
    <w:rsid w:val="00196CBC"/>
    <w:rsid w:val="00196F0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14A4"/>
    <w:rsid w:val="002639D8"/>
    <w:rsid w:val="00265F77"/>
    <w:rsid w:val="00266C83"/>
    <w:rsid w:val="00270FCC"/>
    <w:rsid w:val="002768DC"/>
    <w:rsid w:val="002909B8"/>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5896"/>
    <w:rsid w:val="00345BA3"/>
    <w:rsid w:val="0034604B"/>
    <w:rsid w:val="00346D17"/>
    <w:rsid w:val="00347972"/>
    <w:rsid w:val="0035469B"/>
    <w:rsid w:val="003559CC"/>
    <w:rsid w:val="00355D4B"/>
    <w:rsid w:val="003569D7"/>
    <w:rsid w:val="003608AC"/>
    <w:rsid w:val="003626E4"/>
    <w:rsid w:val="00363A23"/>
    <w:rsid w:val="0036440C"/>
    <w:rsid w:val="0036465A"/>
    <w:rsid w:val="00390C38"/>
    <w:rsid w:val="00392748"/>
    <w:rsid w:val="00392C65"/>
    <w:rsid w:val="00392ED5"/>
    <w:rsid w:val="003A19DC"/>
    <w:rsid w:val="003A1B45"/>
    <w:rsid w:val="003A220C"/>
    <w:rsid w:val="003B256A"/>
    <w:rsid w:val="003B46FC"/>
    <w:rsid w:val="003B5767"/>
    <w:rsid w:val="003B730F"/>
    <w:rsid w:val="003B7605"/>
    <w:rsid w:val="003C08AA"/>
    <w:rsid w:val="003C236F"/>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07B74"/>
    <w:rsid w:val="0041293B"/>
    <w:rsid w:val="004131B0"/>
    <w:rsid w:val="00416C42"/>
    <w:rsid w:val="0042064F"/>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2F1E"/>
    <w:rsid w:val="004F344A"/>
    <w:rsid w:val="004F4EC3"/>
    <w:rsid w:val="00504ED4"/>
    <w:rsid w:val="00510639"/>
    <w:rsid w:val="00511791"/>
    <w:rsid w:val="005139BE"/>
    <w:rsid w:val="00516142"/>
    <w:rsid w:val="0051681C"/>
    <w:rsid w:val="00520027"/>
    <w:rsid w:val="0052093C"/>
    <w:rsid w:val="00521B31"/>
    <w:rsid w:val="00522469"/>
    <w:rsid w:val="00523AD7"/>
    <w:rsid w:val="0052400A"/>
    <w:rsid w:val="00536277"/>
    <w:rsid w:val="00536F43"/>
    <w:rsid w:val="00542616"/>
    <w:rsid w:val="005468C1"/>
    <w:rsid w:val="005510BA"/>
    <w:rsid w:val="005538C8"/>
    <w:rsid w:val="00554B4E"/>
    <w:rsid w:val="00556C02"/>
    <w:rsid w:val="00561BB2"/>
    <w:rsid w:val="00563249"/>
    <w:rsid w:val="00570A65"/>
    <w:rsid w:val="00573C92"/>
    <w:rsid w:val="005762B1"/>
    <w:rsid w:val="00580456"/>
    <w:rsid w:val="00580E73"/>
    <w:rsid w:val="00592329"/>
    <w:rsid w:val="00593386"/>
    <w:rsid w:val="00596998"/>
    <w:rsid w:val="0059790F"/>
    <w:rsid w:val="005A6E62"/>
    <w:rsid w:val="005B2FB3"/>
    <w:rsid w:val="005B5205"/>
    <w:rsid w:val="005C1123"/>
    <w:rsid w:val="005C6DE5"/>
    <w:rsid w:val="005D2B29"/>
    <w:rsid w:val="005D354A"/>
    <w:rsid w:val="005D3E53"/>
    <w:rsid w:val="005D506C"/>
    <w:rsid w:val="005E3235"/>
    <w:rsid w:val="005E4176"/>
    <w:rsid w:val="005E4876"/>
    <w:rsid w:val="005E65B5"/>
    <w:rsid w:val="005F0301"/>
    <w:rsid w:val="005F043E"/>
    <w:rsid w:val="005F3AE9"/>
    <w:rsid w:val="005F3EBE"/>
    <w:rsid w:val="006007BB"/>
    <w:rsid w:val="00601DC0"/>
    <w:rsid w:val="006034CB"/>
    <w:rsid w:val="00603503"/>
    <w:rsid w:val="00603C52"/>
    <w:rsid w:val="006131CE"/>
    <w:rsid w:val="0061336B"/>
    <w:rsid w:val="00617D6E"/>
    <w:rsid w:val="00620ED5"/>
    <w:rsid w:val="00622D61"/>
    <w:rsid w:val="00624198"/>
    <w:rsid w:val="0063307B"/>
    <w:rsid w:val="00636970"/>
    <w:rsid w:val="00636C28"/>
    <w:rsid w:val="006428E5"/>
    <w:rsid w:val="00644958"/>
    <w:rsid w:val="006513FB"/>
    <w:rsid w:val="006550BE"/>
    <w:rsid w:val="00656EEF"/>
    <w:rsid w:val="006576AF"/>
    <w:rsid w:val="0066631F"/>
    <w:rsid w:val="00672919"/>
    <w:rsid w:val="00677544"/>
    <w:rsid w:val="00681687"/>
    <w:rsid w:val="00686295"/>
    <w:rsid w:val="00686587"/>
    <w:rsid w:val="006904CF"/>
    <w:rsid w:val="00690BE4"/>
    <w:rsid w:val="00693B5B"/>
    <w:rsid w:val="00695EE2"/>
    <w:rsid w:val="0069660B"/>
    <w:rsid w:val="006A1B33"/>
    <w:rsid w:val="006A48F1"/>
    <w:rsid w:val="006A5BC8"/>
    <w:rsid w:val="006A71A3"/>
    <w:rsid w:val="006B03F2"/>
    <w:rsid w:val="006B14C1"/>
    <w:rsid w:val="006B1639"/>
    <w:rsid w:val="006B2200"/>
    <w:rsid w:val="006B3044"/>
    <w:rsid w:val="006B5CA7"/>
    <w:rsid w:val="006B5E89"/>
    <w:rsid w:val="006C19B2"/>
    <w:rsid w:val="006C30A0"/>
    <w:rsid w:val="006C35FF"/>
    <w:rsid w:val="006C3FCF"/>
    <w:rsid w:val="006C57F2"/>
    <w:rsid w:val="006C5949"/>
    <w:rsid w:val="006C672E"/>
    <w:rsid w:val="006C6832"/>
    <w:rsid w:val="006D1370"/>
    <w:rsid w:val="006D2B26"/>
    <w:rsid w:val="006D2C28"/>
    <w:rsid w:val="006D3FC1"/>
    <w:rsid w:val="006D7590"/>
    <w:rsid w:val="006E372B"/>
    <w:rsid w:val="006E5FE9"/>
    <w:rsid w:val="006E6581"/>
    <w:rsid w:val="006E71DF"/>
    <w:rsid w:val="006F1616"/>
    <w:rsid w:val="006F1CC4"/>
    <w:rsid w:val="006F2A86"/>
    <w:rsid w:val="006F3163"/>
    <w:rsid w:val="006F4F7C"/>
    <w:rsid w:val="00705FEC"/>
    <w:rsid w:val="00710659"/>
    <w:rsid w:val="0071147A"/>
    <w:rsid w:val="0071185D"/>
    <w:rsid w:val="00721E01"/>
    <w:rsid w:val="007222AD"/>
    <w:rsid w:val="007267CF"/>
    <w:rsid w:val="00731F3F"/>
    <w:rsid w:val="00733BAB"/>
    <w:rsid w:val="0073566A"/>
    <w:rsid w:val="0073604C"/>
    <w:rsid w:val="007429C5"/>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04F9"/>
    <w:rsid w:val="0077125A"/>
    <w:rsid w:val="0078405B"/>
    <w:rsid w:val="00786F58"/>
    <w:rsid w:val="00787CC1"/>
    <w:rsid w:val="007901AB"/>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3F02"/>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C6737"/>
    <w:rsid w:val="008D23DF"/>
    <w:rsid w:val="008D73BF"/>
    <w:rsid w:val="008D7F09"/>
    <w:rsid w:val="008E00D5"/>
    <w:rsid w:val="008E5B64"/>
    <w:rsid w:val="008E7DAA"/>
    <w:rsid w:val="008F0094"/>
    <w:rsid w:val="008F03EF"/>
    <w:rsid w:val="008F340F"/>
    <w:rsid w:val="0090099C"/>
    <w:rsid w:val="00903523"/>
    <w:rsid w:val="00906281"/>
    <w:rsid w:val="0090659A"/>
    <w:rsid w:val="00911080"/>
    <w:rsid w:val="00912500"/>
    <w:rsid w:val="0091350B"/>
    <w:rsid w:val="00915986"/>
    <w:rsid w:val="00917624"/>
    <w:rsid w:val="00924F7B"/>
    <w:rsid w:val="00926CB2"/>
    <w:rsid w:val="00930386"/>
    <w:rsid w:val="009309F5"/>
    <w:rsid w:val="00933237"/>
    <w:rsid w:val="00933F28"/>
    <w:rsid w:val="009400C3"/>
    <w:rsid w:val="00942299"/>
    <w:rsid w:val="009453F7"/>
    <w:rsid w:val="009476C0"/>
    <w:rsid w:val="00963E34"/>
    <w:rsid w:val="00964DFA"/>
    <w:rsid w:val="00970A69"/>
    <w:rsid w:val="00974E68"/>
    <w:rsid w:val="00975252"/>
    <w:rsid w:val="00980036"/>
    <w:rsid w:val="0098155C"/>
    <w:rsid w:val="00981CCA"/>
    <w:rsid w:val="00983B77"/>
    <w:rsid w:val="00996053"/>
    <w:rsid w:val="00997E71"/>
    <w:rsid w:val="009A0B2F"/>
    <w:rsid w:val="009A1CF4"/>
    <w:rsid w:val="009A21B1"/>
    <w:rsid w:val="009A3259"/>
    <w:rsid w:val="009A37D7"/>
    <w:rsid w:val="009A4E17"/>
    <w:rsid w:val="009A6955"/>
    <w:rsid w:val="009B0697"/>
    <w:rsid w:val="009B341C"/>
    <w:rsid w:val="009B5747"/>
    <w:rsid w:val="009C0B81"/>
    <w:rsid w:val="009C1CBB"/>
    <w:rsid w:val="009C3182"/>
    <w:rsid w:val="009D0326"/>
    <w:rsid w:val="009D2C27"/>
    <w:rsid w:val="009D503E"/>
    <w:rsid w:val="009E2309"/>
    <w:rsid w:val="009E42B9"/>
    <w:rsid w:val="009E4B55"/>
    <w:rsid w:val="009E4E17"/>
    <w:rsid w:val="009E54B9"/>
    <w:rsid w:val="009F4C2E"/>
    <w:rsid w:val="009F5471"/>
    <w:rsid w:val="00A014A3"/>
    <w:rsid w:val="00A027CC"/>
    <w:rsid w:val="00A0412D"/>
    <w:rsid w:val="00A11D27"/>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574B"/>
    <w:rsid w:val="00A8736E"/>
    <w:rsid w:val="00A953DE"/>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0A80"/>
    <w:rsid w:val="00AD4578"/>
    <w:rsid w:val="00AD68E9"/>
    <w:rsid w:val="00AD761F"/>
    <w:rsid w:val="00AE56C0"/>
    <w:rsid w:val="00AE678F"/>
    <w:rsid w:val="00AF0848"/>
    <w:rsid w:val="00AF7ACC"/>
    <w:rsid w:val="00B00914"/>
    <w:rsid w:val="00B01E76"/>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83"/>
    <w:rsid w:val="00BB4D9B"/>
    <w:rsid w:val="00BB73FF"/>
    <w:rsid w:val="00BB7688"/>
    <w:rsid w:val="00BB78E5"/>
    <w:rsid w:val="00BC7423"/>
    <w:rsid w:val="00BC7CAC"/>
    <w:rsid w:val="00BD6D76"/>
    <w:rsid w:val="00BE3A73"/>
    <w:rsid w:val="00BE56B3"/>
    <w:rsid w:val="00BE676D"/>
    <w:rsid w:val="00BE7F71"/>
    <w:rsid w:val="00BF01BB"/>
    <w:rsid w:val="00BF04E8"/>
    <w:rsid w:val="00BF16BF"/>
    <w:rsid w:val="00BF4D1F"/>
    <w:rsid w:val="00BF76BE"/>
    <w:rsid w:val="00C02A73"/>
    <w:rsid w:val="00C063D2"/>
    <w:rsid w:val="00C07FD9"/>
    <w:rsid w:val="00C10955"/>
    <w:rsid w:val="00C11C4D"/>
    <w:rsid w:val="00C162C0"/>
    <w:rsid w:val="00C1712C"/>
    <w:rsid w:val="00C20634"/>
    <w:rsid w:val="00C20D0C"/>
    <w:rsid w:val="00C212E0"/>
    <w:rsid w:val="00C23E16"/>
    <w:rsid w:val="00C25CD7"/>
    <w:rsid w:val="00C27E37"/>
    <w:rsid w:val="00C32713"/>
    <w:rsid w:val="00C351B8"/>
    <w:rsid w:val="00C410D9"/>
    <w:rsid w:val="00C44DB7"/>
    <w:rsid w:val="00C4510A"/>
    <w:rsid w:val="00C47F2E"/>
    <w:rsid w:val="00C52BA6"/>
    <w:rsid w:val="00C54BDD"/>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4A"/>
    <w:rsid w:val="00C878D9"/>
    <w:rsid w:val="00C90311"/>
    <w:rsid w:val="00C91C26"/>
    <w:rsid w:val="00CA2BB2"/>
    <w:rsid w:val="00CA73D5"/>
    <w:rsid w:val="00CB2FC9"/>
    <w:rsid w:val="00CB5068"/>
    <w:rsid w:val="00CB576F"/>
    <w:rsid w:val="00CB7B10"/>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32EC"/>
    <w:rsid w:val="00CF440A"/>
    <w:rsid w:val="00CF5D31"/>
    <w:rsid w:val="00CF5F3B"/>
    <w:rsid w:val="00CF7733"/>
    <w:rsid w:val="00CF791A"/>
    <w:rsid w:val="00D00513"/>
    <w:rsid w:val="00D00D7D"/>
    <w:rsid w:val="00D030AE"/>
    <w:rsid w:val="00D05EC8"/>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6380"/>
    <w:rsid w:val="00D778DF"/>
    <w:rsid w:val="00D84BDA"/>
    <w:rsid w:val="00D84CF4"/>
    <w:rsid w:val="00D86C67"/>
    <w:rsid w:val="00D86D9E"/>
    <w:rsid w:val="00D87013"/>
    <w:rsid w:val="00D876A8"/>
    <w:rsid w:val="00D87F26"/>
    <w:rsid w:val="00D913F0"/>
    <w:rsid w:val="00D9154B"/>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5FC6"/>
    <w:rsid w:val="00E009DA"/>
    <w:rsid w:val="00E00FB1"/>
    <w:rsid w:val="00E037D9"/>
    <w:rsid w:val="00E04927"/>
    <w:rsid w:val="00E055AC"/>
    <w:rsid w:val="00E11A48"/>
    <w:rsid w:val="00E130EB"/>
    <w:rsid w:val="00E14635"/>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0A3"/>
    <w:rsid w:val="00E82BD7"/>
    <w:rsid w:val="00E859E3"/>
    <w:rsid w:val="00E87D18"/>
    <w:rsid w:val="00E87D62"/>
    <w:rsid w:val="00E90F84"/>
    <w:rsid w:val="00E97333"/>
    <w:rsid w:val="00EA486E"/>
    <w:rsid w:val="00EA4FA3"/>
    <w:rsid w:val="00EB001B"/>
    <w:rsid w:val="00EB3082"/>
    <w:rsid w:val="00EB6C33"/>
    <w:rsid w:val="00EC1DEA"/>
    <w:rsid w:val="00EC6F62"/>
    <w:rsid w:val="00ED1009"/>
    <w:rsid w:val="00ED2EA2"/>
    <w:rsid w:val="00ED6019"/>
    <w:rsid w:val="00ED7830"/>
    <w:rsid w:val="00EE2BFF"/>
    <w:rsid w:val="00EE3909"/>
    <w:rsid w:val="00EF4205"/>
    <w:rsid w:val="00EF5939"/>
    <w:rsid w:val="00F01714"/>
    <w:rsid w:val="00F0258F"/>
    <w:rsid w:val="00F02D06"/>
    <w:rsid w:val="00F056E5"/>
    <w:rsid w:val="00F06FDD"/>
    <w:rsid w:val="00F0785A"/>
    <w:rsid w:val="00F10819"/>
    <w:rsid w:val="00F11219"/>
    <w:rsid w:val="00F12EDE"/>
    <w:rsid w:val="00F16F35"/>
    <w:rsid w:val="00F17559"/>
    <w:rsid w:val="00F2229D"/>
    <w:rsid w:val="00F25ABB"/>
    <w:rsid w:val="00F266F0"/>
    <w:rsid w:val="00F26F62"/>
    <w:rsid w:val="00F27963"/>
    <w:rsid w:val="00F30103"/>
    <w:rsid w:val="00F30446"/>
    <w:rsid w:val="00F4135D"/>
    <w:rsid w:val="00F41F1B"/>
    <w:rsid w:val="00F46BD9"/>
    <w:rsid w:val="00F53AC8"/>
    <w:rsid w:val="00F60BE0"/>
    <w:rsid w:val="00F6280E"/>
    <w:rsid w:val="00F666EC"/>
    <w:rsid w:val="00F7050A"/>
    <w:rsid w:val="00F75533"/>
    <w:rsid w:val="00F8036D"/>
    <w:rsid w:val="00F809DC"/>
    <w:rsid w:val="00F86EB0"/>
    <w:rsid w:val="00FA154B"/>
    <w:rsid w:val="00FA1DE1"/>
    <w:rsid w:val="00FA3811"/>
    <w:rsid w:val="00FA3B9F"/>
    <w:rsid w:val="00FA3F06"/>
    <w:rsid w:val="00FA4A26"/>
    <w:rsid w:val="00FA7084"/>
    <w:rsid w:val="00FA7BEF"/>
    <w:rsid w:val="00FB1105"/>
    <w:rsid w:val="00FB13EF"/>
    <w:rsid w:val="00FB1929"/>
    <w:rsid w:val="00FB5FD9"/>
    <w:rsid w:val="00FB6713"/>
    <w:rsid w:val="00FB672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92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66631F"/>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6631F"/>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901A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B7B10"/>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D76380"/>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BodyText1">
    <w:name w:val="Body Text1"/>
    <w:basedOn w:val="Normal"/>
    <w:qFormat/>
    <w:rsid w:val="00D76380"/>
    <w:pPr>
      <w:spacing w:line="240" w:lineRule="auto"/>
    </w:pPr>
    <w:rPr>
      <w:sz w:val="20"/>
    </w:rPr>
  </w:style>
  <w:style w:type="numbering" w:customStyle="1" w:styleId="PartStepSubStepList">
    <w:name w:val="Part_Step_SubStep_List"/>
    <w:basedOn w:val="NoList"/>
    <w:uiPriority w:val="99"/>
    <w:rsid w:val="00D76380"/>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66631F"/>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6631F"/>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901A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B7B10"/>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D76380"/>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BodyText1">
    <w:name w:val="Body Text1"/>
    <w:basedOn w:val="Normal"/>
    <w:qFormat/>
    <w:rsid w:val="00D76380"/>
    <w:pPr>
      <w:spacing w:line="240" w:lineRule="auto"/>
    </w:pPr>
    <w:rPr>
      <w:sz w:val="20"/>
    </w:rPr>
  </w:style>
  <w:style w:type="numbering" w:customStyle="1" w:styleId="PartStepSubStepList">
    <w:name w:val="Part_Step_SubStep_List"/>
    <w:basedOn w:val="NoList"/>
    <w:uiPriority w:val="99"/>
    <w:rsid w:val="00D76380"/>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6FB9D192E54402AB6212756934A763F"/>
        <w:category>
          <w:name w:val="General"/>
          <w:gallery w:val="placeholder"/>
        </w:category>
        <w:types>
          <w:type w:val="bbPlcHdr"/>
        </w:types>
        <w:behaviors>
          <w:behavior w:val="content"/>
        </w:behaviors>
        <w:guid w:val="{482615AE-D4B5-46AE-B8BC-4C295B949800}"/>
      </w:docPartPr>
      <w:docPartBody>
        <w:p w:rsidR="002C7F4A" w:rsidRDefault="008B385F">
          <w:pPr>
            <w:pStyle w:val="06FB9D192E54402AB6212756934A763F"/>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85F"/>
    <w:rsid w:val="002C7F4A"/>
    <w:rsid w:val="008B385F"/>
    <w:rsid w:val="00AD25F9"/>
    <w:rsid w:val="00D246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6FB9D192E54402AB6212756934A763F">
    <w:name w:val="06FB9D192E54402AB6212756934A763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6FB9D192E54402AB6212756934A763F">
    <w:name w:val="06FB9D192E54402AB6212756934A76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C3B7AE-9B99-4F0C-AEDC-D942B52F8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TotalTime>
  <Pages>1</Pages>
  <Words>677</Words>
  <Characters>3863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Travaux pratiques - Dépannage du routage inter-VLAN</vt:lpstr>
    </vt:vector>
  </TitlesOfParts>
  <Company>Cisco Systems, Inc.</Company>
  <LinksUpToDate>false</LinksUpToDate>
  <CharactersWithSpaces>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Dépannage du routage inter-VLAN</dc:title>
  <dc:creator>SP</dc:creator>
  <dc:description>2013</dc:description>
  <cp:lastModifiedBy>Rasha Ismail</cp:lastModifiedBy>
  <cp:revision>6</cp:revision>
  <cp:lastPrinted>2020-08-06T17:16:00Z</cp:lastPrinted>
  <dcterms:created xsi:type="dcterms:W3CDTF">2020-08-06T17:13:00Z</dcterms:created>
  <dcterms:modified xsi:type="dcterms:W3CDTF">2020-08-06T17:16:00Z</dcterms:modified>
</cp:coreProperties>
</file>