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484C3" w14:textId="3B3BC035" w:rsidR="004D36D7" w:rsidRPr="00FD4A68" w:rsidRDefault="00DC15A5" w:rsidP="00730E5F">
      <w:pPr>
        <w:pStyle w:val="Title"/>
        <w:rPr>
          <w:rStyle w:val="LabTitleInstVersred"/>
          <w:b/>
          <w:color w:val="auto"/>
        </w:rPr>
      </w:pPr>
      <w:sdt>
        <w:sdtPr>
          <w:rPr>
            <w:b w:val="0"/>
            <w:color w:val="EE0000"/>
          </w:rPr>
          <w:alias w:val="Titre"/>
          <w:tag w:val=""/>
          <w:id w:val="-487021785"/>
          <w:placeholder>
            <w:docPart w:val="9589775487054FB1A3A6F5DD5F20D3C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C4EFF">
            <w:t>Travaux pratiques - Configurer les paramètres de base du routeur</w:t>
          </w:r>
        </w:sdtContent>
      </w:sdt>
      <w:r w:rsidR="001C4EFF">
        <w:rPr>
          <w:rStyle w:val="LabTitleInstVersred"/>
        </w:rPr>
        <w:t xml:space="preserve"> </w:t>
      </w:r>
    </w:p>
    <w:p w14:paraId="7C462249" w14:textId="77777777" w:rsidR="00730E5F" w:rsidRDefault="00730E5F" w:rsidP="00655412">
      <w:pPr>
        <w:pStyle w:val="Heading1"/>
      </w:pPr>
      <w:r>
        <w:t>Topologie</w:t>
      </w:r>
    </w:p>
    <w:p w14:paraId="11D1FE33" w14:textId="334880D4" w:rsidR="009454D0" w:rsidRDefault="009454D0" w:rsidP="00730E5F">
      <w:pPr>
        <w:pStyle w:val="Visual"/>
      </w:pPr>
      <w:r>
        <w:rPr>
          <w:noProof/>
        </w:rPr>
        <w:drawing>
          <wp:inline distT="0" distB="0" distL="0" distR="0" wp14:anchorId="78A92E2D" wp14:editId="1E313611">
            <wp:extent cx="5803900" cy="780415"/>
            <wp:effectExtent l="0" t="0" r="6350" b="635"/>
            <wp:docPr id="3" name="Picture 3" descr="The topology has two PCs, 1 switch and 1 router. PC-A is connected to S1 F0/6. Switch S1 F0/5 connected to router R1 g0/0/1.  Router R1 G0/0/0  is connected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780415"/>
                    </a:xfrm>
                    <a:prstGeom prst="rect">
                      <a:avLst/>
                    </a:prstGeom>
                    <a:noFill/>
                  </pic:spPr>
                </pic:pic>
              </a:graphicData>
            </a:graphic>
          </wp:inline>
        </w:drawing>
      </w:r>
    </w:p>
    <w:p w14:paraId="3854F093" w14:textId="77777777" w:rsidR="00730E5F" w:rsidRPr="00BB73FF" w:rsidRDefault="00730E5F" w:rsidP="00655412">
      <w:pPr>
        <w:pStyle w:val="Heading1"/>
      </w:pPr>
      <w:r>
        <w:t>Table d'adressage</w:t>
      </w:r>
    </w:p>
    <w:tbl>
      <w:tblPr>
        <w:tblW w:w="990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du préfixe et de la passerelle par défaut."/>
      </w:tblPr>
      <w:tblGrid>
        <w:gridCol w:w="2160"/>
        <w:gridCol w:w="2157"/>
        <w:gridCol w:w="3420"/>
        <w:gridCol w:w="2172"/>
      </w:tblGrid>
      <w:tr w:rsidR="00F56A17" w14:paraId="5FD93BE4" w14:textId="77777777" w:rsidTr="00F56A17">
        <w:trPr>
          <w:cantSplit/>
          <w:jc w:val="center"/>
        </w:trPr>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D9E1810" w14:textId="77777777" w:rsidR="00F56A17" w:rsidRPr="00E87D62" w:rsidRDefault="00F56A17" w:rsidP="00730E5F">
            <w:pPr>
              <w:pStyle w:val="TableHeading"/>
            </w:pPr>
            <w:r>
              <w:t>Appareil</w:t>
            </w:r>
          </w:p>
        </w:tc>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0DDD6E" w14:textId="77777777" w:rsidR="00F56A17" w:rsidRPr="00E87D62" w:rsidRDefault="00F56A17" w:rsidP="00730E5F">
            <w:pPr>
              <w:pStyle w:val="TableHeading"/>
            </w:pPr>
            <w:r>
              <w:t>Interface</w:t>
            </w:r>
          </w:p>
        </w:tc>
        <w:tc>
          <w:tcPr>
            <w:tcW w:w="3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F4809B" w14:textId="7777F6A6" w:rsidR="00F56A17" w:rsidRPr="00E87D62" w:rsidRDefault="00F56A17" w:rsidP="00730E5F">
            <w:pPr>
              <w:pStyle w:val="TableHeading"/>
            </w:pPr>
            <w:r>
              <w:t>Adresse IP / Préfixe</w:t>
            </w:r>
          </w:p>
        </w:tc>
        <w:tc>
          <w:tcPr>
            <w:tcW w:w="21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3CE2E4" w14:textId="77777777" w:rsidR="00F56A17" w:rsidRPr="00E87D62" w:rsidRDefault="00F56A17" w:rsidP="00730E5F">
            <w:pPr>
              <w:pStyle w:val="TableHeading"/>
            </w:pPr>
            <w:r>
              <w:t>Passerelle par défaut</w:t>
            </w:r>
          </w:p>
        </w:tc>
      </w:tr>
      <w:tr w:rsidR="00F56A17" w14:paraId="7807EF88" w14:textId="77777777" w:rsidTr="00F56A17">
        <w:trPr>
          <w:cantSplit/>
          <w:jc w:val="center"/>
        </w:trPr>
        <w:tc>
          <w:tcPr>
            <w:tcW w:w="2160" w:type="dxa"/>
            <w:tcBorders>
              <w:bottom w:val="nil"/>
            </w:tcBorders>
            <w:vAlign w:val="bottom"/>
          </w:tcPr>
          <w:p w14:paraId="2BDB7C5C" w14:textId="77777777" w:rsidR="00F56A17" w:rsidRPr="00E87D62" w:rsidRDefault="00F56A17" w:rsidP="00730E5F">
            <w:pPr>
              <w:pStyle w:val="TableText"/>
            </w:pPr>
            <w:r>
              <w:t>R1</w:t>
            </w:r>
          </w:p>
        </w:tc>
        <w:tc>
          <w:tcPr>
            <w:tcW w:w="2157" w:type="dxa"/>
            <w:tcBorders>
              <w:bottom w:val="nil"/>
            </w:tcBorders>
            <w:vAlign w:val="bottom"/>
          </w:tcPr>
          <w:p w14:paraId="1E3EA9CB" w14:textId="77777777" w:rsidR="00F56A17" w:rsidRPr="00E87D62" w:rsidRDefault="00F56A17" w:rsidP="00730E5F">
            <w:pPr>
              <w:pStyle w:val="TableText"/>
            </w:pPr>
            <w:r>
              <w:t>G0/0/0</w:t>
            </w:r>
          </w:p>
        </w:tc>
        <w:tc>
          <w:tcPr>
            <w:tcW w:w="3420" w:type="dxa"/>
            <w:vAlign w:val="bottom"/>
          </w:tcPr>
          <w:p w14:paraId="65049873" w14:textId="3624CBA8" w:rsidR="00F56A17" w:rsidRPr="00E87D62" w:rsidRDefault="00F56A17" w:rsidP="00730E5F">
            <w:pPr>
              <w:pStyle w:val="TableText"/>
            </w:pPr>
            <w:r>
              <w:t>192.168.0.1 /24</w:t>
            </w:r>
          </w:p>
        </w:tc>
        <w:tc>
          <w:tcPr>
            <w:tcW w:w="2172" w:type="dxa"/>
            <w:tcBorders>
              <w:bottom w:val="nil"/>
            </w:tcBorders>
            <w:vAlign w:val="bottom"/>
          </w:tcPr>
          <w:p w14:paraId="0DC9211C" w14:textId="77777777" w:rsidR="00F56A17" w:rsidRPr="00E87D62" w:rsidRDefault="00F56A17" w:rsidP="00730E5F">
            <w:pPr>
              <w:pStyle w:val="TableText"/>
            </w:pPr>
            <w:r>
              <w:t>S/O</w:t>
            </w:r>
          </w:p>
        </w:tc>
      </w:tr>
      <w:tr w:rsidR="00F56A17" w14:paraId="142FD3C4" w14:textId="77777777" w:rsidTr="00F56A17">
        <w:trPr>
          <w:cantSplit/>
          <w:jc w:val="center"/>
        </w:trPr>
        <w:tc>
          <w:tcPr>
            <w:tcW w:w="2160" w:type="dxa"/>
            <w:tcBorders>
              <w:top w:val="nil"/>
              <w:bottom w:val="nil"/>
            </w:tcBorders>
            <w:vAlign w:val="bottom"/>
          </w:tcPr>
          <w:p w14:paraId="637D35BB" w14:textId="4F656F65" w:rsidR="00F56A17" w:rsidRPr="00E87D62" w:rsidRDefault="00F56A17" w:rsidP="009454D0">
            <w:pPr>
              <w:pStyle w:val="ConfigWindow"/>
            </w:pPr>
            <w:r>
              <w:t>R1</w:t>
            </w:r>
          </w:p>
        </w:tc>
        <w:tc>
          <w:tcPr>
            <w:tcW w:w="2157" w:type="dxa"/>
            <w:tcBorders>
              <w:top w:val="nil"/>
              <w:bottom w:val="nil"/>
            </w:tcBorders>
            <w:vAlign w:val="bottom"/>
          </w:tcPr>
          <w:p w14:paraId="5583348D" w14:textId="095BD699" w:rsidR="00F56A17" w:rsidRDefault="00F56A17" w:rsidP="009454D0">
            <w:pPr>
              <w:pStyle w:val="ConfigWindow"/>
            </w:pPr>
            <w:r>
              <w:t>G0/0/0</w:t>
            </w:r>
          </w:p>
        </w:tc>
        <w:tc>
          <w:tcPr>
            <w:tcW w:w="3420" w:type="dxa"/>
            <w:vAlign w:val="bottom"/>
          </w:tcPr>
          <w:p w14:paraId="2583FB76" w14:textId="3CA5B576" w:rsidR="00F56A17" w:rsidRPr="00E87D62" w:rsidRDefault="00F56A17" w:rsidP="00730E5F">
            <w:pPr>
              <w:pStyle w:val="TableText"/>
            </w:pPr>
            <w:r>
              <w:t>2001:db8:acad::1 /64</w:t>
            </w:r>
          </w:p>
        </w:tc>
        <w:tc>
          <w:tcPr>
            <w:tcW w:w="2172" w:type="dxa"/>
            <w:tcBorders>
              <w:top w:val="nil"/>
              <w:bottom w:val="nil"/>
            </w:tcBorders>
            <w:vAlign w:val="bottom"/>
          </w:tcPr>
          <w:p w14:paraId="253C4500" w14:textId="77777777" w:rsidR="00F56A17" w:rsidRPr="00E87D62" w:rsidRDefault="00F56A17" w:rsidP="009454D0">
            <w:pPr>
              <w:pStyle w:val="ConfigWindow"/>
            </w:pPr>
            <w:r>
              <w:t>S/O</w:t>
            </w:r>
          </w:p>
        </w:tc>
      </w:tr>
      <w:tr w:rsidR="00F56A17" w14:paraId="540B77AB" w14:textId="77777777" w:rsidTr="00F56A17">
        <w:trPr>
          <w:cantSplit/>
          <w:jc w:val="center"/>
        </w:trPr>
        <w:tc>
          <w:tcPr>
            <w:tcW w:w="2160" w:type="dxa"/>
            <w:tcBorders>
              <w:top w:val="nil"/>
              <w:bottom w:val="nil"/>
            </w:tcBorders>
            <w:vAlign w:val="bottom"/>
          </w:tcPr>
          <w:p w14:paraId="09DBB39D" w14:textId="0F562744" w:rsidR="00F56A17" w:rsidRPr="00E87D62" w:rsidRDefault="00F56A17" w:rsidP="009454D0">
            <w:pPr>
              <w:pStyle w:val="ConfigWindow"/>
            </w:pPr>
            <w:r>
              <w:t>R1</w:t>
            </w:r>
          </w:p>
        </w:tc>
        <w:tc>
          <w:tcPr>
            <w:tcW w:w="2157" w:type="dxa"/>
            <w:tcBorders>
              <w:top w:val="nil"/>
              <w:bottom w:val="single" w:sz="2" w:space="0" w:color="auto"/>
            </w:tcBorders>
            <w:vAlign w:val="bottom"/>
          </w:tcPr>
          <w:p w14:paraId="4C86445C" w14:textId="6151A204" w:rsidR="00F56A17" w:rsidRDefault="00F56A17" w:rsidP="009454D0">
            <w:pPr>
              <w:pStyle w:val="ConfigWindow"/>
            </w:pPr>
            <w:r>
              <w:t>G0/0/0</w:t>
            </w:r>
          </w:p>
        </w:tc>
        <w:tc>
          <w:tcPr>
            <w:tcW w:w="3420" w:type="dxa"/>
            <w:vAlign w:val="bottom"/>
          </w:tcPr>
          <w:p w14:paraId="55F94B59" w14:textId="77777777" w:rsidR="00F56A17" w:rsidRDefault="00F56A17" w:rsidP="00730E5F">
            <w:pPr>
              <w:pStyle w:val="TableText"/>
            </w:pPr>
            <w:r>
              <w:t>fe80::1</w:t>
            </w:r>
          </w:p>
        </w:tc>
        <w:tc>
          <w:tcPr>
            <w:tcW w:w="2172" w:type="dxa"/>
            <w:tcBorders>
              <w:top w:val="nil"/>
              <w:bottom w:val="nil"/>
            </w:tcBorders>
            <w:vAlign w:val="bottom"/>
          </w:tcPr>
          <w:p w14:paraId="5847C2DD" w14:textId="334D4268" w:rsidR="00F56A17" w:rsidRDefault="00F56A17" w:rsidP="009454D0">
            <w:pPr>
              <w:pStyle w:val="ConfigWindow"/>
            </w:pPr>
            <w:r>
              <w:t>S/O</w:t>
            </w:r>
          </w:p>
        </w:tc>
      </w:tr>
      <w:tr w:rsidR="00F56A17" w14:paraId="68DA6C73" w14:textId="77777777" w:rsidTr="00A67B77">
        <w:trPr>
          <w:cantSplit/>
          <w:jc w:val="center"/>
        </w:trPr>
        <w:tc>
          <w:tcPr>
            <w:tcW w:w="2160" w:type="dxa"/>
            <w:tcBorders>
              <w:top w:val="nil"/>
              <w:bottom w:val="nil"/>
            </w:tcBorders>
            <w:shd w:val="clear" w:color="auto" w:fill="FFFFFF" w:themeFill="background1"/>
            <w:vAlign w:val="bottom"/>
          </w:tcPr>
          <w:p w14:paraId="56FABDBA" w14:textId="77777777" w:rsidR="00F56A17" w:rsidRPr="00E87D62" w:rsidRDefault="00F56A17" w:rsidP="009454D0">
            <w:pPr>
              <w:pStyle w:val="ConfigWindow"/>
            </w:pPr>
            <w:r>
              <w:t>R1</w:t>
            </w:r>
          </w:p>
        </w:tc>
        <w:tc>
          <w:tcPr>
            <w:tcW w:w="2157" w:type="dxa"/>
            <w:tcBorders>
              <w:bottom w:val="nil"/>
            </w:tcBorders>
            <w:shd w:val="clear" w:color="auto" w:fill="FFFFFF" w:themeFill="background1"/>
            <w:vAlign w:val="bottom"/>
          </w:tcPr>
          <w:p w14:paraId="6C4D63E8" w14:textId="77777777" w:rsidR="00F56A17" w:rsidRPr="00E87D62" w:rsidRDefault="00F56A17" w:rsidP="00730E5F">
            <w:pPr>
              <w:pStyle w:val="TableText"/>
            </w:pPr>
            <w:r>
              <w:t>G0/0/1</w:t>
            </w:r>
          </w:p>
        </w:tc>
        <w:tc>
          <w:tcPr>
            <w:tcW w:w="3420" w:type="dxa"/>
            <w:shd w:val="clear" w:color="auto" w:fill="FFFFFF" w:themeFill="background1"/>
            <w:vAlign w:val="bottom"/>
          </w:tcPr>
          <w:p w14:paraId="6FFEA53A" w14:textId="3C2F4A02" w:rsidR="00F56A17" w:rsidRPr="00E87D62" w:rsidRDefault="00F56A17" w:rsidP="00730E5F">
            <w:pPr>
              <w:pStyle w:val="TableText"/>
            </w:pPr>
            <w:r>
              <w:t>192.168.1.1 /24</w:t>
            </w:r>
          </w:p>
        </w:tc>
        <w:tc>
          <w:tcPr>
            <w:tcW w:w="2172" w:type="dxa"/>
            <w:tcBorders>
              <w:top w:val="nil"/>
              <w:bottom w:val="nil"/>
            </w:tcBorders>
            <w:shd w:val="clear" w:color="auto" w:fill="FFFFFF" w:themeFill="background1"/>
            <w:vAlign w:val="bottom"/>
          </w:tcPr>
          <w:p w14:paraId="33193386" w14:textId="77777777" w:rsidR="00F56A17" w:rsidRPr="00E87D62" w:rsidRDefault="00F56A17" w:rsidP="009454D0">
            <w:pPr>
              <w:pStyle w:val="ConfigWindow"/>
            </w:pPr>
            <w:r>
              <w:t>S/O</w:t>
            </w:r>
          </w:p>
        </w:tc>
      </w:tr>
      <w:tr w:rsidR="00F56A17" w14:paraId="45EEBF8B" w14:textId="77777777" w:rsidTr="00A67B77">
        <w:trPr>
          <w:cantSplit/>
          <w:jc w:val="center"/>
        </w:trPr>
        <w:tc>
          <w:tcPr>
            <w:tcW w:w="2160" w:type="dxa"/>
            <w:tcBorders>
              <w:top w:val="nil"/>
              <w:bottom w:val="nil"/>
            </w:tcBorders>
            <w:shd w:val="clear" w:color="auto" w:fill="FFFFFF" w:themeFill="background1"/>
            <w:vAlign w:val="bottom"/>
          </w:tcPr>
          <w:p w14:paraId="1E7F70A4" w14:textId="62D72D8C" w:rsidR="00F56A17" w:rsidRPr="00E87D62" w:rsidRDefault="00F56A17" w:rsidP="009454D0">
            <w:pPr>
              <w:pStyle w:val="ConfigWindow"/>
            </w:pPr>
            <w:r>
              <w:t>R1</w:t>
            </w:r>
          </w:p>
        </w:tc>
        <w:tc>
          <w:tcPr>
            <w:tcW w:w="2157" w:type="dxa"/>
            <w:tcBorders>
              <w:top w:val="nil"/>
              <w:bottom w:val="nil"/>
            </w:tcBorders>
            <w:shd w:val="clear" w:color="auto" w:fill="FFFFFF" w:themeFill="background1"/>
            <w:vAlign w:val="bottom"/>
          </w:tcPr>
          <w:p w14:paraId="1A10F688" w14:textId="5B39CB94" w:rsidR="00F56A17" w:rsidRDefault="00F56A17" w:rsidP="009454D0">
            <w:pPr>
              <w:pStyle w:val="ConfigWindow"/>
            </w:pPr>
            <w:r>
              <w:t>G0/0/1</w:t>
            </w:r>
          </w:p>
        </w:tc>
        <w:tc>
          <w:tcPr>
            <w:tcW w:w="3420" w:type="dxa"/>
            <w:shd w:val="clear" w:color="auto" w:fill="FFFFFF" w:themeFill="background1"/>
            <w:vAlign w:val="bottom"/>
          </w:tcPr>
          <w:p w14:paraId="17CE86AA" w14:textId="7D36F5E8" w:rsidR="00F56A17" w:rsidRDefault="00F56A17" w:rsidP="00730E5F">
            <w:pPr>
              <w:pStyle w:val="TableText"/>
            </w:pPr>
            <w:r>
              <w:t>2001:db8:acad:1 /64</w:t>
            </w:r>
          </w:p>
        </w:tc>
        <w:tc>
          <w:tcPr>
            <w:tcW w:w="2172" w:type="dxa"/>
            <w:tcBorders>
              <w:top w:val="nil"/>
              <w:bottom w:val="nil"/>
            </w:tcBorders>
            <w:shd w:val="clear" w:color="auto" w:fill="FFFFFF" w:themeFill="background1"/>
            <w:vAlign w:val="bottom"/>
          </w:tcPr>
          <w:p w14:paraId="4AF8CD74" w14:textId="77777777" w:rsidR="00F56A17" w:rsidRPr="00E87D62" w:rsidRDefault="00F56A17" w:rsidP="009454D0">
            <w:pPr>
              <w:pStyle w:val="ConfigWindow"/>
            </w:pPr>
            <w:r>
              <w:t>S/O</w:t>
            </w:r>
          </w:p>
        </w:tc>
      </w:tr>
      <w:tr w:rsidR="00F56A17" w14:paraId="4EA1DAAF" w14:textId="77777777" w:rsidTr="00A67B77">
        <w:trPr>
          <w:cantSplit/>
          <w:jc w:val="center"/>
        </w:trPr>
        <w:tc>
          <w:tcPr>
            <w:tcW w:w="2160" w:type="dxa"/>
            <w:tcBorders>
              <w:top w:val="nil"/>
              <w:bottom w:val="nil"/>
            </w:tcBorders>
            <w:shd w:val="clear" w:color="auto" w:fill="FFFFFF" w:themeFill="background1"/>
            <w:vAlign w:val="bottom"/>
          </w:tcPr>
          <w:p w14:paraId="7337209E" w14:textId="499EC4E3" w:rsidR="00F56A17" w:rsidRPr="00E87D62" w:rsidRDefault="00F56A17" w:rsidP="009454D0">
            <w:pPr>
              <w:pStyle w:val="ConfigWindow"/>
            </w:pPr>
            <w:r>
              <w:t>R1</w:t>
            </w:r>
          </w:p>
        </w:tc>
        <w:tc>
          <w:tcPr>
            <w:tcW w:w="2157" w:type="dxa"/>
            <w:tcBorders>
              <w:top w:val="nil"/>
              <w:bottom w:val="single" w:sz="2" w:space="0" w:color="auto"/>
            </w:tcBorders>
            <w:shd w:val="clear" w:color="auto" w:fill="FFFFFF" w:themeFill="background1"/>
            <w:vAlign w:val="bottom"/>
          </w:tcPr>
          <w:p w14:paraId="24EB4789" w14:textId="72A05572" w:rsidR="00F56A17" w:rsidRDefault="00F56A17" w:rsidP="009454D0">
            <w:pPr>
              <w:pStyle w:val="ConfigWindow"/>
            </w:pPr>
            <w:r>
              <w:t>G0/0/1</w:t>
            </w:r>
          </w:p>
        </w:tc>
        <w:tc>
          <w:tcPr>
            <w:tcW w:w="3420" w:type="dxa"/>
            <w:shd w:val="clear" w:color="auto" w:fill="FFFFFF" w:themeFill="background1"/>
            <w:vAlign w:val="bottom"/>
          </w:tcPr>
          <w:p w14:paraId="7124093D" w14:textId="77777777" w:rsidR="00F56A17" w:rsidRDefault="00F56A17" w:rsidP="00730E5F">
            <w:pPr>
              <w:pStyle w:val="TableText"/>
            </w:pPr>
            <w:r>
              <w:t>fe80::1</w:t>
            </w:r>
          </w:p>
        </w:tc>
        <w:tc>
          <w:tcPr>
            <w:tcW w:w="2172" w:type="dxa"/>
            <w:tcBorders>
              <w:top w:val="nil"/>
              <w:bottom w:val="nil"/>
            </w:tcBorders>
            <w:shd w:val="clear" w:color="auto" w:fill="FFFFFF" w:themeFill="background1"/>
            <w:vAlign w:val="bottom"/>
          </w:tcPr>
          <w:p w14:paraId="62BB831D" w14:textId="63B108C2" w:rsidR="00F56A17" w:rsidRDefault="00F56A17" w:rsidP="009454D0">
            <w:pPr>
              <w:pStyle w:val="ConfigWindow"/>
            </w:pPr>
            <w:r>
              <w:t>S/O</w:t>
            </w:r>
          </w:p>
        </w:tc>
      </w:tr>
      <w:tr w:rsidR="00F56A17" w14:paraId="7BD7164C" w14:textId="77777777" w:rsidTr="00A67B77">
        <w:trPr>
          <w:cantSplit/>
          <w:jc w:val="center"/>
        </w:trPr>
        <w:tc>
          <w:tcPr>
            <w:tcW w:w="2160" w:type="dxa"/>
            <w:tcBorders>
              <w:top w:val="nil"/>
              <w:bottom w:val="nil"/>
            </w:tcBorders>
            <w:shd w:val="clear" w:color="auto" w:fill="FFFFFF" w:themeFill="background1"/>
            <w:vAlign w:val="bottom"/>
          </w:tcPr>
          <w:p w14:paraId="324F3BAC" w14:textId="77777777" w:rsidR="00F56A17" w:rsidRPr="00E87D62" w:rsidRDefault="00F56A17" w:rsidP="009454D0">
            <w:pPr>
              <w:pStyle w:val="ConfigWindow"/>
            </w:pPr>
            <w:r>
              <w:t>R1</w:t>
            </w:r>
          </w:p>
        </w:tc>
        <w:tc>
          <w:tcPr>
            <w:tcW w:w="2157" w:type="dxa"/>
            <w:tcBorders>
              <w:bottom w:val="nil"/>
            </w:tcBorders>
            <w:shd w:val="clear" w:color="auto" w:fill="FFFFFF" w:themeFill="background1"/>
            <w:vAlign w:val="bottom"/>
          </w:tcPr>
          <w:p w14:paraId="24B115FE" w14:textId="77777777" w:rsidR="00F56A17" w:rsidRDefault="00F56A17" w:rsidP="00730E5F">
            <w:pPr>
              <w:pStyle w:val="TableText"/>
            </w:pPr>
            <w:r>
              <w:t>Loopback0</w:t>
            </w:r>
          </w:p>
        </w:tc>
        <w:tc>
          <w:tcPr>
            <w:tcW w:w="3420" w:type="dxa"/>
            <w:shd w:val="clear" w:color="auto" w:fill="FFFFFF" w:themeFill="background1"/>
            <w:vAlign w:val="bottom"/>
          </w:tcPr>
          <w:p w14:paraId="38A58951" w14:textId="4084B48D" w:rsidR="00F56A17" w:rsidRDefault="00F56A17" w:rsidP="00730E5F">
            <w:pPr>
              <w:pStyle w:val="TableText"/>
            </w:pPr>
            <w:r>
              <w:t>10.0.0.1 /24</w:t>
            </w:r>
          </w:p>
        </w:tc>
        <w:tc>
          <w:tcPr>
            <w:tcW w:w="2172" w:type="dxa"/>
            <w:tcBorders>
              <w:top w:val="nil"/>
              <w:bottom w:val="nil"/>
            </w:tcBorders>
            <w:shd w:val="clear" w:color="auto" w:fill="FFFFFF" w:themeFill="background1"/>
            <w:vAlign w:val="bottom"/>
          </w:tcPr>
          <w:p w14:paraId="0C8C4245" w14:textId="19A9F92F" w:rsidR="00F56A17" w:rsidRDefault="00F56A17" w:rsidP="009454D0">
            <w:pPr>
              <w:pStyle w:val="ConfigWindow"/>
            </w:pPr>
            <w:r>
              <w:t>S/O</w:t>
            </w:r>
          </w:p>
        </w:tc>
      </w:tr>
      <w:tr w:rsidR="00F56A17" w14:paraId="1403421F" w14:textId="77777777" w:rsidTr="00A67B77">
        <w:trPr>
          <w:cantSplit/>
          <w:jc w:val="center"/>
        </w:trPr>
        <w:tc>
          <w:tcPr>
            <w:tcW w:w="2160" w:type="dxa"/>
            <w:tcBorders>
              <w:top w:val="nil"/>
              <w:bottom w:val="nil"/>
            </w:tcBorders>
            <w:shd w:val="clear" w:color="auto" w:fill="FFFFFF" w:themeFill="background1"/>
            <w:vAlign w:val="bottom"/>
          </w:tcPr>
          <w:p w14:paraId="057F5B86" w14:textId="318F8E4A" w:rsidR="00F56A17" w:rsidRPr="00E87D62" w:rsidRDefault="00F56A17" w:rsidP="009454D0">
            <w:pPr>
              <w:pStyle w:val="ConfigWindow"/>
            </w:pPr>
            <w:r>
              <w:t>R1</w:t>
            </w:r>
          </w:p>
        </w:tc>
        <w:tc>
          <w:tcPr>
            <w:tcW w:w="2157" w:type="dxa"/>
            <w:tcBorders>
              <w:top w:val="nil"/>
              <w:bottom w:val="nil"/>
            </w:tcBorders>
            <w:shd w:val="clear" w:color="auto" w:fill="FFFFFF" w:themeFill="background1"/>
            <w:vAlign w:val="bottom"/>
          </w:tcPr>
          <w:p w14:paraId="01E6C52D" w14:textId="6AAA9E97" w:rsidR="00F56A17" w:rsidRDefault="00F56A17" w:rsidP="009454D0">
            <w:pPr>
              <w:pStyle w:val="ConfigWindow"/>
            </w:pPr>
            <w:r>
              <w:t>Loopback0</w:t>
            </w:r>
          </w:p>
        </w:tc>
        <w:tc>
          <w:tcPr>
            <w:tcW w:w="3420" w:type="dxa"/>
            <w:shd w:val="clear" w:color="auto" w:fill="FFFFFF" w:themeFill="background1"/>
            <w:vAlign w:val="bottom"/>
          </w:tcPr>
          <w:p w14:paraId="0D270A3F" w14:textId="49575355" w:rsidR="00F56A17" w:rsidRDefault="00F56A17" w:rsidP="00730E5F">
            <w:pPr>
              <w:pStyle w:val="TableText"/>
            </w:pPr>
            <w:r>
              <w:t>2001:db8:acad:2::1 /64</w:t>
            </w:r>
          </w:p>
        </w:tc>
        <w:tc>
          <w:tcPr>
            <w:tcW w:w="2172" w:type="dxa"/>
            <w:tcBorders>
              <w:top w:val="nil"/>
              <w:bottom w:val="nil"/>
            </w:tcBorders>
            <w:shd w:val="clear" w:color="auto" w:fill="FFFFFF" w:themeFill="background1"/>
            <w:vAlign w:val="bottom"/>
          </w:tcPr>
          <w:p w14:paraId="563395B6" w14:textId="77777777" w:rsidR="00F56A17" w:rsidRDefault="00F56A17" w:rsidP="009454D0">
            <w:pPr>
              <w:pStyle w:val="ConfigWindow"/>
            </w:pPr>
            <w:r>
              <w:t>S/O</w:t>
            </w:r>
          </w:p>
        </w:tc>
      </w:tr>
      <w:tr w:rsidR="00F56A17" w14:paraId="582C13F7" w14:textId="77777777" w:rsidTr="00A67B77">
        <w:trPr>
          <w:cantSplit/>
          <w:jc w:val="center"/>
        </w:trPr>
        <w:tc>
          <w:tcPr>
            <w:tcW w:w="2160" w:type="dxa"/>
            <w:tcBorders>
              <w:top w:val="nil"/>
              <w:bottom w:val="single" w:sz="2" w:space="0" w:color="auto"/>
            </w:tcBorders>
            <w:shd w:val="clear" w:color="auto" w:fill="FFFFFF" w:themeFill="background1"/>
            <w:vAlign w:val="bottom"/>
          </w:tcPr>
          <w:p w14:paraId="5C0C56B5" w14:textId="77BD9771" w:rsidR="00F56A17" w:rsidRPr="00E87D62" w:rsidRDefault="00F56A17" w:rsidP="009454D0">
            <w:pPr>
              <w:pStyle w:val="ConfigWindow"/>
            </w:pPr>
            <w:r>
              <w:t>R1</w:t>
            </w:r>
          </w:p>
        </w:tc>
        <w:tc>
          <w:tcPr>
            <w:tcW w:w="2157" w:type="dxa"/>
            <w:tcBorders>
              <w:top w:val="nil"/>
              <w:bottom w:val="single" w:sz="2" w:space="0" w:color="auto"/>
            </w:tcBorders>
            <w:shd w:val="clear" w:color="auto" w:fill="FFFFFF" w:themeFill="background1"/>
            <w:vAlign w:val="bottom"/>
          </w:tcPr>
          <w:p w14:paraId="6067477A" w14:textId="2E9302F0" w:rsidR="00F56A17" w:rsidRDefault="00F56A17" w:rsidP="009454D0">
            <w:pPr>
              <w:pStyle w:val="ConfigWindow"/>
            </w:pPr>
            <w:r>
              <w:t>Loopback0</w:t>
            </w:r>
          </w:p>
        </w:tc>
        <w:tc>
          <w:tcPr>
            <w:tcW w:w="3420" w:type="dxa"/>
            <w:shd w:val="clear" w:color="auto" w:fill="FFFFFF" w:themeFill="background1"/>
            <w:vAlign w:val="bottom"/>
          </w:tcPr>
          <w:p w14:paraId="752DF878" w14:textId="77777777" w:rsidR="00F56A17" w:rsidRDefault="00F56A17" w:rsidP="00730E5F">
            <w:pPr>
              <w:pStyle w:val="TableText"/>
            </w:pPr>
            <w:r>
              <w:t>fe80::1</w:t>
            </w:r>
          </w:p>
        </w:tc>
        <w:tc>
          <w:tcPr>
            <w:tcW w:w="2172" w:type="dxa"/>
            <w:tcBorders>
              <w:top w:val="nil"/>
            </w:tcBorders>
            <w:shd w:val="clear" w:color="auto" w:fill="FFFFFF" w:themeFill="background1"/>
            <w:vAlign w:val="bottom"/>
          </w:tcPr>
          <w:p w14:paraId="091A7CA2" w14:textId="28C93979" w:rsidR="00F56A17" w:rsidRDefault="00F56A17" w:rsidP="009454D0">
            <w:pPr>
              <w:pStyle w:val="ConfigWindow"/>
            </w:pPr>
            <w:r>
              <w:t>S/O</w:t>
            </w:r>
          </w:p>
        </w:tc>
      </w:tr>
      <w:tr w:rsidR="00F56A17" w14:paraId="47AB626E" w14:textId="77777777" w:rsidTr="00A67B77">
        <w:trPr>
          <w:cantSplit/>
          <w:jc w:val="center"/>
        </w:trPr>
        <w:tc>
          <w:tcPr>
            <w:tcW w:w="2160" w:type="dxa"/>
            <w:tcBorders>
              <w:bottom w:val="nil"/>
            </w:tcBorders>
            <w:shd w:val="clear" w:color="auto" w:fill="FFFFFF" w:themeFill="background1"/>
            <w:vAlign w:val="bottom"/>
          </w:tcPr>
          <w:p w14:paraId="2E06BEA7" w14:textId="77777777" w:rsidR="00F56A17" w:rsidRPr="00E87D62" w:rsidRDefault="00F56A17" w:rsidP="00730E5F">
            <w:pPr>
              <w:pStyle w:val="TableText"/>
            </w:pPr>
            <w:r>
              <w:t>PC-A</w:t>
            </w:r>
          </w:p>
        </w:tc>
        <w:tc>
          <w:tcPr>
            <w:tcW w:w="2157" w:type="dxa"/>
            <w:tcBorders>
              <w:bottom w:val="nil"/>
            </w:tcBorders>
            <w:shd w:val="clear" w:color="auto" w:fill="FFFFFF" w:themeFill="background1"/>
            <w:vAlign w:val="bottom"/>
          </w:tcPr>
          <w:p w14:paraId="53CCD0ED" w14:textId="77777777" w:rsidR="00F56A17" w:rsidRPr="00E87D62" w:rsidRDefault="00F56A17" w:rsidP="00730E5F">
            <w:pPr>
              <w:pStyle w:val="TableText"/>
            </w:pPr>
            <w:r>
              <w:t>Carte réseau (NIC)</w:t>
            </w:r>
          </w:p>
        </w:tc>
        <w:tc>
          <w:tcPr>
            <w:tcW w:w="3420" w:type="dxa"/>
            <w:shd w:val="clear" w:color="auto" w:fill="FFFFFF" w:themeFill="background1"/>
            <w:vAlign w:val="bottom"/>
          </w:tcPr>
          <w:p w14:paraId="73780024" w14:textId="0F656A5A" w:rsidR="00F56A17" w:rsidRPr="00E87D62" w:rsidRDefault="00F56A17" w:rsidP="00730E5F">
            <w:pPr>
              <w:pStyle w:val="TableText"/>
            </w:pPr>
            <w:r>
              <w:t>192.168.1.10 /24</w:t>
            </w:r>
          </w:p>
        </w:tc>
        <w:tc>
          <w:tcPr>
            <w:tcW w:w="2172" w:type="dxa"/>
            <w:shd w:val="clear" w:color="auto" w:fill="FFFFFF" w:themeFill="background1"/>
            <w:vAlign w:val="bottom"/>
          </w:tcPr>
          <w:p w14:paraId="6C8F11D1" w14:textId="77777777" w:rsidR="00F56A17" w:rsidRPr="00E87D62" w:rsidRDefault="00F56A17" w:rsidP="00730E5F">
            <w:pPr>
              <w:pStyle w:val="TableText"/>
            </w:pPr>
            <w:r>
              <w:t>192.168.1.1</w:t>
            </w:r>
          </w:p>
        </w:tc>
      </w:tr>
      <w:tr w:rsidR="00F56A17" w14:paraId="36F6C750" w14:textId="77777777" w:rsidTr="00A67B77">
        <w:trPr>
          <w:cantSplit/>
          <w:jc w:val="center"/>
        </w:trPr>
        <w:tc>
          <w:tcPr>
            <w:tcW w:w="2160" w:type="dxa"/>
            <w:tcBorders>
              <w:top w:val="nil"/>
              <w:bottom w:val="single" w:sz="2" w:space="0" w:color="auto"/>
            </w:tcBorders>
            <w:shd w:val="clear" w:color="auto" w:fill="FFFFFF" w:themeFill="background1"/>
            <w:vAlign w:val="bottom"/>
          </w:tcPr>
          <w:p w14:paraId="14EBF832" w14:textId="3305D5A6" w:rsidR="00F56A17" w:rsidRDefault="00F56A17" w:rsidP="009454D0">
            <w:pPr>
              <w:pStyle w:val="ConfigWindow"/>
            </w:pPr>
            <w:r>
              <w:t>PC-A</w:t>
            </w:r>
          </w:p>
        </w:tc>
        <w:tc>
          <w:tcPr>
            <w:tcW w:w="2157" w:type="dxa"/>
            <w:tcBorders>
              <w:top w:val="nil"/>
              <w:bottom w:val="single" w:sz="2" w:space="0" w:color="auto"/>
            </w:tcBorders>
            <w:shd w:val="clear" w:color="auto" w:fill="FFFFFF" w:themeFill="background1"/>
            <w:vAlign w:val="bottom"/>
          </w:tcPr>
          <w:p w14:paraId="3B9D4EA9" w14:textId="594F3BDE" w:rsidR="00F56A17" w:rsidRPr="00E87D62" w:rsidRDefault="00F56A17" w:rsidP="009454D0">
            <w:pPr>
              <w:pStyle w:val="ConfigWindow"/>
            </w:pPr>
            <w:r>
              <w:t>Carte réseau (NIC)</w:t>
            </w:r>
          </w:p>
        </w:tc>
        <w:tc>
          <w:tcPr>
            <w:tcW w:w="3420" w:type="dxa"/>
            <w:shd w:val="clear" w:color="auto" w:fill="FFFFFF" w:themeFill="background1"/>
            <w:vAlign w:val="bottom"/>
          </w:tcPr>
          <w:p w14:paraId="1CDF8196" w14:textId="758AD75A" w:rsidR="00F56A17" w:rsidRPr="00E87D62" w:rsidRDefault="00F56A17" w:rsidP="00730E5F">
            <w:pPr>
              <w:pStyle w:val="TableText"/>
            </w:pPr>
            <w:r>
              <w:t>2001:db8:acad:1::10 /64</w:t>
            </w:r>
          </w:p>
        </w:tc>
        <w:tc>
          <w:tcPr>
            <w:tcW w:w="2172" w:type="dxa"/>
            <w:shd w:val="clear" w:color="auto" w:fill="FFFFFF" w:themeFill="background1"/>
            <w:vAlign w:val="bottom"/>
          </w:tcPr>
          <w:p w14:paraId="20ECC964" w14:textId="25CACCF2" w:rsidR="00F56A17" w:rsidRDefault="00F56A17" w:rsidP="00730E5F">
            <w:pPr>
              <w:pStyle w:val="TableText"/>
            </w:pPr>
            <w:r>
              <w:t>fe80::1</w:t>
            </w:r>
          </w:p>
        </w:tc>
      </w:tr>
      <w:tr w:rsidR="00F56A17" w14:paraId="4323F77B" w14:textId="77777777" w:rsidTr="00A67B77">
        <w:trPr>
          <w:cantSplit/>
          <w:jc w:val="center"/>
        </w:trPr>
        <w:tc>
          <w:tcPr>
            <w:tcW w:w="2160" w:type="dxa"/>
            <w:tcBorders>
              <w:bottom w:val="nil"/>
            </w:tcBorders>
            <w:shd w:val="clear" w:color="auto" w:fill="FFFFFF" w:themeFill="background1"/>
            <w:vAlign w:val="bottom"/>
          </w:tcPr>
          <w:p w14:paraId="34491491" w14:textId="77777777" w:rsidR="00F56A17" w:rsidRPr="00E87D62" w:rsidRDefault="00F56A17" w:rsidP="00730E5F">
            <w:pPr>
              <w:pStyle w:val="TableText"/>
            </w:pPr>
            <w:r>
              <w:t>PC-B</w:t>
            </w:r>
          </w:p>
        </w:tc>
        <w:tc>
          <w:tcPr>
            <w:tcW w:w="2157" w:type="dxa"/>
            <w:tcBorders>
              <w:bottom w:val="nil"/>
            </w:tcBorders>
            <w:shd w:val="clear" w:color="auto" w:fill="FFFFFF" w:themeFill="background1"/>
            <w:vAlign w:val="bottom"/>
          </w:tcPr>
          <w:p w14:paraId="72A6C39B" w14:textId="77777777" w:rsidR="00F56A17" w:rsidRPr="00E87D62" w:rsidRDefault="00F56A17" w:rsidP="00730E5F">
            <w:pPr>
              <w:pStyle w:val="TableText"/>
            </w:pPr>
            <w:r>
              <w:t>Carte réseau (NIC)</w:t>
            </w:r>
          </w:p>
        </w:tc>
        <w:tc>
          <w:tcPr>
            <w:tcW w:w="3420" w:type="dxa"/>
            <w:shd w:val="clear" w:color="auto" w:fill="FFFFFF" w:themeFill="background1"/>
            <w:vAlign w:val="bottom"/>
          </w:tcPr>
          <w:p w14:paraId="02AB15B6" w14:textId="34562B21" w:rsidR="00F56A17" w:rsidRPr="00E87D62" w:rsidRDefault="00F56A17" w:rsidP="00730E5F">
            <w:pPr>
              <w:pStyle w:val="TableText"/>
            </w:pPr>
            <w:r>
              <w:t>192.168.0.10 /24</w:t>
            </w:r>
          </w:p>
        </w:tc>
        <w:tc>
          <w:tcPr>
            <w:tcW w:w="2172" w:type="dxa"/>
            <w:shd w:val="clear" w:color="auto" w:fill="FFFFFF" w:themeFill="background1"/>
            <w:vAlign w:val="bottom"/>
          </w:tcPr>
          <w:p w14:paraId="793A0D7A" w14:textId="77777777" w:rsidR="00F56A17" w:rsidRPr="00E87D62" w:rsidRDefault="00F56A17" w:rsidP="00730E5F">
            <w:pPr>
              <w:pStyle w:val="TableText"/>
            </w:pPr>
            <w:r>
              <w:t>192.168.0.1</w:t>
            </w:r>
          </w:p>
        </w:tc>
      </w:tr>
      <w:tr w:rsidR="00F56A17" w14:paraId="69BBBC9D" w14:textId="77777777" w:rsidTr="00A67B77">
        <w:trPr>
          <w:cantSplit/>
          <w:jc w:val="center"/>
        </w:trPr>
        <w:tc>
          <w:tcPr>
            <w:tcW w:w="2160" w:type="dxa"/>
            <w:tcBorders>
              <w:top w:val="nil"/>
            </w:tcBorders>
            <w:shd w:val="clear" w:color="auto" w:fill="FFFFFF" w:themeFill="background1"/>
            <w:vAlign w:val="bottom"/>
          </w:tcPr>
          <w:p w14:paraId="55DA14C1" w14:textId="5727FB64" w:rsidR="00F56A17" w:rsidRDefault="00F56A17" w:rsidP="009454D0">
            <w:pPr>
              <w:pStyle w:val="ConfigWindow"/>
            </w:pPr>
            <w:r>
              <w:t>PC-B</w:t>
            </w:r>
          </w:p>
        </w:tc>
        <w:tc>
          <w:tcPr>
            <w:tcW w:w="2157" w:type="dxa"/>
            <w:tcBorders>
              <w:top w:val="nil"/>
            </w:tcBorders>
            <w:shd w:val="clear" w:color="auto" w:fill="FFFFFF" w:themeFill="background1"/>
            <w:vAlign w:val="bottom"/>
          </w:tcPr>
          <w:p w14:paraId="2A5B1F9C" w14:textId="1D26C91B" w:rsidR="00F56A17" w:rsidRPr="00E87D62" w:rsidRDefault="00F56A17" w:rsidP="009454D0">
            <w:pPr>
              <w:pStyle w:val="ConfigWindow"/>
            </w:pPr>
            <w:r>
              <w:t>Carte réseau (NIC)</w:t>
            </w:r>
          </w:p>
        </w:tc>
        <w:tc>
          <w:tcPr>
            <w:tcW w:w="3420" w:type="dxa"/>
            <w:shd w:val="clear" w:color="auto" w:fill="FFFFFF" w:themeFill="background1"/>
            <w:vAlign w:val="bottom"/>
          </w:tcPr>
          <w:p w14:paraId="04D861F1" w14:textId="6F50D259" w:rsidR="00F56A17" w:rsidRPr="00E87D62" w:rsidRDefault="00F56A17" w:rsidP="00730E5F">
            <w:pPr>
              <w:pStyle w:val="TableText"/>
            </w:pPr>
            <w:r>
              <w:t>2001:db8:acad::10 /64</w:t>
            </w:r>
          </w:p>
        </w:tc>
        <w:tc>
          <w:tcPr>
            <w:tcW w:w="2172" w:type="dxa"/>
            <w:shd w:val="clear" w:color="auto" w:fill="FFFFFF" w:themeFill="background1"/>
            <w:vAlign w:val="bottom"/>
          </w:tcPr>
          <w:p w14:paraId="26FD97F8" w14:textId="5C1795F6" w:rsidR="00F56A17" w:rsidRPr="00E87D62" w:rsidRDefault="00F56A17" w:rsidP="00730E5F">
            <w:pPr>
              <w:pStyle w:val="TableText"/>
            </w:pPr>
            <w:r>
              <w:t>fe80::1</w:t>
            </w:r>
          </w:p>
        </w:tc>
      </w:tr>
    </w:tbl>
    <w:p w14:paraId="623FC3BA" w14:textId="77777777" w:rsidR="00730E5F" w:rsidRPr="00BB73FF" w:rsidRDefault="00730E5F" w:rsidP="00655412">
      <w:pPr>
        <w:pStyle w:val="Heading1"/>
      </w:pPr>
      <w:r>
        <w:t>Objectifs</w:t>
      </w:r>
    </w:p>
    <w:p w14:paraId="4344979A" w14:textId="77777777" w:rsidR="00730E5F" w:rsidRPr="004C0909" w:rsidRDefault="00730E5F" w:rsidP="00730E5F">
      <w:pPr>
        <w:pStyle w:val="BodyTextL25Bold"/>
      </w:pPr>
      <w:r>
        <w:t>Partie 1 : Configuration de la topologie et initialisation des appareils</w:t>
      </w:r>
    </w:p>
    <w:p w14:paraId="3978D167" w14:textId="77777777" w:rsidR="00730E5F" w:rsidRDefault="00730E5F" w:rsidP="00730E5F">
      <w:pPr>
        <w:pStyle w:val="Bulletlevel1"/>
        <w:spacing w:before="60" w:after="60" w:line="276" w:lineRule="auto"/>
      </w:pPr>
      <w:r>
        <w:t>Câblez l'équipement pour qu'il corresponde à la topologie du réseau.</w:t>
      </w:r>
    </w:p>
    <w:p w14:paraId="6B0629D1" w14:textId="77777777" w:rsidR="00730E5F" w:rsidRPr="006E6581" w:rsidRDefault="00730E5F" w:rsidP="00730E5F">
      <w:pPr>
        <w:pStyle w:val="Bulletlevel1"/>
        <w:spacing w:before="60" w:after="60" w:line="276" w:lineRule="auto"/>
      </w:pPr>
      <w:r>
        <w:t>Initialisez et redémarrez le routeur et le commutateur.</w:t>
      </w:r>
    </w:p>
    <w:p w14:paraId="667F291D" w14:textId="77777777" w:rsidR="00730E5F" w:rsidRDefault="00730E5F" w:rsidP="00730E5F">
      <w:pPr>
        <w:pStyle w:val="BodyTextL25Bold"/>
      </w:pPr>
      <w:r>
        <w:t>Partie 2 : Configurer les appareils et vérifier la connectivité</w:t>
      </w:r>
    </w:p>
    <w:p w14:paraId="375936D8" w14:textId="77777777" w:rsidR="00730E5F" w:rsidRDefault="00730E5F" w:rsidP="00730E5F">
      <w:pPr>
        <w:pStyle w:val="Bulletlevel1"/>
        <w:spacing w:before="60" w:after="60" w:line="276" w:lineRule="auto"/>
      </w:pPr>
      <w:r>
        <w:t>Attribuer des informations IPv4 et IPv6 statiques aux interface des PC.</w:t>
      </w:r>
    </w:p>
    <w:p w14:paraId="7499D93A" w14:textId="77777777" w:rsidR="00730E5F" w:rsidRPr="006E6581" w:rsidRDefault="00730E5F" w:rsidP="00730E5F">
      <w:pPr>
        <w:pStyle w:val="Bulletlevel1"/>
        <w:spacing w:before="60" w:after="60" w:line="276" w:lineRule="auto"/>
      </w:pPr>
      <w:r>
        <w:t>Configurez les paramètres de base du routeur.</w:t>
      </w:r>
    </w:p>
    <w:p w14:paraId="4D2F8154" w14:textId="77777777" w:rsidR="00730E5F" w:rsidRPr="004C0909" w:rsidRDefault="00730E5F" w:rsidP="00730E5F">
      <w:pPr>
        <w:pStyle w:val="Bulletlevel1"/>
        <w:spacing w:before="60" w:after="60" w:line="276" w:lineRule="auto"/>
      </w:pPr>
      <w:r>
        <w:t>Configurez le routeur pour SSH.</w:t>
      </w:r>
    </w:p>
    <w:p w14:paraId="328145B7" w14:textId="77777777" w:rsidR="00730E5F" w:rsidRDefault="00730E5F" w:rsidP="00730E5F">
      <w:pPr>
        <w:pStyle w:val="Bulletlevel1"/>
        <w:spacing w:before="60" w:after="60" w:line="276" w:lineRule="auto"/>
      </w:pPr>
      <w:r>
        <w:t>Vérifiez la connectivité du réseau.</w:t>
      </w:r>
    </w:p>
    <w:p w14:paraId="245C3AEC" w14:textId="77777777" w:rsidR="00730E5F" w:rsidRDefault="00730E5F" w:rsidP="00730E5F">
      <w:pPr>
        <w:pStyle w:val="BodyTextL25Bold"/>
      </w:pPr>
      <w:r>
        <w:t>Partie 3 : afficher des informations sur les routeurs</w:t>
      </w:r>
    </w:p>
    <w:p w14:paraId="014D477B" w14:textId="77777777" w:rsidR="00730E5F" w:rsidRDefault="00730E5F" w:rsidP="00730E5F">
      <w:pPr>
        <w:pStyle w:val="Bulletlevel1"/>
        <w:spacing w:before="60" w:after="60" w:line="276" w:lineRule="auto"/>
      </w:pPr>
      <w:r>
        <w:t>Récupérez des informations sur le matériel et les logiciels à partir du routeur.</w:t>
      </w:r>
    </w:p>
    <w:p w14:paraId="0CBBE1B3" w14:textId="77777777" w:rsidR="00730E5F" w:rsidRDefault="00730E5F" w:rsidP="00730E5F">
      <w:pPr>
        <w:pStyle w:val="Bulletlevel1"/>
        <w:spacing w:before="60" w:after="60" w:line="276" w:lineRule="auto"/>
      </w:pPr>
      <w:r>
        <w:t>Interprétez le résultat à partir de la configuration initiale.</w:t>
      </w:r>
    </w:p>
    <w:p w14:paraId="1ECE435B" w14:textId="77777777" w:rsidR="00730E5F" w:rsidRDefault="00730E5F" w:rsidP="00730E5F">
      <w:pPr>
        <w:pStyle w:val="Bulletlevel1"/>
        <w:spacing w:before="60" w:after="60" w:line="276" w:lineRule="auto"/>
      </w:pPr>
      <w:r>
        <w:t>Interprétez le résultat à partir de la table de routage.</w:t>
      </w:r>
    </w:p>
    <w:p w14:paraId="69FAC94B" w14:textId="77777777" w:rsidR="00730E5F" w:rsidRDefault="00730E5F" w:rsidP="00730E5F">
      <w:pPr>
        <w:pStyle w:val="Bulletlevel1"/>
        <w:spacing w:before="60" w:after="60" w:line="276" w:lineRule="auto"/>
      </w:pPr>
      <w:r>
        <w:t>Vérifiez l'état des interfaces.</w:t>
      </w:r>
    </w:p>
    <w:p w14:paraId="55093286" w14:textId="77777777" w:rsidR="00730E5F" w:rsidRPr="00C07FD9" w:rsidRDefault="00730E5F" w:rsidP="00655412">
      <w:pPr>
        <w:pStyle w:val="Heading1"/>
      </w:pPr>
      <w:r>
        <w:t>Contexte/scénario</w:t>
      </w:r>
    </w:p>
    <w:p w14:paraId="5CE432F8" w14:textId="77777777" w:rsidR="00730E5F" w:rsidRPr="00015580" w:rsidRDefault="00730E5F" w:rsidP="00730E5F">
      <w:pPr>
        <w:pStyle w:val="BodyTextL25"/>
        <w:rPr>
          <w:rFonts w:eastAsia="Arial"/>
        </w:rPr>
      </w:pPr>
      <w:r>
        <w:t>Ces travaux pratiques passent en revue les commandes de routeur IOS vues précédemment. Dans les Parties 1 et 2, vous allez câbler le matériel et définir des configurations de base ainsi que des paramètres d'interface sur le routeur.</w:t>
      </w:r>
    </w:p>
    <w:p w14:paraId="39842A56" w14:textId="5E89930A" w:rsidR="00730E5F" w:rsidRPr="00015580" w:rsidRDefault="00730E5F" w:rsidP="00730E5F">
      <w:pPr>
        <w:pStyle w:val="BodyTextL25"/>
        <w:rPr>
          <w:rFonts w:eastAsia="Arial"/>
        </w:rPr>
      </w:pPr>
      <w:r>
        <w:t xml:space="preserve">Dans la Partie 3, vous allez utiliser SSH pour vous connecter à distance au routeur et utiliser des commandes IOS pour récupérer des informations à partir du périphérique afin de répondre à des questions sur le routeur. </w:t>
      </w:r>
    </w:p>
    <w:p w14:paraId="1E5901B5" w14:textId="77777777" w:rsidR="00730E5F" w:rsidRPr="00015580" w:rsidRDefault="00730E5F" w:rsidP="00730E5F">
      <w:pPr>
        <w:pStyle w:val="BodyTextL25"/>
        <w:rPr>
          <w:rFonts w:eastAsia="Arial"/>
        </w:rPr>
      </w:pPr>
      <w:r>
        <w:t>Pour des besoins de révision, ces travaux pratiques contiennent les commandes nécessaires aux configurations spécifiques du routeur.</w:t>
      </w:r>
    </w:p>
    <w:p w14:paraId="57A335C6" w14:textId="77777777" w:rsidR="00730E5F" w:rsidRDefault="00730E5F" w:rsidP="00730E5F">
      <w:pPr>
        <w:pStyle w:val="BodyTextL25"/>
        <w:rPr>
          <w:rFonts w:eastAsia="Arial"/>
        </w:rPr>
      </w:pPr>
      <w:r>
        <w:rPr>
          <w:b/>
        </w:rPr>
        <w:t>Remarque</w:t>
      </w:r>
      <w:r>
        <w:t>: Les routeurs utilisés lors des travaux pratiques CCNA sont des routeurs Cisco 4221 équipés de Cisco IOS version 16.9.4 (universalk9 image). Les commutateurs utilisés dans les laboratoires sont des Cisco Catalyst 2960s avec Cisco IOS Release 15.2(2)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des interfaces du routeur à la fin de ce TP pour obtenir les identifiants d'interface corrects.</w:t>
      </w:r>
    </w:p>
    <w:p w14:paraId="2B52CF89" w14:textId="77777777" w:rsidR="00730E5F" w:rsidRPr="00B2763C" w:rsidRDefault="00730E5F" w:rsidP="00730E5F">
      <w:pPr>
        <w:pStyle w:val="BodyTextL25"/>
      </w:pPr>
      <w:r>
        <w:t>Remarque : Assurez-vous que le routeur et le commutateur ont été réinitialisés et ne possèdent aucune configuration initiale. Consultez votre instructeur pour connaître la procédure d'initialisation et de redémarrage d'un routeur et d'un commutateur.</w:t>
      </w:r>
    </w:p>
    <w:p w14:paraId="22F0961C" w14:textId="77777777" w:rsidR="00730E5F" w:rsidRDefault="00730E5F" w:rsidP="00655412">
      <w:pPr>
        <w:pStyle w:val="Heading1"/>
      </w:pPr>
      <w:r>
        <w:t>Ressources requises</w:t>
      </w:r>
    </w:p>
    <w:p w14:paraId="02BB73C3" w14:textId="77777777" w:rsidR="00730E5F" w:rsidRDefault="00730E5F" w:rsidP="00730E5F">
      <w:pPr>
        <w:pStyle w:val="Bulletlevel1"/>
        <w:spacing w:before="60" w:after="60" w:line="276" w:lineRule="auto"/>
      </w:pPr>
      <w:r>
        <w:t>1 Routeur (Cisco 4221 équipé de l'image universelle Cisco IOS version 16.9.4 ou similaire)</w:t>
      </w:r>
    </w:p>
    <w:p w14:paraId="6C54AD2B" w14:textId="77777777" w:rsidR="00730E5F" w:rsidRDefault="00730E5F" w:rsidP="00730E5F">
      <w:pPr>
        <w:pStyle w:val="Bulletlevel1"/>
        <w:spacing w:before="60" w:after="60" w:line="276" w:lineRule="auto"/>
      </w:pPr>
      <w:r>
        <w:t>1 commutateur (Cisco 2960 équipé de Cisco IOS version 15.2(2) image lanbasek9 ou similaire)</w:t>
      </w:r>
    </w:p>
    <w:p w14:paraId="078446B5" w14:textId="77777777" w:rsidR="00730E5F" w:rsidRDefault="00730E5F" w:rsidP="00730E5F">
      <w:pPr>
        <w:pStyle w:val="Bulletlevel1"/>
        <w:spacing w:before="60" w:after="60" w:line="276" w:lineRule="auto"/>
      </w:pPr>
      <w:r>
        <w:t>2 PC (Windows, équipés d'un programme d'émulation de terminal tel que Tera Term)</w:t>
      </w:r>
    </w:p>
    <w:p w14:paraId="78995083" w14:textId="77777777" w:rsidR="00730E5F" w:rsidRDefault="00730E5F" w:rsidP="00730E5F">
      <w:pPr>
        <w:pStyle w:val="Bulletlevel1"/>
        <w:spacing w:before="60" w:after="60" w:line="276" w:lineRule="auto"/>
      </w:pPr>
      <w:r>
        <w:t>Câbles de console pour configurer les périphériques Cisco IOS via les ports de console</w:t>
      </w:r>
    </w:p>
    <w:p w14:paraId="2CB2ABB9" w14:textId="77777777" w:rsidR="00730E5F" w:rsidRDefault="00730E5F" w:rsidP="00730E5F">
      <w:pPr>
        <w:pStyle w:val="Bulletlevel1"/>
        <w:spacing w:before="60" w:after="60" w:line="276" w:lineRule="auto"/>
      </w:pPr>
      <w:r>
        <w:t>Câbles Ethernet comme indiqué dans la topologie</w:t>
      </w:r>
    </w:p>
    <w:p w14:paraId="5D72B50B" w14:textId="77777777" w:rsidR="00730E5F" w:rsidRDefault="00730E5F" w:rsidP="00060CF5">
      <w:pPr>
        <w:pStyle w:val="BodyTextL25"/>
      </w:pPr>
      <w:r>
        <w:rPr>
          <w:b/>
        </w:rPr>
        <w:t>Remarque</w:t>
      </w:r>
      <w:r>
        <w:t>: les interfaces Gigabit Ethernet des routeurs Cisco 4221 sont à détection automatique et un câble Ethernet droit peut être utilisé entre le routeur et le PC-B. Si vous utilisez un autre modèle de routeur Cisco, il peut être nécessaire d'utiliser un câble croisé Ethernet.</w:t>
      </w:r>
    </w:p>
    <w:p w14:paraId="149842DC" w14:textId="77777777" w:rsidR="00730E5F" w:rsidRDefault="00730E5F" w:rsidP="00655412">
      <w:pPr>
        <w:pStyle w:val="Heading1"/>
      </w:pPr>
      <w:r>
        <w:t>Instructions</w:t>
      </w:r>
    </w:p>
    <w:p w14:paraId="3049BFEC" w14:textId="77777777" w:rsidR="00730E5F" w:rsidRPr="004C0909" w:rsidRDefault="00730E5F" w:rsidP="003D7410">
      <w:pPr>
        <w:pStyle w:val="Heading2"/>
      </w:pPr>
      <w:r>
        <w:t>Configurer la topologie et initialiser les périphériques</w:t>
      </w:r>
    </w:p>
    <w:p w14:paraId="18549DF3" w14:textId="77777777" w:rsidR="00730E5F" w:rsidRDefault="00730E5F" w:rsidP="00730E5F">
      <w:pPr>
        <w:pStyle w:val="Heading3"/>
      </w:pPr>
      <w:r>
        <w:t>Câblez le réseau conformément à la topologie indiquée.</w:t>
      </w:r>
    </w:p>
    <w:p w14:paraId="013C2542" w14:textId="77777777" w:rsidR="00730E5F" w:rsidRDefault="00730E5F" w:rsidP="00730E5F">
      <w:pPr>
        <w:pStyle w:val="SubStepAlpha"/>
      </w:pPr>
      <w:r>
        <w:t>Connectez les équipements représentés dans le schéma de topologie et effectuez le câblage nécessaire.</w:t>
      </w:r>
    </w:p>
    <w:p w14:paraId="7B6E0E5E" w14:textId="77777777" w:rsidR="00730E5F" w:rsidRDefault="00730E5F" w:rsidP="00730E5F">
      <w:pPr>
        <w:pStyle w:val="SubStepAlpha"/>
      </w:pPr>
      <w:r>
        <w:t>Mettez sous tension tous les périphériques de la topologie.</w:t>
      </w:r>
    </w:p>
    <w:p w14:paraId="482A3199" w14:textId="77777777" w:rsidR="00730E5F" w:rsidRDefault="00730E5F" w:rsidP="00730E5F">
      <w:pPr>
        <w:pStyle w:val="Heading3"/>
      </w:pPr>
      <w:r>
        <w:t>Initialisez et redémarrez le routeur et le commutateur.</w:t>
      </w:r>
    </w:p>
    <w:p w14:paraId="23D451D7" w14:textId="77777777" w:rsidR="00730E5F" w:rsidRDefault="00730E5F" w:rsidP="003D7410">
      <w:pPr>
        <w:pStyle w:val="Heading2"/>
      </w:pPr>
      <w:r>
        <w:t>Configurer les périphériques et vérifier la connectivité</w:t>
      </w:r>
    </w:p>
    <w:p w14:paraId="0973571F" w14:textId="7CBFFAF2" w:rsidR="004A1F57" w:rsidRPr="004A1F57" w:rsidRDefault="00730E5F" w:rsidP="004A1F57">
      <w:pPr>
        <w:pStyle w:val="Heading3"/>
      </w:pPr>
      <w:r>
        <w:t>Configurer les interfaces des ordinateurs.</w:t>
      </w:r>
    </w:p>
    <w:p w14:paraId="7A0A2D6E" w14:textId="0786185F" w:rsidR="00730E5F" w:rsidRDefault="00730E5F" w:rsidP="004A1F57">
      <w:pPr>
        <w:pStyle w:val="SubStepAlpha"/>
        <w:spacing w:before="0"/>
      </w:pPr>
      <w:r>
        <w:t>Configurez l'adresse IP, le masque de sous-réseau et la passerelle par défaut sur PC-A.</w:t>
      </w:r>
      <w:r w:rsidR="00345E0D">
        <w:br/>
      </w:r>
    </w:p>
    <w:p w14:paraId="66EBA926" w14:textId="6B5A6FF6" w:rsidR="004A1F57" w:rsidRDefault="00730E5F" w:rsidP="004A1F57">
      <w:pPr>
        <w:pStyle w:val="SubStepAlpha"/>
      </w:pPr>
      <w:r>
        <w:t>Configurez l'adresse IP, le masque de sous-réseau et la passerelle par défaut sur le PC-B.</w:t>
      </w:r>
      <w:r w:rsidR="00345E0D">
        <w:br/>
      </w:r>
    </w:p>
    <w:p w14:paraId="3C538A6C" w14:textId="26694AEA" w:rsidR="00730E5F" w:rsidRDefault="00730E5F" w:rsidP="00A67B77">
      <w:pPr>
        <w:pStyle w:val="Heading3"/>
      </w:pPr>
      <w:r>
        <w:t>Configurez le routeur</w:t>
      </w:r>
    </w:p>
    <w:p w14:paraId="306BBCF7" w14:textId="11F44A52" w:rsidR="004A1F57" w:rsidRPr="004A1F57" w:rsidRDefault="004A1F57" w:rsidP="004A1F57">
      <w:pPr>
        <w:pStyle w:val="ConfigWindow"/>
      </w:pPr>
      <w:r>
        <w:t>Ouvrez la fenêtre de configuration.</w:t>
      </w:r>
    </w:p>
    <w:p w14:paraId="6BF2174A" w14:textId="41EAE4DB" w:rsidR="00730E5F" w:rsidRDefault="00730E5F" w:rsidP="004A1F57">
      <w:pPr>
        <w:pStyle w:val="SubStepAlpha"/>
        <w:spacing w:before="0"/>
      </w:pPr>
      <w:r>
        <w:t>Accédez au routeur par la console et activez le mode d'exécution privilégié.</w:t>
      </w:r>
      <w:r w:rsidR="00345E0D">
        <w:br/>
      </w:r>
    </w:p>
    <w:p w14:paraId="2A5532CF" w14:textId="09A2B448" w:rsidR="00730E5F" w:rsidRDefault="00730E5F" w:rsidP="00730E5F">
      <w:pPr>
        <w:pStyle w:val="SubStepAlpha"/>
      </w:pPr>
      <w:r>
        <w:t>Passez en mode de configuration.</w:t>
      </w:r>
      <w:r w:rsidR="00345E0D">
        <w:br/>
      </w:r>
    </w:p>
    <w:p w14:paraId="6AECD893" w14:textId="6053CB14" w:rsidR="00730E5F" w:rsidRDefault="00730E5F" w:rsidP="00730E5F">
      <w:pPr>
        <w:pStyle w:val="SubStepAlpha"/>
      </w:pPr>
      <w:r>
        <w:t>Attribuez un nom de l'appareil au routeur.</w:t>
      </w:r>
      <w:r w:rsidR="00345E0D">
        <w:br/>
      </w:r>
    </w:p>
    <w:p w14:paraId="1E333311" w14:textId="7738FD21" w:rsidR="00730E5F" w:rsidRPr="00060CF5" w:rsidRDefault="00730E5F" w:rsidP="00060CF5">
      <w:pPr>
        <w:pStyle w:val="SubStepAlpha"/>
      </w:pPr>
      <w:r>
        <w:t>Définissez le nom de domaine du routeur ccna-lab.com.</w:t>
      </w:r>
      <w:r w:rsidR="00345E0D">
        <w:br/>
      </w:r>
    </w:p>
    <w:p w14:paraId="42A7690E" w14:textId="1742C2D4" w:rsidR="00730E5F" w:rsidRDefault="00730E5F" w:rsidP="00060CF5">
      <w:pPr>
        <w:pStyle w:val="SubStepAlpha"/>
      </w:pPr>
      <w:r>
        <w:t>Désactivez la recherche DNS pour empêcher le routeur d'essayer de traduire les commandes saisies comme s'il s'agissait de noms d'hôtes.</w:t>
      </w:r>
      <w:r w:rsidR="00345E0D">
        <w:br/>
      </w:r>
    </w:p>
    <w:p w14:paraId="6DE8009A" w14:textId="5D54BF7B" w:rsidR="00730E5F" w:rsidRPr="00FA7BA1" w:rsidRDefault="00730E5F" w:rsidP="00FA7BA1">
      <w:pPr>
        <w:pStyle w:val="SubStepAlpha"/>
      </w:pPr>
      <w:r>
        <w:t>Cryptez les mots de passe en texte clair.</w:t>
      </w:r>
      <w:r w:rsidR="00345E0D">
        <w:br/>
      </w:r>
    </w:p>
    <w:p w14:paraId="62C704B9" w14:textId="3200A207" w:rsidR="00730E5F" w:rsidRDefault="00730E5F" w:rsidP="00FA7BA1">
      <w:pPr>
        <w:pStyle w:val="SubStepAlpha"/>
      </w:pPr>
      <w:r>
        <w:t>Configurez le système pour qu'il nécessite un mot de passe de 12 caractères minimum.</w:t>
      </w:r>
      <w:r w:rsidR="00345E0D">
        <w:br/>
      </w:r>
    </w:p>
    <w:p w14:paraId="79D6865E" w14:textId="60BF9D41" w:rsidR="00730E5F" w:rsidRDefault="00730E5F" w:rsidP="00FA7BA1">
      <w:pPr>
        <w:pStyle w:val="SubStepAlpha"/>
        <w:rPr>
          <w:bCs/>
        </w:rPr>
      </w:pPr>
      <w:r>
        <w:t xml:space="preserve">Configurez le nom d'utilisateur </w:t>
      </w:r>
      <w:proofErr w:type="spellStart"/>
      <w:r w:rsidRPr="00480F22">
        <w:rPr>
          <w:b/>
          <w:bCs/>
        </w:rPr>
        <w:t>SshAdmin</w:t>
      </w:r>
      <w:proofErr w:type="spellEnd"/>
      <w:r>
        <w:t xml:space="preserve"> avec un mot de passe crypté de </w:t>
      </w:r>
      <w:r>
        <w:rPr>
          <w:b/>
        </w:rPr>
        <w:t>55</w:t>
      </w:r>
      <w:proofErr w:type="gramStart"/>
      <w:r>
        <w:rPr>
          <w:b/>
        </w:rPr>
        <w:t>Hadm!n</w:t>
      </w:r>
      <w:proofErr w:type="gramEnd"/>
      <w:r>
        <w:rPr>
          <w:b/>
        </w:rPr>
        <w:t>2020</w:t>
      </w:r>
      <w:r w:rsidR="00345E0D">
        <w:rPr>
          <w:b/>
        </w:rPr>
        <w:br/>
      </w:r>
    </w:p>
    <w:p w14:paraId="7EB7B53F" w14:textId="003DDFCE" w:rsidR="00730E5F" w:rsidRDefault="00730E5F" w:rsidP="00FA7BA1">
      <w:pPr>
        <w:pStyle w:val="SubStepAlpha"/>
      </w:pPr>
      <w:r>
        <w:t>Générer un ensemble de clés de crypto avec un module de 1024 bits.</w:t>
      </w:r>
      <w:r w:rsidR="00345E0D">
        <w:br/>
      </w:r>
    </w:p>
    <w:p w14:paraId="7214BFEE" w14:textId="317F6B23" w:rsidR="00730E5F" w:rsidRPr="007A246E" w:rsidRDefault="00730E5F" w:rsidP="00FA7BA1">
      <w:pPr>
        <w:pStyle w:val="SubStepAlpha"/>
      </w:pPr>
      <w:r>
        <w:t xml:space="preserve">Définissez le mot de passe EXEC privilégié sur </w:t>
      </w:r>
      <w:r>
        <w:rPr>
          <w:b/>
        </w:rPr>
        <w:t>$</w:t>
      </w:r>
      <w:proofErr w:type="spellStart"/>
      <w:proofErr w:type="gramStart"/>
      <w:r>
        <w:rPr>
          <w:b/>
        </w:rPr>
        <w:t>cisco!PRIV</w:t>
      </w:r>
      <w:proofErr w:type="spellEnd"/>
      <w:proofErr w:type="gramEnd"/>
      <w:r>
        <w:rPr>
          <w:b/>
        </w:rPr>
        <w:t>*</w:t>
      </w:r>
      <w:r w:rsidR="00345E0D">
        <w:rPr>
          <w:b/>
        </w:rPr>
        <w:br/>
      </w:r>
    </w:p>
    <w:p w14:paraId="1538544E" w14:textId="097B0DE2" w:rsidR="00730E5F" w:rsidRDefault="00730E5F" w:rsidP="00FA7BA1">
      <w:pPr>
        <w:pStyle w:val="SubStepAlpha"/>
      </w:pPr>
      <w:r>
        <w:t xml:space="preserve">Attribuez </w:t>
      </w:r>
      <w:r w:rsidRPr="00DB22AA">
        <w:rPr>
          <w:b/>
          <w:bCs/>
        </w:rPr>
        <w:t>$</w:t>
      </w:r>
      <w:proofErr w:type="spellStart"/>
      <w:proofErr w:type="gramStart"/>
      <w:r w:rsidRPr="00DB22AA">
        <w:rPr>
          <w:b/>
          <w:bCs/>
        </w:rPr>
        <w:t>cisco</w:t>
      </w:r>
      <w:proofErr w:type="spellEnd"/>
      <w:r w:rsidRPr="00DB22AA">
        <w:rPr>
          <w:b/>
          <w:bCs/>
        </w:rPr>
        <w:t>!!</w:t>
      </w:r>
      <w:proofErr w:type="gramEnd"/>
      <w:r w:rsidRPr="00DB22AA">
        <w:rPr>
          <w:b/>
          <w:bCs/>
        </w:rPr>
        <w:t>CON*</w:t>
      </w:r>
      <w:r>
        <w:t xml:space="preserve"> comme mot de passe de la console, configurez les sessions pour qu'ellesse déconnectent après quatre minutes d'inactivité et activez la connexion.</w:t>
      </w:r>
      <w:r w:rsidR="00345E0D">
        <w:br/>
      </w:r>
      <w:r w:rsidR="00345E0D">
        <w:br/>
      </w:r>
      <w:r w:rsidR="00345E0D">
        <w:br/>
      </w:r>
    </w:p>
    <w:p w14:paraId="6B180AAA" w14:textId="2AB3124B" w:rsidR="00730E5F" w:rsidRDefault="00730E5F" w:rsidP="00730E5F">
      <w:pPr>
        <w:pStyle w:val="SubStepAlpha"/>
      </w:pPr>
      <w:r>
        <w:t>Attribuez</w:t>
      </w:r>
      <w:r w:rsidRPr="00DB22AA">
        <w:rPr>
          <w:b/>
          <w:bCs/>
        </w:rPr>
        <w:t xml:space="preserve"> $</w:t>
      </w:r>
      <w:proofErr w:type="spellStart"/>
      <w:proofErr w:type="gramStart"/>
      <w:r w:rsidRPr="00DB22AA">
        <w:rPr>
          <w:b/>
          <w:bCs/>
        </w:rPr>
        <w:t>cisco</w:t>
      </w:r>
      <w:proofErr w:type="spellEnd"/>
      <w:r w:rsidRPr="00DB22AA">
        <w:rPr>
          <w:b/>
          <w:bCs/>
        </w:rPr>
        <w:t>!!</w:t>
      </w:r>
      <w:proofErr w:type="gramEnd"/>
      <w:r w:rsidRPr="00DB22AA">
        <w:rPr>
          <w:b/>
          <w:bCs/>
        </w:rPr>
        <w:t>VTY*</w:t>
      </w:r>
      <w:r>
        <w:t xml:space="preserve"> comme mot de passe vty, configurez les lignes vty pouraccepter uniquement les connexions SSH, configurez les sessions pour qu'elles se déconnectent après quarte minutesd'inactivité et activez la connexion à l'aide de la base de données locale.</w:t>
      </w:r>
      <w:r w:rsidR="00345E0D">
        <w:br/>
      </w:r>
      <w:r w:rsidR="00345E0D">
        <w:br/>
      </w:r>
      <w:r w:rsidR="00345E0D">
        <w:br/>
      </w:r>
    </w:p>
    <w:p w14:paraId="78A5C95B" w14:textId="77777777" w:rsidR="00730E5F" w:rsidRDefault="00730E5F" w:rsidP="00FA7BA1">
      <w:pPr>
        <w:pStyle w:val="SubStepAlpha"/>
      </w:pPr>
      <w:r>
        <w:t>Créez une bannière qui avertit quiconque d’accéder à l'appareil que tout accès non autorisé est interdit.</w:t>
      </w:r>
    </w:p>
    <w:p w14:paraId="7C7ABB9F" w14:textId="77777777" w:rsidR="00730E5F" w:rsidRDefault="00730E5F" w:rsidP="00730E5F">
      <w:pPr>
        <w:pStyle w:val="SubStepAlpha"/>
      </w:pPr>
      <w:r>
        <w:t>Activation du routage IPv6</w:t>
      </w:r>
    </w:p>
    <w:p w14:paraId="4AB541E5" w14:textId="404D0681" w:rsidR="00730E5F" w:rsidRDefault="00730E5F" w:rsidP="00730E5F">
      <w:pPr>
        <w:pStyle w:val="SubStepAlpha"/>
      </w:pPr>
      <w:r>
        <w:t>Configurez les trois interfaces du routeur avec les informations d'adressage IPv4 et IPv6 de la table d'adressage ci-dessus. Configurez les trois interfaces avec des descriptions. Activez les trois interfaces.</w:t>
      </w:r>
      <w:r w:rsidR="00345E0D">
        <w:br/>
      </w:r>
      <w:r w:rsidR="00345E0D">
        <w:br/>
      </w:r>
      <w:r w:rsidR="00345E0D">
        <w:br/>
      </w:r>
      <w:r w:rsidR="00345E0D">
        <w:br/>
      </w:r>
    </w:p>
    <w:p w14:paraId="7E1033EE" w14:textId="65FF629F" w:rsidR="00730E5F" w:rsidRDefault="00730E5F" w:rsidP="00730E5F">
      <w:pPr>
        <w:pStyle w:val="SubStepAlpha"/>
      </w:pPr>
      <w:r>
        <w:t>Le routeur ne doit pas autoriser les connexions vty pendant deux minutes si trois tentatives de connexion échouées se produisent dans 60 secondes.</w:t>
      </w:r>
      <w:r w:rsidR="00345E0D">
        <w:br/>
      </w:r>
    </w:p>
    <w:p w14:paraId="477C83C4" w14:textId="28CBE791" w:rsidR="00730E5F" w:rsidRDefault="00730E5F" w:rsidP="00730E5F">
      <w:pPr>
        <w:pStyle w:val="SubStepAlpha"/>
      </w:pPr>
      <w:r>
        <w:t>Réglez l'horloge sur le routeur.</w:t>
      </w:r>
      <w:r w:rsidR="00345E0D">
        <w:br/>
      </w:r>
    </w:p>
    <w:p w14:paraId="091E3E9E" w14:textId="11774CD9" w:rsidR="00730E5F" w:rsidRDefault="00730E5F" w:rsidP="00730E5F">
      <w:pPr>
        <w:pStyle w:val="SubStepAlpha"/>
      </w:pPr>
      <w:r>
        <w:t>Enregistrez la configuration en cours dans le fichier de configuration initiale.</w:t>
      </w:r>
      <w:r w:rsidR="00345E0D">
        <w:br/>
      </w:r>
    </w:p>
    <w:p w14:paraId="165FEEA4" w14:textId="39BF3018" w:rsidR="00730E5F" w:rsidRDefault="00E75F61" w:rsidP="00E75F61">
      <w:pPr>
        <w:pStyle w:val="Heading4"/>
      </w:pPr>
      <w:r>
        <w:t>Question :</w:t>
      </w:r>
    </w:p>
    <w:p w14:paraId="7952D421" w14:textId="77777777" w:rsidR="00730E5F" w:rsidRDefault="00730E5F" w:rsidP="00E75F61">
      <w:pPr>
        <w:pStyle w:val="BodyTextL50"/>
        <w:spacing w:before="0"/>
      </w:pPr>
      <w:r>
        <w:t xml:space="preserve">Quel serait le résultat du redémarrage du routeur avant l'exécution de la commande </w:t>
      </w:r>
      <w:r>
        <w:rPr>
          <w:b/>
        </w:rPr>
        <w:t>copy running-config startup-config </w:t>
      </w:r>
      <w:r>
        <w:t>?</w:t>
      </w:r>
    </w:p>
    <w:p w14:paraId="79A0EBEC" w14:textId="1D201734" w:rsidR="00730E5F" w:rsidRDefault="00E75F61" w:rsidP="00B7138E">
      <w:pPr>
        <w:pStyle w:val="AnswerLineL50"/>
        <w:spacing w:after="480"/>
      </w:pPr>
      <w:r>
        <w:t>Saisissez vos réponses ici</w:t>
      </w:r>
    </w:p>
    <w:p w14:paraId="1B39E51D" w14:textId="0F73EF60" w:rsidR="003D7410" w:rsidRPr="003D7410" w:rsidRDefault="003D7410" w:rsidP="003D7410">
      <w:pPr>
        <w:pStyle w:val="ConfigWindow"/>
      </w:pPr>
      <w:r>
        <w:t>Fermez la fenêtre de configuration.</w:t>
      </w:r>
    </w:p>
    <w:p w14:paraId="02BD7E3C" w14:textId="52DFFEA5" w:rsidR="003D7410" w:rsidRPr="003D7410" w:rsidRDefault="00730E5F" w:rsidP="003D7410">
      <w:pPr>
        <w:pStyle w:val="Heading3"/>
        <w:spacing w:before="120"/>
      </w:pPr>
      <w:r>
        <w:t>Vérifiez la connectivité du réseau.</w:t>
      </w:r>
    </w:p>
    <w:p w14:paraId="45C41A6E" w14:textId="77777777" w:rsidR="00730E5F" w:rsidRDefault="00730E5F" w:rsidP="003D7410">
      <w:pPr>
        <w:pStyle w:val="SubStepAlpha"/>
        <w:spacing w:before="0"/>
      </w:pPr>
      <w:r>
        <w:t>À l'aide de la ligne de commande de PC-A, envoyez une requête ping aux adresses IPv4 et IPv6 pour PC-B.</w:t>
      </w:r>
    </w:p>
    <w:p w14:paraId="0F36CC73" w14:textId="77777777" w:rsidR="00730E5F" w:rsidRDefault="00730E5F" w:rsidP="00730E5F">
      <w:pPr>
        <w:pStyle w:val="BodyTextL25"/>
      </w:pPr>
      <w:r>
        <w:t>Remarque:</w:t>
      </w:r>
      <w:r>
        <w:rPr>
          <w:b/>
        </w:rPr>
        <w:t xml:space="preserve"> il peut être nécessaire de désactiver le pare-feu des PC.</w:t>
      </w:r>
    </w:p>
    <w:p w14:paraId="44DD5505" w14:textId="77777777" w:rsidR="00E75F61" w:rsidRDefault="00E75F61" w:rsidP="00E75F61">
      <w:pPr>
        <w:pStyle w:val="Heading4"/>
      </w:pPr>
      <w:r>
        <w:t>Question:</w:t>
      </w:r>
    </w:p>
    <w:p w14:paraId="5DECC6FE" w14:textId="77777777" w:rsidR="00E75F61" w:rsidRDefault="00730E5F" w:rsidP="00E75F61">
      <w:pPr>
        <w:pStyle w:val="BodyTextL50"/>
        <w:spacing w:before="0"/>
      </w:pPr>
      <w:r>
        <w:t>Les requêtes ping ont-elles abouti?</w:t>
      </w:r>
    </w:p>
    <w:p w14:paraId="26B513AB" w14:textId="3E3C5302" w:rsidR="00E75F61" w:rsidRDefault="00E75F61" w:rsidP="00E75F61">
      <w:pPr>
        <w:pStyle w:val="AnswerLineL50"/>
      </w:pPr>
      <w:r>
        <w:t>Saisissez vos réponses ici</w:t>
      </w:r>
    </w:p>
    <w:p w14:paraId="015A6B0E" w14:textId="1A10924E" w:rsidR="00730E5F" w:rsidRDefault="00730E5F" w:rsidP="003D7410">
      <w:pPr>
        <w:pStyle w:val="SubStepAlpha"/>
        <w:spacing w:before="0"/>
      </w:pPr>
      <w:r>
        <w:t>Accédez à distance à R1 à partir de PC-A à l'aide du client SSH de Tera Term.</w:t>
      </w:r>
    </w:p>
    <w:p w14:paraId="04C9B72E" w14:textId="2EBC1461" w:rsidR="00730E5F" w:rsidRDefault="00730E5F" w:rsidP="003D7410">
      <w:pPr>
        <w:pStyle w:val="BodyTextL50"/>
        <w:spacing w:before="0"/>
      </w:pPr>
      <w:r>
        <w:t xml:space="preserve">À l'aide de Tera Term sur PC-A, ouvrez une session SSH sur l'adresse IPv4 de l'interface de bouclage R1. Assurez-vous que la case d'option </w:t>
      </w:r>
      <w:r w:rsidRPr="00E66CAC">
        <w:rPr>
          <w:b/>
        </w:rPr>
        <w:t>SSH</w:t>
      </w:r>
      <w:r>
        <w:t xml:space="preserve"> est sélectionnée et cliquez sur </w:t>
      </w:r>
      <w:r>
        <w:rPr>
          <w:b/>
        </w:rPr>
        <w:t>OK</w:t>
      </w:r>
      <w:r>
        <w:t xml:space="preserve"> pour vous connecter au routeur. Connectez-vous en tant que </w:t>
      </w:r>
      <w:r>
        <w:rPr>
          <w:b/>
        </w:rPr>
        <w:t>SSHadmin</w:t>
      </w:r>
      <w:r>
        <w:t xml:space="preserve"> wavec le mot de passe</w:t>
      </w:r>
      <w:r>
        <w:rPr>
          <w:b/>
        </w:rPr>
        <w:t xml:space="preserve"> 55Hadm!n2020</w:t>
      </w:r>
      <w:r>
        <w:t>.</w:t>
      </w:r>
    </w:p>
    <w:p w14:paraId="498510F1" w14:textId="4A2A3150" w:rsidR="00730E5F" w:rsidRDefault="00E75F61" w:rsidP="00E75F61">
      <w:pPr>
        <w:pStyle w:val="Heading4"/>
      </w:pPr>
      <w:r>
        <w:t>Question:</w:t>
      </w:r>
    </w:p>
    <w:p w14:paraId="2882B482" w14:textId="77777777" w:rsidR="00E75F61" w:rsidRDefault="00730E5F" w:rsidP="00E75F61">
      <w:pPr>
        <w:pStyle w:val="SubStepAlpha"/>
        <w:numPr>
          <w:ilvl w:val="0"/>
          <w:numId w:val="0"/>
        </w:numPr>
        <w:spacing w:before="0"/>
        <w:ind w:left="720"/>
      </w:pPr>
      <w:r>
        <w:t>L'accès distant a-t-il abouti?</w:t>
      </w:r>
    </w:p>
    <w:p w14:paraId="2967B07C" w14:textId="4182A9F4" w:rsidR="00E75F61" w:rsidRDefault="00E75F61" w:rsidP="00E75F61">
      <w:pPr>
        <w:pStyle w:val="AnswerLineL50"/>
      </w:pPr>
      <w:r>
        <w:t>Saisissez vos réponses ici</w:t>
      </w:r>
    </w:p>
    <w:p w14:paraId="24C3B306" w14:textId="7E00260E" w:rsidR="00730E5F" w:rsidRPr="00642D6A" w:rsidRDefault="00730E5F" w:rsidP="00730E5F">
      <w:pPr>
        <w:pStyle w:val="BodyTextL50"/>
      </w:pPr>
      <w:r>
        <w:t xml:space="preserve">À l'aide de </w:t>
      </w:r>
      <w:proofErr w:type="spellStart"/>
      <w:r>
        <w:t>Tera</w:t>
      </w:r>
      <w:proofErr w:type="spellEnd"/>
      <w:r>
        <w:t xml:space="preserve"> Term sur PC-A, ouvrez une session SSH sur l'adresse IPv6 de l'interface boucle avec retour R1. Assurez-vous que la case d'option </w:t>
      </w:r>
      <w:r w:rsidRPr="00E66CAC">
        <w:rPr>
          <w:b/>
        </w:rPr>
        <w:t>SSH</w:t>
      </w:r>
      <w:r>
        <w:t xml:space="preserve"> est sélectionnée et cliquez sur </w:t>
      </w:r>
      <w:r>
        <w:rPr>
          <w:b/>
        </w:rPr>
        <w:t>OK</w:t>
      </w:r>
      <w:r>
        <w:t xml:space="preserve"> pour vous connecter au routeur. Connectez-vous en tant que </w:t>
      </w:r>
      <w:r>
        <w:rPr>
          <w:b/>
        </w:rPr>
        <w:t>SSHadmin</w:t>
      </w:r>
      <w:r>
        <w:t xml:space="preserve"> wavec le mot de passe</w:t>
      </w:r>
      <w:r>
        <w:rPr>
          <w:b/>
        </w:rPr>
        <w:t xml:space="preserve"> 55Hadm!n2020</w:t>
      </w:r>
      <w:r>
        <w:t xml:space="preserve">. </w:t>
      </w:r>
      <w:r w:rsidR="00642D6A">
        <w:rPr>
          <w:b/>
        </w:rPr>
        <w:t>Remarque</w:t>
      </w:r>
      <w:r>
        <w:t>: L'adresse IPv6 doit être entourée de crochets, c'est-à-dire [</w:t>
      </w:r>
      <w:r w:rsidR="00642D6A">
        <w:rPr>
          <w:i/>
        </w:rPr>
        <w:t>IPv6 address</w:t>
      </w:r>
      <w:r>
        <w:t>]</w:t>
      </w:r>
    </w:p>
    <w:p w14:paraId="02B7B304" w14:textId="55EE0D1A" w:rsidR="00730E5F" w:rsidRDefault="00E75F61" w:rsidP="00E75F61">
      <w:pPr>
        <w:pStyle w:val="Heading4"/>
      </w:pPr>
      <w:r>
        <w:t>Questions :</w:t>
      </w:r>
    </w:p>
    <w:p w14:paraId="2AFC0397" w14:textId="77777777" w:rsidR="00E75F61" w:rsidRDefault="00730E5F" w:rsidP="00E75F61">
      <w:pPr>
        <w:pStyle w:val="SubStepAlpha"/>
        <w:numPr>
          <w:ilvl w:val="0"/>
          <w:numId w:val="0"/>
        </w:numPr>
        <w:spacing w:before="0"/>
        <w:ind w:left="720"/>
      </w:pPr>
      <w:r>
        <w:t>L'accès distant a-t-il abouti?</w:t>
      </w:r>
    </w:p>
    <w:p w14:paraId="0D14A691" w14:textId="4B93EAC8" w:rsidR="00E75F61" w:rsidRPr="00E75F61" w:rsidRDefault="00E75F61" w:rsidP="00E75F61">
      <w:pPr>
        <w:pStyle w:val="AnswerLineL50"/>
      </w:pPr>
      <w:r>
        <w:t>Saisissez vos réponses ici</w:t>
      </w:r>
    </w:p>
    <w:p w14:paraId="4BC77790" w14:textId="77777777" w:rsidR="00730E5F" w:rsidRPr="007D176E" w:rsidRDefault="00730E5F" w:rsidP="00730E5F">
      <w:pPr>
        <w:pStyle w:val="BodyTextL50"/>
      </w:pPr>
      <w:r>
        <w:t>Pourquoi le protocole Telnet est-il considéré comme un risque de sécurité ?</w:t>
      </w:r>
    </w:p>
    <w:p w14:paraId="3E42A58E" w14:textId="30B545BD" w:rsidR="00730E5F" w:rsidRPr="007D176E" w:rsidRDefault="00E75F61" w:rsidP="00E75F61">
      <w:pPr>
        <w:pStyle w:val="AnswerLineL50"/>
      </w:pPr>
      <w:r>
        <w:t>Saisissez vos réponses ici</w:t>
      </w:r>
    </w:p>
    <w:p w14:paraId="38F24CBE" w14:textId="77777777" w:rsidR="00730E5F" w:rsidRDefault="00730E5F" w:rsidP="003D7410">
      <w:pPr>
        <w:pStyle w:val="Heading2"/>
      </w:pPr>
      <w:r>
        <w:t>Afficher les informations du routeur</w:t>
      </w:r>
    </w:p>
    <w:p w14:paraId="4276F7A1" w14:textId="77777777" w:rsidR="00730E5F" w:rsidRDefault="00730E5F" w:rsidP="00730E5F">
      <w:pPr>
        <w:pStyle w:val="BodyTextL25"/>
      </w:pPr>
      <w:r>
        <w:t xml:space="preserve">Dans la Partie 3, vous allez utiliser des commandes </w:t>
      </w:r>
      <w:r w:rsidRPr="001B76C8">
        <w:rPr>
          <w:b/>
        </w:rPr>
        <w:t>show</w:t>
      </w:r>
      <w:r>
        <w:t xml:space="preserve"> à partir d'une session SSH en vue de récupérer des informations du routeur.</w:t>
      </w:r>
    </w:p>
    <w:p w14:paraId="6906B6D3" w14:textId="77777777" w:rsidR="00730E5F" w:rsidRDefault="00730E5F" w:rsidP="00730E5F">
      <w:pPr>
        <w:pStyle w:val="Heading3"/>
      </w:pPr>
      <w:r>
        <w:t>Établissez une session SSH avec R1.</w:t>
      </w:r>
    </w:p>
    <w:p w14:paraId="41A0A69A" w14:textId="77777777" w:rsidR="00730E5F" w:rsidRDefault="00730E5F" w:rsidP="00730E5F">
      <w:pPr>
        <w:pStyle w:val="BodyTextL25"/>
      </w:pPr>
      <w:r>
        <w:t>À l'aide de Tera Term sur PC-B, ouvrez une session SSH sur l'adresse IPv6 de l'interface boucle avec retour R1 aet connectez-vous en tant que</w:t>
      </w:r>
      <w:r>
        <w:rPr>
          <w:b/>
        </w:rPr>
        <w:t>SSHadmin</w:t>
      </w:r>
      <w:r>
        <w:t xml:space="preserve"> avec le mot de passe </w:t>
      </w:r>
      <w:r>
        <w:rPr>
          <w:b/>
        </w:rPr>
        <w:t>55Hadm!n2020</w:t>
      </w:r>
      <w:r>
        <w:t>.</w:t>
      </w:r>
    </w:p>
    <w:p w14:paraId="4B2435A4" w14:textId="77777777" w:rsidR="00730E5F" w:rsidRDefault="00730E5F" w:rsidP="00730E5F">
      <w:pPr>
        <w:pStyle w:val="Heading3"/>
      </w:pPr>
      <w:r>
        <w:t>Récupérez les informations matérielles et logicielles importantes.</w:t>
      </w:r>
    </w:p>
    <w:p w14:paraId="270E9501" w14:textId="2283FDFC" w:rsidR="00A67B77" w:rsidRDefault="00730E5F" w:rsidP="00A67B77">
      <w:pPr>
        <w:pStyle w:val="SubStepAlpha"/>
      </w:pPr>
      <w:r>
        <w:t xml:space="preserve">Utilisez la commande </w:t>
      </w:r>
      <w:r w:rsidRPr="007E284F">
        <w:rPr>
          <w:b/>
        </w:rPr>
        <w:t>show version</w:t>
      </w:r>
      <w:r>
        <w:t xml:space="preserve"> pour répondre aux questions sur le routeur.</w:t>
      </w:r>
    </w:p>
    <w:p w14:paraId="0676B2CE" w14:textId="0E8A7570" w:rsidR="00E75F61" w:rsidRDefault="00E75F61" w:rsidP="00E75F61">
      <w:pPr>
        <w:pStyle w:val="Heading4"/>
      </w:pPr>
      <w:proofErr w:type="gramStart"/>
      <w:r>
        <w:t>Questions:</w:t>
      </w:r>
      <w:proofErr w:type="gramEnd"/>
    </w:p>
    <w:p w14:paraId="03EABD23" w14:textId="6EE5F1B6" w:rsidR="00730E5F" w:rsidRDefault="00730E5F" w:rsidP="00E75F61">
      <w:pPr>
        <w:pStyle w:val="BodyTextL50"/>
        <w:spacing w:before="0"/>
      </w:pPr>
      <w:r>
        <w:t>Quel est le nom de l'image IOS exécutée par le routeur?</w:t>
      </w:r>
    </w:p>
    <w:p w14:paraId="5F669D10" w14:textId="5BB15F9E" w:rsidR="00730E5F" w:rsidRDefault="00383A42" w:rsidP="00383A42">
      <w:pPr>
        <w:pStyle w:val="AnswerLineL50"/>
      </w:pPr>
      <w:r>
        <w:t>Saisissez vos réponses ici</w:t>
      </w:r>
    </w:p>
    <w:p w14:paraId="0166EA9E" w14:textId="77777777" w:rsidR="00730E5F" w:rsidRDefault="00730E5F" w:rsidP="00730E5F">
      <w:pPr>
        <w:pStyle w:val="BodyTextL50"/>
      </w:pPr>
      <w:r>
        <w:t>Quelle quantité de mémoire vive non volatile (NVRAM) le routeur possède-t-</w:t>
      </w:r>
      <w:proofErr w:type="gramStart"/>
      <w:r>
        <w:t>il?</w:t>
      </w:r>
      <w:proofErr w:type="gramEnd"/>
    </w:p>
    <w:p w14:paraId="01E0AEE2" w14:textId="77777777" w:rsidR="00383A42" w:rsidRDefault="00383A42" w:rsidP="00383A42">
      <w:pPr>
        <w:pStyle w:val="AnswerLineL50"/>
      </w:pPr>
      <w:r>
        <w:t>Saisissez vos réponses ici</w:t>
      </w:r>
    </w:p>
    <w:p w14:paraId="64290546" w14:textId="77777777" w:rsidR="00730E5F" w:rsidRDefault="00730E5F" w:rsidP="00730E5F">
      <w:pPr>
        <w:pStyle w:val="BodyTextL50"/>
      </w:pPr>
      <w:r>
        <w:t>Quelle quantité de mémoire Flash le routeur possède-t-</w:t>
      </w:r>
      <w:proofErr w:type="gramStart"/>
      <w:r>
        <w:t>il?</w:t>
      </w:r>
      <w:proofErr w:type="gramEnd"/>
    </w:p>
    <w:p w14:paraId="23A1D391" w14:textId="77777777" w:rsidR="00383A42" w:rsidRDefault="00383A42" w:rsidP="00383A42">
      <w:pPr>
        <w:pStyle w:val="AnswerLineL50"/>
      </w:pPr>
      <w:r>
        <w:t>Saisissez vos réponses ici</w:t>
      </w:r>
    </w:p>
    <w:p w14:paraId="14F96341" w14:textId="77777777" w:rsidR="00730E5F" w:rsidRPr="00AD0AB4" w:rsidRDefault="00730E5F" w:rsidP="00730E5F">
      <w:pPr>
        <w:pStyle w:val="SubStepAlpha"/>
        <w:rPr>
          <w:shd w:val="clear" w:color="auto" w:fill="BFBFBF"/>
        </w:rPr>
      </w:pPr>
      <w:r>
        <w:t xml:space="preserve">Les commandes </w:t>
      </w:r>
      <w:r w:rsidRPr="00655844">
        <w:rPr>
          <w:b/>
        </w:rPr>
        <w:t>show</w:t>
      </w:r>
      <w:r>
        <w:t xml:space="preserve"> fournissent souvent plusieurs écrans de résultats. Le filtrage des résultats permet à un utilisateur de n'afficher que certaines sections de ces résultats. Pour activer la commande de filtrage, entrez un caractère de barre verticale (</w:t>
      </w:r>
      <w:r w:rsidRPr="00E6793A">
        <w:rPr>
          <w:b/>
        </w:rPr>
        <w:t>|</w:t>
      </w:r>
      <w:r>
        <w:t>) après une commande</w:t>
      </w:r>
      <w:r w:rsidRPr="00E6793A">
        <w:rPr>
          <w:b/>
        </w:rPr>
        <w:t xml:space="preserve"> show</w:t>
      </w:r>
      <w:r>
        <w:t xml:space="preserve">, suivi d'un paramètre et d'une expression de filtrage. Vous pouvez faire correspondre le résultat avec l'instruction de filtrage à l'aide du mot-clé </w:t>
      </w:r>
      <w:r>
        <w:rPr>
          <w:b/>
        </w:rPr>
        <w:t>include</w:t>
      </w:r>
      <w:r>
        <w:t xml:space="preserve"> afin d'afficher toutes les lignes du résultat qui contiennent l'expression de filtrage. Filtrez la commande </w:t>
      </w:r>
      <w:r>
        <w:rPr>
          <w:b/>
        </w:rPr>
        <w:t xml:space="preserve">show version </w:t>
      </w:r>
      <w:r>
        <w:t xml:space="preserve">en utilisant </w:t>
      </w:r>
      <w:r>
        <w:rPr>
          <w:b/>
        </w:rPr>
        <w:t xml:space="preserve">show version | include register </w:t>
      </w:r>
      <w:r>
        <w:t>pour répondre à la question ci-dessous.</w:t>
      </w:r>
    </w:p>
    <w:p w14:paraId="5DAE97F9" w14:textId="3E61AC7C" w:rsidR="00730E5F" w:rsidRDefault="00345E0D" w:rsidP="00730E5F">
      <w:pPr>
        <w:pStyle w:val="BodyTextL50"/>
      </w:pPr>
      <w:r>
        <w:br/>
      </w:r>
      <w:r w:rsidR="00730E5F">
        <w:t xml:space="preserve">Quel est le processus de démarrage du routeur lors du prochain </w:t>
      </w:r>
      <w:proofErr w:type="gramStart"/>
      <w:r w:rsidR="00730E5F">
        <w:t>redémarrage?</w:t>
      </w:r>
      <w:proofErr w:type="gramEnd"/>
    </w:p>
    <w:p w14:paraId="6E625A3A" w14:textId="77777777" w:rsidR="00383A42" w:rsidRDefault="00383A42" w:rsidP="00A67B77">
      <w:pPr>
        <w:pStyle w:val="AnswerLineL50"/>
        <w:spacing w:after="720"/>
      </w:pPr>
      <w:r>
        <w:t>Saisissez vos réponses ici</w:t>
      </w:r>
    </w:p>
    <w:p w14:paraId="3A0FD2AA" w14:textId="77777777" w:rsidR="00730E5F" w:rsidRDefault="00730E5F" w:rsidP="00730E5F">
      <w:pPr>
        <w:pStyle w:val="Heading3"/>
      </w:pPr>
      <w:r>
        <w:t>Affichez la configuration initiale.</w:t>
      </w:r>
    </w:p>
    <w:p w14:paraId="0C118CD1" w14:textId="08CB0CF6" w:rsidR="00730E5F" w:rsidRDefault="00730E5F" w:rsidP="00730E5F">
      <w:pPr>
        <w:pStyle w:val="BodyTextL25"/>
      </w:pPr>
      <w:r>
        <w:t xml:space="preserve">Utilisez la commande </w:t>
      </w:r>
      <w:r>
        <w:rPr>
          <w:b/>
        </w:rPr>
        <w:t xml:space="preserve">show startup-config </w:t>
      </w:r>
      <w:r>
        <w:t>sur le routeur pour répondre aux questions ci-dessous.</w:t>
      </w:r>
      <w:r w:rsidR="00345E0D">
        <w:br/>
      </w:r>
      <w:r w:rsidR="00345E0D">
        <w:br/>
      </w:r>
    </w:p>
    <w:p w14:paraId="5E7FFEB7" w14:textId="77777777" w:rsidR="00730E5F" w:rsidRDefault="00730E5F" w:rsidP="00730E5F">
      <w:pPr>
        <w:pStyle w:val="BodyTextL50"/>
      </w:pPr>
      <w:r>
        <w:t xml:space="preserve">Comment les mots de passe sont-ils présentés dans les </w:t>
      </w:r>
      <w:proofErr w:type="gramStart"/>
      <w:r>
        <w:t>résultats?</w:t>
      </w:r>
      <w:proofErr w:type="gramEnd"/>
    </w:p>
    <w:p w14:paraId="4E2C6213" w14:textId="77777777" w:rsidR="00383A42" w:rsidRDefault="00383A42" w:rsidP="00383A42">
      <w:pPr>
        <w:pStyle w:val="AnswerLineL50"/>
      </w:pPr>
      <w:r>
        <w:t>Saisissez vos réponses ici</w:t>
      </w:r>
    </w:p>
    <w:p w14:paraId="004A8795" w14:textId="70BCF7B4" w:rsidR="00730E5F" w:rsidRDefault="00730E5F" w:rsidP="00730E5F">
      <w:pPr>
        <w:pStyle w:val="BodyTextL50"/>
      </w:pPr>
      <w:r>
        <w:t xml:space="preserve">Utilisez la commande </w:t>
      </w:r>
      <w:r>
        <w:rPr>
          <w:b/>
        </w:rPr>
        <w:t xml:space="preserve">show startup-config | section </w:t>
      </w:r>
      <w:proofErr w:type="spellStart"/>
      <w:r>
        <w:rPr>
          <w:b/>
        </w:rPr>
        <w:t>vty</w:t>
      </w:r>
      <w:proofErr w:type="spellEnd"/>
      <w:r>
        <w:t>.</w:t>
      </w:r>
      <w:r w:rsidR="00345E0D">
        <w:br/>
      </w:r>
    </w:p>
    <w:p w14:paraId="62A739D1" w14:textId="1C77B964" w:rsidR="00730E5F" w:rsidRDefault="00730E5F" w:rsidP="00730E5F">
      <w:pPr>
        <w:pStyle w:val="BodyTextL50"/>
      </w:pPr>
      <w:r>
        <w:t xml:space="preserve">Quel est le résultat de l'exécution de cette </w:t>
      </w:r>
      <w:proofErr w:type="gramStart"/>
      <w:r>
        <w:t>commande?</w:t>
      </w:r>
      <w:proofErr w:type="gramEnd"/>
      <w:r w:rsidR="00345E0D">
        <w:br/>
      </w:r>
    </w:p>
    <w:p w14:paraId="06CF6E75" w14:textId="77777777" w:rsidR="00383A42" w:rsidRDefault="00383A42" w:rsidP="00A67B77">
      <w:pPr>
        <w:pStyle w:val="AnswerLineL50"/>
        <w:spacing w:after="360"/>
      </w:pPr>
      <w:r>
        <w:t>Saisissez vos réponses ici</w:t>
      </w:r>
    </w:p>
    <w:p w14:paraId="1304A662" w14:textId="77777777" w:rsidR="00730E5F" w:rsidRDefault="00730E5F" w:rsidP="00730E5F">
      <w:pPr>
        <w:pStyle w:val="Heading3"/>
      </w:pPr>
      <w:r>
        <w:t>Affichez la table de routage sur le routeur.</w:t>
      </w:r>
    </w:p>
    <w:p w14:paraId="346FA7B6" w14:textId="572AE917" w:rsidR="00730E5F" w:rsidRDefault="00730E5F" w:rsidP="00730E5F">
      <w:pPr>
        <w:pStyle w:val="BodyTextL25"/>
      </w:pPr>
      <w:r>
        <w:t xml:space="preserve">Utilisez la commande </w:t>
      </w:r>
      <w:r>
        <w:rPr>
          <w:b/>
        </w:rPr>
        <w:t>show ip route</w:t>
      </w:r>
      <w:r>
        <w:t xml:space="preserve"> sur le routeur pour répondre aux questions ci-dessous.</w:t>
      </w:r>
      <w:r w:rsidR="00345E0D">
        <w:br/>
      </w:r>
      <w:r w:rsidR="00345E0D">
        <w:br/>
      </w:r>
    </w:p>
    <w:p w14:paraId="65630222" w14:textId="71379A93" w:rsidR="00383A42" w:rsidRDefault="00383A42" w:rsidP="00383A42">
      <w:pPr>
        <w:pStyle w:val="Heading4"/>
      </w:pPr>
      <w:r>
        <w:t>Questions :</w:t>
      </w:r>
    </w:p>
    <w:p w14:paraId="1D7D4B67" w14:textId="1DCD3B27" w:rsidR="00730E5F" w:rsidRDefault="00730E5F" w:rsidP="00383A42">
      <w:pPr>
        <w:pStyle w:val="BodyTextL25"/>
        <w:spacing w:before="0"/>
      </w:pPr>
      <w:r>
        <w:t>Quel code est utilisé dans la table de routage pour indiquer un réseau connecté directement?</w:t>
      </w:r>
    </w:p>
    <w:p w14:paraId="6BA115C6" w14:textId="77777777" w:rsidR="00383A42" w:rsidRDefault="00383A42" w:rsidP="00B7138E">
      <w:pPr>
        <w:pStyle w:val="AnswerLineL25"/>
        <w:spacing w:after="240"/>
      </w:pPr>
      <w:r>
        <w:t>Saisissez vos réponses ici</w:t>
      </w:r>
    </w:p>
    <w:p w14:paraId="38F5CC70" w14:textId="77777777" w:rsidR="00383A42" w:rsidRDefault="00730E5F" w:rsidP="00730E5F">
      <w:pPr>
        <w:pStyle w:val="BodyTextL25"/>
      </w:pPr>
      <w:r>
        <w:t xml:space="preserve">Combien d'entrées de route sont codées avec un code C dans la table de </w:t>
      </w:r>
      <w:proofErr w:type="gramStart"/>
      <w:r>
        <w:t>routage?</w:t>
      </w:r>
      <w:proofErr w:type="gramEnd"/>
    </w:p>
    <w:p w14:paraId="1F808BC7" w14:textId="77777777" w:rsidR="00383A42" w:rsidRDefault="00383A42" w:rsidP="00383A42">
      <w:pPr>
        <w:pStyle w:val="AnswerLineL25"/>
      </w:pPr>
      <w:r>
        <w:t>Saisissez vos réponses ici</w:t>
      </w:r>
    </w:p>
    <w:p w14:paraId="239FFE11" w14:textId="77777777" w:rsidR="00730E5F" w:rsidRDefault="00730E5F" w:rsidP="00730E5F">
      <w:pPr>
        <w:pStyle w:val="Heading3"/>
      </w:pPr>
      <w:r>
        <w:t>Affichez la liste récapitulative des interfaces sur le routeur.</w:t>
      </w:r>
    </w:p>
    <w:p w14:paraId="4BE2A51F" w14:textId="77777777" w:rsidR="00730E5F" w:rsidRPr="004C7749" w:rsidRDefault="00730E5F" w:rsidP="00555E01">
      <w:pPr>
        <w:pStyle w:val="SubStepAlpha"/>
      </w:pPr>
      <w:r>
        <w:t xml:space="preserve">Utilisez la commande </w:t>
      </w:r>
      <w:r>
        <w:rPr>
          <w:b/>
        </w:rPr>
        <w:t>show ip interface brief</w:t>
      </w:r>
      <w:r>
        <w:t xml:space="preserve"> sur le routeur pour répondre à la question ci-dessous.</w:t>
      </w:r>
    </w:p>
    <w:p w14:paraId="32FB60E2" w14:textId="184F571B" w:rsidR="00730E5F" w:rsidRPr="00345E0D" w:rsidRDefault="00345E0D" w:rsidP="001B57C3">
      <w:pPr>
        <w:pStyle w:val="CMDOutputRed"/>
        <w:rPr>
          <w:lang w:val="en-US"/>
        </w:rPr>
      </w:pPr>
      <w:r>
        <w:rPr>
          <w:lang w:val="en-US"/>
        </w:rPr>
        <w:br/>
      </w:r>
      <w:r>
        <w:rPr>
          <w:lang w:val="en-US"/>
        </w:rPr>
        <w:br/>
      </w:r>
    </w:p>
    <w:p w14:paraId="70C09D68" w14:textId="517375D5" w:rsidR="00730E5F" w:rsidRPr="00345E0D" w:rsidRDefault="00383A42" w:rsidP="00383A42">
      <w:pPr>
        <w:pStyle w:val="Heading4"/>
        <w:rPr>
          <w:lang w:val="en-US"/>
        </w:rPr>
      </w:pPr>
      <w:proofErr w:type="gramStart"/>
      <w:r w:rsidRPr="00345E0D">
        <w:rPr>
          <w:lang w:val="en-US"/>
        </w:rPr>
        <w:t>Question :</w:t>
      </w:r>
      <w:proofErr w:type="gramEnd"/>
    </w:p>
    <w:p w14:paraId="2863A0C9" w14:textId="77777777" w:rsidR="00730E5F" w:rsidRDefault="00730E5F" w:rsidP="00383A42">
      <w:pPr>
        <w:pStyle w:val="BodyTextL50"/>
        <w:spacing w:before="0"/>
      </w:pPr>
      <w:r>
        <w:t>Quelle commande a modifié l'état des ports Gigabit Ethernet depuis administratively "down" à "up</w:t>
      </w:r>
      <w:proofErr w:type="gramStart"/>
      <w:r>
        <w:t>"?</w:t>
      </w:r>
      <w:proofErr w:type="gramEnd"/>
    </w:p>
    <w:p w14:paraId="24310559" w14:textId="77777777" w:rsidR="00383A42" w:rsidRDefault="00383A42" w:rsidP="00383A42">
      <w:pPr>
        <w:pStyle w:val="AnswerLineL50"/>
      </w:pPr>
      <w:r>
        <w:t>Saisissez vos réponses ici</w:t>
      </w:r>
    </w:p>
    <w:p w14:paraId="0B762548" w14:textId="68D4B800" w:rsidR="00730E5F" w:rsidRDefault="00730E5F" w:rsidP="00383A42">
      <w:pPr>
        <w:pStyle w:val="SubStepAlpha"/>
        <w:numPr>
          <w:ilvl w:val="2"/>
          <w:numId w:val="15"/>
        </w:numPr>
      </w:pPr>
      <w:r>
        <w:t xml:space="preserve">Exécutez la commande </w:t>
      </w:r>
      <w:r>
        <w:rPr>
          <w:b/>
        </w:rPr>
        <w:t>show ipv6 int brief</w:t>
      </w:r>
      <w:r>
        <w:t xml:space="preserve"> afin de vérifier les paramètres IPv6 sur R1.</w:t>
      </w:r>
      <w:r w:rsidR="00345E0D">
        <w:br/>
      </w:r>
      <w:r w:rsidR="00345E0D">
        <w:br/>
      </w:r>
      <w:r w:rsidR="00345E0D">
        <w:br/>
      </w:r>
    </w:p>
    <w:p w14:paraId="640FD77A" w14:textId="5F37F78A" w:rsidR="00730E5F" w:rsidRDefault="00730E5F" w:rsidP="003F7CD6">
      <w:pPr>
        <w:pStyle w:val="BodyTextL50"/>
        <w:spacing w:before="0"/>
      </w:pPr>
      <w:r>
        <w:t>Que nous révèlent les résultats [up/up</w:t>
      </w:r>
      <w:proofErr w:type="gramStart"/>
      <w:r>
        <w:t>]?</w:t>
      </w:r>
      <w:proofErr w:type="gramEnd"/>
    </w:p>
    <w:p w14:paraId="3F7C60DC" w14:textId="11A18665" w:rsidR="00730E5F" w:rsidRDefault="00383A42" w:rsidP="00B7138E">
      <w:pPr>
        <w:pStyle w:val="AnswerLineL50"/>
        <w:spacing w:after="240"/>
      </w:pPr>
      <w:r>
        <w:t>Saisissez vos réponses ici</w:t>
      </w:r>
    </w:p>
    <w:p w14:paraId="13B85360" w14:textId="77777777" w:rsidR="00730E5F" w:rsidRDefault="00730E5F" w:rsidP="00730E5F">
      <w:pPr>
        <w:pStyle w:val="SubStepAlpha"/>
        <w:numPr>
          <w:ilvl w:val="2"/>
          <w:numId w:val="15"/>
        </w:numPr>
      </w:pPr>
      <w:r>
        <w:t xml:space="preserve">Sur PC-B, modifiez sa configuration afin qu'il n'ait plus d'adresse IPv6 statique. Vous devrez peut-être redémarrer l'ordinateur. Exécutez la commande </w:t>
      </w:r>
      <w:r>
        <w:rPr>
          <w:b/>
        </w:rPr>
        <w:t xml:space="preserve">ipconfig </w:t>
      </w:r>
      <w:r>
        <w:t>sur PC-B afin d'examiner la configuration IPv6.</w:t>
      </w:r>
    </w:p>
    <w:p w14:paraId="47AB3174" w14:textId="04490687" w:rsidR="003F7CD6" w:rsidRDefault="003F7CD6" w:rsidP="003F7CD6">
      <w:pPr>
        <w:pStyle w:val="Heading4"/>
      </w:pPr>
      <w:r>
        <w:t>Questions :</w:t>
      </w:r>
    </w:p>
    <w:p w14:paraId="2163527C" w14:textId="10C744E8" w:rsidR="00730E5F" w:rsidRDefault="00730E5F" w:rsidP="003F7CD6">
      <w:pPr>
        <w:pStyle w:val="BodyTextL50"/>
        <w:spacing w:before="0"/>
      </w:pPr>
      <w:r>
        <w:t>Quelle est l'adresse IPv6 attribuée à PC-B ?</w:t>
      </w:r>
    </w:p>
    <w:p w14:paraId="0482644C" w14:textId="77777777" w:rsidR="00383A42" w:rsidRDefault="00383A42" w:rsidP="00383A42">
      <w:pPr>
        <w:pStyle w:val="AnswerLineL50"/>
      </w:pPr>
      <w:r>
        <w:t>Saisissez vos réponses ici</w:t>
      </w:r>
    </w:p>
    <w:p w14:paraId="569BBF04" w14:textId="77777777" w:rsidR="003F7CD6" w:rsidRDefault="00730E5F" w:rsidP="00730E5F">
      <w:pPr>
        <w:pStyle w:val="BodyTextL50"/>
      </w:pPr>
      <w:r>
        <w:t>Quelle est la passerelle par défaut attribuée à PC-B ?</w:t>
      </w:r>
    </w:p>
    <w:p w14:paraId="6BD1877C" w14:textId="5C29484E" w:rsidR="003F7CD6" w:rsidRDefault="003F7CD6" w:rsidP="003F7CD6">
      <w:pPr>
        <w:pStyle w:val="AnswerLineL50"/>
      </w:pPr>
      <w:r>
        <w:t>Saisissez vos réponses ici</w:t>
      </w:r>
    </w:p>
    <w:p w14:paraId="287AFDF5" w14:textId="77777777" w:rsidR="003F7CD6" w:rsidRDefault="00730E5F" w:rsidP="00730E5F">
      <w:pPr>
        <w:pStyle w:val="BodyTextL50"/>
      </w:pPr>
      <w:r>
        <w:t>Envoyez une requête ping à partir de PC-B à l'adresse link-local de la passerelle par défaut de R1. A-t-elle abouti?</w:t>
      </w:r>
    </w:p>
    <w:p w14:paraId="2E0DDA7B" w14:textId="1B09B93E" w:rsidR="003F7CD6" w:rsidRDefault="003F7CD6" w:rsidP="003F7CD6">
      <w:pPr>
        <w:pStyle w:val="AnswerLineL50"/>
      </w:pPr>
      <w:r>
        <w:t>Saisissez vos réponses ici</w:t>
      </w:r>
    </w:p>
    <w:p w14:paraId="52C72CAC" w14:textId="77777777" w:rsidR="003F7CD6" w:rsidRDefault="00730E5F" w:rsidP="00730E5F">
      <w:pPr>
        <w:pStyle w:val="BodyTextL50"/>
      </w:pPr>
      <w:r>
        <w:t xml:space="preserve">Envoyez une requête ping à partir de PC-B à l'adresse de monodiffusion IPv6 </w:t>
      </w:r>
      <w:proofErr w:type="gramStart"/>
      <w:r>
        <w:t>2001:</w:t>
      </w:r>
      <w:proofErr w:type="gramEnd"/>
      <w:r>
        <w:t>db8:acad::1 de R1. A-t-elle abouti?</w:t>
      </w:r>
    </w:p>
    <w:p w14:paraId="1093FB47" w14:textId="0734C1D1" w:rsidR="003F7CD6" w:rsidRDefault="003F7CD6" w:rsidP="003F7CD6">
      <w:pPr>
        <w:pStyle w:val="AnswerLineL50"/>
      </w:pPr>
      <w:r>
        <w:t>Saisissez vos réponses ici</w:t>
      </w:r>
    </w:p>
    <w:p w14:paraId="404CE189" w14:textId="77777777" w:rsidR="00730E5F" w:rsidRDefault="00730E5F" w:rsidP="00655412">
      <w:pPr>
        <w:pStyle w:val="Heading1"/>
      </w:pPr>
      <w:r>
        <w:t>Questions de réflexion</w:t>
      </w:r>
    </w:p>
    <w:p w14:paraId="60752341" w14:textId="77777777" w:rsidR="00730E5F" w:rsidRDefault="00730E5F" w:rsidP="003F7CD6">
      <w:pPr>
        <w:pStyle w:val="ReflectionQ"/>
      </w:pPr>
      <w:r>
        <w:t xml:space="preserve">Lors de la recherche d'un problème de connectivité réseau, un technicien suspecte qu'une interface n'a pas été activée. Quelle commande </w:t>
      </w:r>
      <w:r w:rsidRPr="00ED4482">
        <w:rPr>
          <w:b/>
        </w:rPr>
        <w:t>show</w:t>
      </w:r>
      <w:r>
        <w:t xml:space="preserve"> le technicien pourrait-il utiliser pour dépanner ce problème ?</w:t>
      </w:r>
    </w:p>
    <w:p w14:paraId="08D65054" w14:textId="74B89E32" w:rsidR="00730E5F" w:rsidRDefault="003F7CD6" w:rsidP="00B7138E">
      <w:pPr>
        <w:pStyle w:val="AnswerLineL25"/>
        <w:spacing w:after="480"/>
      </w:pPr>
      <w:r>
        <w:t>Saisissez vos réponses ici</w:t>
      </w:r>
    </w:p>
    <w:p w14:paraId="0F702139" w14:textId="77777777" w:rsidR="00730E5F" w:rsidRDefault="00730E5F" w:rsidP="003F7CD6">
      <w:pPr>
        <w:pStyle w:val="ReflectionQ"/>
      </w:pPr>
      <w:r>
        <w:t xml:space="preserve">Lors de la recherche d'un problème de connectivité réseau, un technicien suspecte qu'un masque de sous-réseau incorrect a été attribué à une interface. Quelle commande </w:t>
      </w:r>
      <w:r w:rsidRPr="00E154D6">
        <w:rPr>
          <w:b/>
        </w:rPr>
        <w:t>show</w:t>
      </w:r>
      <w:r>
        <w:t xml:space="preserve"> le technicien pourrait-il utiliser pour dépanner ce problème ?</w:t>
      </w:r>
    </w:p>
    <w:p w14:paraId="5BB738EF" w14:textId="3E06F136" w:rsidR="00730E5F" w:rsidRDefault="003F7CD6" w:rsidP="00B7138E">
      <w:pPr>
        <w:pStyle w:val="AnswerLineL25"/>
        <w:spacing w:after="480"/>
      </w:pPr>
      <w:r>
        <w:t>Saisissez vos réponses ici</w:t>
      </w:r>
    </w:p>
    <w:p w14:paraId="46344F0E" w14:textId="77777777" w:rsidR="00730E5F" w:rsidRPr="004C0909" w:rsidRDefault="00730E5F" w:rsidP="00655412">
      <w:pPr>
        <w:pStyle w:val="Heading1"/>
      </w:pPr>
      <w:r>
        <w:t>Tableau récapitulatif des interfaces des routeurs</w:t>
      </w:r>
    </w:p>
    <w:tbl>
      <w:tblPr>
        <w:tblStyle w:val="LabTableStyle"/>
        <w:tblW w:w="10260" w:type="dxa"/>
        <w:tblLook w:val="04A0" w:firstRow="1" w:lastRow="0" w:firstColumn="1" w:lastColumn="0" w:noHBand="0" w:noVBand="1"/>
        <w:tblDescription w:val="Ce tableau donne le modèle d'interface routeur par routeur pour les interfaces Ethernet 1 et 2 ainsi que les interfaces série 1 et 2."/>
      </w:tblPr>
      <w:tblGrid>
        <w:gridCol w:w="1530"/>
        <w:gridCol w:w="2250"/>
        <w:gridCol w:w="2250"/>
        <w:gridCol w:w="2070"/>
        <w:gridCol w:w="2160"/>
      </w:tblGrid>
      <w:tr w:rsidR="00730E5F" w14:paraId="1FAACE0E" w14:textId="77777777" w:rsidTr="00730E5F">
        <w:trPr>
          <w:cnfStyle w:val="100000000000" w:firstRow="1" w:lastRow="0" w:firstColumn="0" w:lastColumn="0" w:oddVBand="0" w:evenVBand="0" w:oddHBand="0" w:evenHBand="0" w:firstRowFirstColumn="0" w:firstRowLastColumn="0" w:lastRowFirstColumn="0" w:lastRowLastColumn="0"/>
          <w:tblHeader/>
        </w:trPr>
        <w:tc>
          <w:tcPr>
            <w:tcW w:w="1530" w:type="dxa"/>
          </w:tcPr>
          <w:p w14:paraId="5FC9B56F" w14:textId="77777777" w:rsidR="00730E5F" w:rsidRPr="00763D8B" w:rsidRDefault="00730E5F" w:rsidP="00730E5F">
            <w:pPr>
              <w:pStyle w:val="TableHeading"/>
            </w:pPr>
            <w:r>
              <w:t>Modèle du routeur</w:t>
            </w:r>
          </w:p>
        </w:tc>
        <w:tc>
          <w:tcPr>
            <w:tcW w:w="2250" w:type="dxa"/>
          </w:tcPr>
          <w:p w14:paraId="58424BFF" w14:textId="77777777" w:rsidR="00730E5F" w:rsidRPr="00763D8B" w:rsidRDefault="00730E5F" w:rsidP="00730E5F">
            <w:pPr>
              <w:pStyle w:val="TableHeading"/>
            </w:pPr>
            <w:r>
              <w:t>Ethernet Interface #1</w:t>
            </w:r>
          </w:p>
        </w:tc>
        <w:tc>
          <w:tcPr>
            <w:tcW w:w="2250" w:type="dxa"/>
          </w:tcPr>
          <w:p w14:paraId="026A6C54" w14:textId="77777777" w:rsidR="00730E5F" w:rsidRPr="00763D8B" w:rsidRDefault="00730E5F" w:rsidP="00730E5F">
            <w:pPr>
              <w:pStyle w:val="TableHeading"/>
            </w:pPr>
            <w:r>
              <w:t>Ethernet Interface #2</w:t>
            </w:r>
          </w:p>
        </w:tc>
        <w:tc>
          <w:tcPr>
            <w:tcW w:w="2070" w:type="dxa"/>
          </w:tcPr>
          <w:p w14:paraId="47CA7B34" w14:textId="77777777" w:rsidR="00730E5F" w:rsidRPr="00763D8B" w:rsidRDefault="00730E5F" w:rsidP="00730E5F">
            <w:pPr>
              <w:pStyle w:val="TableHeading"/>
            </w:pPr>
            <w:r>
              <w:t>Serial Interface #1</w:t>
            </w:r>
          </w:p>
        </w:tc>
        <w:tc>
          <w:tcPr>
            <w:tcW w:w="2160" w:type="dxa"/>
          </w:tcPr>
          <w:p w14:paraId="3DE54592" w14:textId="77777777" w:rsidR="00730E5F" w:rsidRPr="00763D8B" w:rsidRDefault="00730E5F" w:rsidP="00730E5F">
            <w:pPr>
              <w:pStyle w:val="TableHeading"/>
            </w:pPr>
            <w:r>
              <w:t>Serial Interface #2</w:t>
            </w:r>
          </w:p>
        </w:tc>
      </w:tr>
      <w:tr w:rsidR="00730E5F" w14:paraId="38FF262E" w14:textId="77777777" w:rsidTr="00730E5F">
        <w:tc>
          <w:tcPr>
            <w:tcW w:w="1530" w:type="dxa"/>
          </w:tcPr>
          <w:p w14:paraId="76AFA4A8" w14:textId="77777777" w:rsidR="00730E5F" w:rsidRPr="009453F7" w:rsidRDefault="00730E5F" w:rsidP="00730E5F">
            <w:pPr>
              <w:pStyle w:val="TableText"/>
            </w:pPr>
            <w:r>
              <w:t>1800</w:t>
            </w:r>
          </w:p>
        </w:tc>
        <w:tc>
          <w:tcPr>
            <w:tcW w:w="2250" w:type="dxa"/>
          </w:tcPr>
          <w:p w14:paraId="4B4CBC5D" w14:textId="77777777" w:rsidR="00730E5F" w:rsidRPr="009453F7" w:rsidRDefault="00730E5F" w:rsidP="00730E5F">
            <w:pPr>
              <w:pStyle w:val="TableText"/>
            </w:pPr>
            <w:r>
              <w:t>Fast Ethernet 0/0 (F0/0)</w:t>
            </w:r>
          </w:p>
        </w:tc>
        <w:tc>
          <w:tcPr>
            <w:tcW w:w="2250" w:type="dxa"/>
          </w:tcPr>
          <w:p w14:paraId="59E31506" w14:textId="77777777" w:rsidR="00730E5F" w:rsidRPr="009453F7" w:rsidRDefault="00730E5F" w:rsidP="00730E5F">
            <w:pPr>
              <w:pStyle w:val="TableText"/>
            </w:pPr>
            <w:r>
              <w:t>Fast Ethernet 0/1 (F0/1)</w:t>
            </w:r>
          </w:p>
        </w:tc>
        <w:tc>
          <w:tcPr>
            <w:tcW w:w="2070" w:type="dxa"/>
          </w:tcPr>
          <w:p w14:paraId="77AA6DD4" w14:textId="77777777" w:rsidR="00730E5F" w:rsidRPr="009453F7" w:rsidRDefault="00730E5F" w:rsidP="00730E5F">
            <w:pPr>
              <w:pStyle w:val="TableText"/>
            </w:pPr>
            <w:r>
              <w:t>Serial 0/0/0 (S0/0/0)</w:t>
            </w:r>
          </w:p>
        </w:tc>
        <w:tc>
          <w:tcPr>
            <w:tcW w:w="2160" w:type="dxa"/>
          </w:tcPr>
          <w:p w14:paraId="6044585F" w14:textId="77777777" w:rsidR="00730E5F" w:rsidRPr="009453F7" w:rsidRDefault="00730E5F" w:rsidP="00730E5F">
            <w:pPr>
              <w:pStyle w:val="TableText"/>
            </w:pPr>
            <w:r>
              <w:t>Serial 0/0/1 (S0/0/1)</w:t>
            </w:r>
          </w:p>
        </w:tc>
      </w:tr>
      <w:tr w:rsidR="00730E5F" w14:paraId="08ED4028" w14:textId="77777777" w:rsidTr="00730E5F">
        <w:tc>
          <w:tcPr>
            <w:tcW w:w="1530" w:type="dxa"/>
          </w:tcPr>
          <w:p w14:paraId="2F687B3E" w14:textId="77777777" w:rsidR="00730E5F" w:rsidRPr="009453F7" w:rsidRDefault="00730E5F" w:rsidP="00730E5F">
            <w:pPr>
              <w:pStyle w:val="TableText"/>
            </w:pPr>
            <w:r>
              <w:t>1900</w:t>
            </w:r>
          </w:p>
        </w:tc>
        <w:tc>
          <w:tcPr>
            <w:tcW w:w="2250" w:type="dxa"/>
          </w:tcPr>
          <w:p w14:paraId="564CCCC5" w14:textId="77777777" w:rsidR="00730E5F" w:rsidRPr="009453F7" w:rsidRDefault="00730E5F" w:rsidP="00730E5F">
            <w:pPr>
              <w:pStyle w:val="TableText"/>
            </w:pPr>
            <w:r>
              <w:t>Gigabit Ethernet 0/0 (G0/0)</w:t>
            </w:r>
          </w:p>
        </w:tc>
        <w:tc>
          <w:tcPr>
            <w:tcW w:w="2250" w:type="dxa"/>
          </w:tcPr>
          <w:p w14:paraId="5B5873D6" w14:textId="77777777" w:rsidR="00730E5F" w:rsidRPr="009453F7" w:rsidRDefault="00730E5F" w:rsidP="00730E5F">
            <w:pPr>
              <w:pStyle w:val="TableText"/>
            </w:pPr>
            <w:r>
              <w:t>Gigabit Ethernet 0/1 (G0/1)</w:t>
            </w:r>
          </w:p>
        </w:tc>
        <w:tc>
          <w:tcPr>
            <w:tcW w:w="2070" w:type="dxa"/>
          </w:tcPr>
          <w:p w14:paraId="6B60C383" w14:textId="77777777" w:rsidR="00730E5F" w:rsidRPr="009453F7" w:rsidRDefault="00730E5F" w:rsidP="00730E5F">
            <w:pPr>
              <w:pStyle w:val="TableText"/>
            </w:pPr>
            <w:r>
              <w:t>Serial 0/0/0 (S0/0/0)</w:t>
            </w:r>
          </w:p>
        </w:tc>
        <w:tc>
          <w:tcPr>
            <w:tcW w:w="2160" w:type="dxa"/>
          </w:tcPr>
          <w:p w14:paraId="7A397292" w14:textId="77777777" w:rsidR="00730E5F" w:rsidRPr="009453F7" w:rsidRDefault="00730E5F" w:rsidP="00730E5F">
            <w:pPr>
              <w:pStyle w:val="TableText"/>
            </w:pPr>
            <w:r>
              <w:t>Serial 0/0/1 (S0/0/1)</w:t>
            </w:r>
          </w:p>
        </w:tc>
      </w:tr>
      <w:tr w:rsidR="00730E5F" w14:paraId="77BEED58" w14:textId="77777777" w:rsidTr="00730E5F">
        <w:tc>
          <w:tcPr>
            <w:tcW w:w="1530" w:type="dxa"/>
          </w:tcPr>
          <w:p w14:paraId="10C2EE6A" w14:textId="77777777" w:rsidR="00730E5F" w:rsidRPr="009453F7" w:rsidRDefault="00730E5F" w:rsidP="00730E5F">
            <w:pPr>
              <w:pStyle w:val="TableText"/>
            </w:pPr>
            <w:r>
              <w:t>2801</w:t>
            </w:r>
          </w:p>
        </w:tc>
        <w:tc>
          <w:tcPr>
            <w:tcW w:w="2250" w:type="dxa"/>
          </w:tcPr>
          <w:p w14:paraId="21410E9C" w14:textId="77777777" w:rsidR="00730E5F" w:rsidRPr="009453F7" w:rsidRDefault="00730E5F" w:rsidP="00730E5F">
            <w:pPr>
              <w:pStyle w:val="TableText"/>
            </w:pPr>
            <w:r>
              <w:t>Fast Ethernet 0/0 (F0/0)</w:t>
            </w:r>
          </w:p>
        </w:tc>
        <w:tc>
          <w:tcPr>
            <w:tcW w:w="2250" w:type="dxa"/>
          </w:tcPr>
          <w:p w14:paraId="57DA2FB1" w14:textId="77777777" w:rsidR="00730E5F" w:rsidRPr="009453F7" w:rsidRDefault="00730E5F" w:rsidP="00730E5F">
            <w:pPr>
              <w:pStyle w:val="TableText"/>
            </w:pPr>
            <w:r>
              <w:t>Fast Ethernet 0/1 (F0/1)</w:t>
            </w:r>
          </w:p>
        </w:tc>
        <w:tc>
          <w:tcPr>
            <w:tcW w:w="2070" w:type="dxa"/>
          </w:tcPr>
          <w:p w14:paraId="68647BE7" w14:textId="77777777" w:rsidR="00730E5F" w:rsidRPr="009453F7" w:rsidRDefault="00730E5F" w:rsidP="00730E5F">
            <w:pPr>
              <w:pStyle w:val="TableText"/>
            </w:pPr>
            <w:r>
              <w:t>Serial 0/1/0 (S0/1/0)</w:t>
            </w:r>
          </w:p>
        </w:tc>
        <w:tc>
          <w:tcPr>
            <w:tcW w:w="2160" w:type="dxa"/>
          </w:tcPr>
          <w:p w14:paraId="71F24E9E" w14:textId="77777777" w:rsidR="00730E5F" w:rsidRPr="009453F7" w:rsidRDefault="00730E5F" w:rsidP="00730E5F">
            <w:pPr>
              <w:pStyle w:val="TableText"/>
            </w:pPr>
            <w:r>
              <w:t>Serial 0/1/1 (S0/1/1)</w:t>
            </w:r>
          </w:p>
        </w:tc>
      </w:tr>
      <w:tr w:rsidR="00730E5F" w14:paraId="771041CB" w14:textId="77777777" w:rsidTr="00730E5F">
        <w:tc>
          <w:tcPr>
            <w:tcW w:w="1530" w:type="dxa"/>
          </w:tcPr>
          <w:p w14:paraId="72A4432D" w14:textId="77777777" w:rsidR="00730E5F" w:rsidRPr="009453F7" w:rsidRDefault="00730E5F" w:rsidP="00730E5F">
            <w:pPr>
              <w:pStyle w:val="TableText"/>
            </w:pPr>
            <w:r>
              <w:t>2811</w:t>
            </w:r>
          </w:p>
        </w:tc>
        <w:tc>
          <w:tcPr>
            <w:tcW w:w="2250" w:type="dxa"/>
          </w:tcPr>
          <w:p w14:paraId="22B1F914" w14:textId="77777777" w:rsidR="00730E5F" w:rsidRPr="009453F7" w:rsidRDefault="00730E5F" w:rsidP="00730E5F">
            <w:pPr>
              <w:pStyle w:val="TableText"/>
            </w:pPr>
            <w:r>
              <w:t>Fast Ethernet 0/0 (F0/0)</w:t>
            </w:r>
          </w:p>
        </w:tc>
        <w:tc>
          <w:tcPr>
            <w:tcW w:w="2250" w:type="dxa"/>
          </w:tcPr>
          <w:p w14:paraId="20AD451E" w14:textId="77777777" w:rsidR="00730E5F" w:rsidRPr="009453F7" w:rsidRDefault="00730E5F" w:rsidP="00730E5F">
            <w:pPr>
              <w:pStyle w:val="TableText"/>
            </w:pPr>
            <w:r>
              <w:t>Fast Ethernet 0/1 (F0/1)</w:t>
            </w:r>
          </w:p>
        </w:tc>
        <w:tc>
          <w:tcPr>
            <w:tcW w:w="2070" w:type="dxa"/>
          </w:tcPr>
          <w:p w14:paraId="32414300" w14:textId="77777777" w:rsidR="00730E5F" w:rsidRPr="009453F7" w:rsidRDefault="00730E5F" w:rsidP="00730E5F">
            <w:pPr>
              <w:pStyle w:val="TableText"/>
            </w:pPr>
            <w:r>
              <w:t>Serial 0/0/0 (S0/0/0)</w:t>
            </w:r>
          </w:p>
        </w:tc>
        <w:tc>
          <w:tcPr>
            <w:tcW w:w="2160" w:type="dxa"/>
          </w:tcPr>
          <w:p w14:paraId="0CB42C32" w14:textId="77777777" w:rsidR="00730E5F" w:rsidRPr="009453F7" w:rsidRDefault="00730E5F" w:rsidP="00730E5F">
            <w:pPr>
              <w:pStyle w:val="TableText"/>
            </w:pPr>
            <w:r>
              <w:t>Serial 0/0/1 (S0/0/1)</w:t>
            </w:r>
          </w:p>
        </w:tc>
      </w:tr>
      <w:tr w:rsidR="00730E5F" w14:paraId="331F7E2E" w14:textId="77777777" w:rsidTr="00730E5F">
        <w:tc>
          <w:tcPr>
            <w:tcW w:w="1530" w:type="dxa"/>
          </w:tcPr>
          <w:p w14:paraId="45B8FB76" w14:textId="77777777" w:rsidR="00730E5F" w:rsidRPr="009453F7" w:rsidRDefault="00730E5F" w:rsidP="00730E5F">
            <w:pPr>
              <w:pStyle w:val="TableText"/>
            </w:pPr>
            <w:r>
              <w:t>2900</w:t>
            </w:r>
          </w:p>
        </w:tc>
        <w:tc>
          <w:tcPr>
            <w:tcW w:w="2250" w:type="dxa"/>
          </w:tcPr>
          <w:p w14:paraId="6493BB4D" w14:textId="77777777" w:rsidR="00730E5F" w:rsidRPr="009453F7" w:rsidRDefault="00730E5F" w:rsidP="00730E5F">
            <w:pPr>
              <w:pStyle w:val="TableText"/>
            </w:pPr>
            <w:r>
              <w:t>Gigabit Ethernet 0/0 (G0/0)</w:t>
            </w:r>
          </w:p>
        </w:tc>
        <w:tc>
          <w:tcPr>
            <w:tcW w:w="2250" w:type="dxa"/>
          </w:tcPr>
          <w:p w14:paraId="12856639" w14:textId="77777777" w:rsidR="00730E5F" w:rsidRPr="009453F7" w:rsidRDefault="00730E5F" w:rsidP="00730E5F">
            <w:pPr>
              <w:pStyle w:val="TableText"/>
            </w:pPr>
            <w:r>
              <w:t>Gigabit Ethernet 0/1 (G0/1)</w:t>
            </w:r>
          </w:p>
        </w:tc>
        <w:tc>
          <w:tcPr>
            <w:tcW w:w="2070" w:type="dxa"/>
          </w:tcPr>
          <w:p w14:paraId="22AF45BE" w14:textId="77777777" w:rsidR="00730E5F" w:rsidRPr="009453F7" w:rsidRDefault="00730E5F" w:rsidP="00730E5F">
            <w:pPr>
              <w:pStyle w:val="TableText"/>
            </w:pPr>
            <w:r>
              <w:t>Serial 0/0/0 (S0/0/0)</w:t>
            </w:r>
          </w:p>
        </w:tc>
        <w:tc>
          <w:tcPr>
            <w:tcW w:w="2160" w:type="dxa"/>
          </w:tcPr>
          <w:p w14:paraId="391343DE" w14:textId="77777777" w:rsidR="00730E5F" w:rsidRPr="009453F7" w:rsidRDefault="00730E5F" w:rsidP="00730E5F">
            <w:pPr>
              <w:pStyle w:val="TableText"/>
            </w:pPr>
            <w:r>
              <w:t>Serial 0/0/1 (S0/0/1)</w:t>
            </w:r>
          </w:p>
        </w:tc>
      </w:tr>
      <w:tr w:rsidR="00730E5F" w14:paraId="24B3235F" w14:textId="77777777" w:rsidTr="00730E5F">
        <w:tc>
          <w:tcPr>
            <w:tcW w:w="1530" w:type="dxa"/>
          </w:tcPr>
          <w:p w14:paraId="5A387F14" w14:textId="77777777" w:rsidR="00730E5F" w:rsidRPr="009453F7" w:rsidRDefault="00730E5F" w:rsidP="00730E5F">
            <w:pPr>
              <w:pStyle w:val="TableText"/>
            </w:pPr>
            <w:r>
              <w:t>4221</w:t>
            </w:r>
          </w:p>
        </w:tc>
        <w:tc>
          <w:tcPr>
            <w:tcW w:w="2250" w:type="dxa"/>
          </w:tcPr>
          <w:p w14:paraId="44701056" w14:textId="77777777" w:rsidR="00730E5F" w:rsidRPr="009453F7" w:rsidRDefault="00730E5F" w:rsidP="00730E5F">
            <w:pPr>
              <w:pStyle w:val="TableText"/>
            </w:pPr>
            <w:r>
              <w:t>Gigabit Ethernet 0/0/0 (G0/0/0)</w:t>
            </w:r>
          </w:p>
        </w:tc>
        <w:tc>
          <w:tcPr>
            <w:tcW w:w="2250" w:type="dxa"/>
          </w:tcPr>
          <w:p w14:paraId="1A2F8691" w14:textId="77777777" w:rsidR="00730E5F" w:rsidRPr="009453F7" w:rsidRDefault="00730E5F" w:rsidP="00730E5F">
            <w:pPr>
              <w:pStyle w:val="TableText"/>
            </w:pPr>
            <w:r>
              <w:t>Gigabit Ethernet 0/0/1 (G0/0/1)</w:t>
            </w:r>
          </w:p>
        </w:tc>
        <w:tc>
          <w:tcPr>
            <w:tcW w:w="2070" w:type="dxa"/>
          </w:tcPr>
          <w:p w14:paraId="2C4A1B8E" w14:textId="77777777" w:rsidR="00730E5F" w:rsidRPr="009453F7" w:rsidRDefault="00730E5F" w:rsidP="00730E5F">
            <w:pPr>
              <w:pStyle w:val="TableText"/>
            </w:pPr>
            <w:r>
              <w:t>Serial 0/1/0 (S0/1/0)</w:t>
            </w:r>
          </w:p>
        </w:tc>
        <w:tc>
          <w:tcPr>
            <w:tcW w:w="2160" w:type="dxa"/>
          </w:tcPr>
          <w:p w14:paraId="320FD6E0" w14:textId="77777777" w:rsidR="00730E5F" w:rsidRPr="009453F7" w:rsidRDefault="00730E5F" w:rsidP="00730E5F">
            <w:pPr>
              <w:pStyle w:val="TableText"/>
            </w:pPr>
            <w:r>
              <w:t>Serial 0/1/1 (S0/1/1)</w:t>
            </w:r>
          </w:p>
        </w:tc>
      </w:tr>
      <w:tr w:rsidR="00730E5F" w14:paraId="100F3292" w14:textId="77777777" w:rsidTr="00730E5F">
        <w:tc>
          <w:tcPr>
            <w:tcW w:w="1530" w:type="dxa"/>
          </w:tcPr>
          <w:p w14:paraId="0760BEBE" w14:textId="77777777" w:rsidR="00730E5F" w:rsidRDefault="00730E5F" w:rsidP="00730E5F">
            <w:pPr>
              <w:pStyle w:val="TableText"/>
            </w:pPr>
            <w:r>
              <w:t>4300</w:t>
            </w:r>
          </w:p>
        </w:tc>
        <w:tc>
          <w:tcPr>
            <w:tcW w:w="2250" w:type="dxa"/>
          </w:tcPr>
          <w:p w14:paraId="25824096" w14:textId="77777777" w:rsidR="00730E5F" w:rsidRPr="009453F7" w:rsidRDefault="00730E5F" w:rsidP="00730E5F">
            <w:pPr>
              <w:pStyle w:val="TableText"/>
            </w:pPr>
            <w:r>
              <w:t>Gigabit Ethernet 0/0/0 (G0/0/0)</w:t>
            </w:r>
          </w:p>
        </w:tc>
        <w:tc>
          <w:tcPr>
            <w:tcW w:w="2250" w:type="dxa"/>
          </w:tcPr>
          <w:p w14:paraId="10F491DD" w14:textId="77777777" w:rsidR="00730E5F" w:rsidRPr="009453F7" w:rsidRDefault="00730E5F" w:rsidP="00730E5F">
            <w:pPr>
              <w:pStyle w:val="TableText"/>
            </w:pPr>
            <w:r>
              <w:t>Gigabit Ethernet 0/0/1 (G0/0/1)</w:t>
            </w:r>
          </w:p>
        </w:tc>
        <w:tc>
          <w:tcPr>
            <w:tcW w:w="2070" w:type="dxa"/>
          </w:tcPr>
          <w:p w14:paraId="118C76D2" w14:textId="77777777" w:rsidR="00730E5F" w:rsidRDefault="00730E5F" w:rsidP="00730E5F">
            <w:pPr>
              <w:pStyle w:val="TableText"/>
            </w:pPr>
            <w:r>
              <w:t>Serial 0/1/0 (S0/1/0)</w:t>
            </w:r>
          </w:p>
        </w:tc>
        <w:tc>
          <w:tcPr>
            <w:tcW w:w="2160" w:type="dxa"/>
          </w:tcPr>
          <w:p w14:paraId="54B71E38" w14:textId="77777777" w:rsidR="00730E5F" w:rsidRDefault="00730E5F" w:rsidP="00730E5F">
            <w:pPr>
              <w:pStyle w:val="TableText"/>
            </w:pPr>
            <w:r>
              <w:t>Serial 0/1/1 (S0/1/1)</w:t>
            </w:r>
          </w:p>
        </w:tc>
      </w:tr>
    </w:tbl>
    <w:p w14:paraId="3213D7EB" w14:textId="2E0015C6" w:rsidR="00730E5F" w:rsidRDefault="00730E5F" w:rsidP="00730E5F">
      <w:pPr>
        <w:pStyle w:val="BodyText"/>
      </w:pPr>
      <w:r>
        <w:rPr>
          <w:b/>
        </w:rPr>
        <w:t>Remarque</w:t>
      </w:r>
      <w:r>
        <w:t>: Pour savoir comment le routeur est configuré, observez les interfaces afin d'identifier le type de routeur ainsi que le nombre d'interfaces qu'il comporte. Il n'existe aucun moyen de répertorier efficacement toutes les combinaisons de configurations pour chaque classe de routeur. Ce tableau inclut les identifiants des combinaisons possibles des interfaces Ethernet et série dans le périphérique. Ce tableau ne comporte aucun autre type d'interface, même si un routeur particulier peut en contenir un. L’exemple de l’interface ISDN BRI peut illustrer ceci. La chaîne de caractères entre parenthèses est l'abréviation normalisée qui permet de représenter l'interface dans les commandes de Cisco IOS.</w:t>
      </w:r>
    </w:p>
    <w:p w14:paraId="545023FF" w14:textId="1D0AFA3E" w:rsidR="003F7CD6" w:rsidRPr="00603503" w:rsidRDefault="003F7CD6" w:rsidP="003F7CD6">
      <w:pPr>
        <w:pStyle w:val="ConfigWindow"/>
      </w:pPr>
      <w:r>
        <w:t>Fin du document</w:t>
      </w:r>
    </w:p>
    <w:sectPr w:rsidR="003F7CD6" w:rsidRPr="0060350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54575" w14:textId="77777777" w:rsidR="00DC15A5" w:rsidRDefault="00DC15A5" w:rsidP="00710659">
      <w:pPr>
        <w:spacing w:after="0" w:line="240" w:lineRule="auto"/>
      </w:pPr>
      <w:r>
        <w:separator/>
      </w:r>
    </w:p>
    <w:p w14:paraId="50C6888C" w14:textId="77777777" w:rsidR="00DC15A5" w:rsidRDefault="00DC15A5"/>
  </w:endnote>
  <w:endnote w:type="continuationSeparator" w:id="0">
    <w:p w14:paraId="734C2406" w14:textId="77777777" w:rsidR="00DC15A5" w:rsidRDefault="00DC15A5" w:rsidP="00710659">
      <w:pPr>
        <w:spacing w:after="0" w:line="240" w:lineRule="auto"/>
      </w:pPr>
      <w:r>
        <w:continuationSeparator/>
      </w:r>
    </w:p>
    <w:p w14:paraId="4B0EE5B4" w14:textId="77777777" w:rsidR="00DC15A5" w:rsidRDefault="00DC15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BCCB6" w14:textId="77777777" w:rsidR="00060CF5" w:rsidRDefault="00060C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8A9E9" w14:textId="09D82DB9" w:rsidR="00060CF5" w:rsidRPr="00882B63" w:rsidRDefault="00060CF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345E0D">
      <w:rPr>
        <w:noProof/>
      </w:rPr>
      <w:t>aaaa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38903" w14:textId="5B429380" w:rsidR="00060CF5" w:rsidRPr="00882B63" w:rsidRDefault="00060CF5"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345E0D">
      <w:rPr>
        <w:noProof/>
      </w:rPr>
      <w:t>aaaa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3949D" w14:textId="77777777" w:rsidR="00DC15A5" w:rsidRDefault="00DC15A5" w:rsidP="00710659">
      <w:pPr>
        <w:spacing w:after="0" w:line="240" w:lineRule="auto"/>
      </w:pPr>
      <w:r>
        <w:separator/>
      </w:r>
    </w:p>
    <w:p w14:paraId="44795547" w14:textId="77777777" w:rsidR="00DC15A5" w:rsidRDefault="00DC15A5"/>
  </w:footnote>
  <w:footnote w:type="continuationSeparator" w:id="0">
    <w:p w14:paraId="31FDF5FD" w14:textId="77777777" w:rsidR="00DC15A5" w:rsidRDefault="00DC15A5" w:rsidP="00710659">
      <w:pPr>
        <w:spacing w:after="0" w:line="240" w:lineRule="auto"/>
      </w:pPr>
      <w:r>
        <w:continuationSeparator/>
      </w:r>
    </w:p>
    <w:p w14:paraId="76D2C0DA" w14:textId="77777777" w:rsidR="00DC15A5" w:rsidRDefault="00DC15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3699D" w14:textId="77777777" w:rsidR="00060CF5" w:rsidRDefault="00060C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9589775487054FB1A3A6F5DD5F20D3C9"/>
      </w:placeholder>
      <w:dataBinding w:prefixMappings="xmlns:ns0='http://purl.org/dc/elements/1.1/' xmlns:ns1='http://schemas.openxmlformats.org/package/2006/metadata/core-properties' " w:xpath="/ns1:coreProperties[1]/ns0:title[1]" w:storeItemID="{6C3C8BC8-F283-45AE-878A-BAB7291924A1}"/>
      <w:text/>
    </w:sdtPr>
    <w:sdtEndPr/>
    <w:sdtContent>
      <w:p w14:paraId="7DD4309C" w14:textId="77777777" w:rsidR="00060CF5" w:rsidRDefault="00060CF5" w:rsidP="008402F2">
        <w:pPr>
          <w:pStyle w:val="PageHead"/>
        </w:pPr>
        <w:r>
          <w:t>Travaux pratiques - Configurer les paramètres de base du routeur</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9A2CB" w14:textId="77777777" w:rsidR="00060CF5" w:rsidRDefault="00060CF5" w:rsidP="006C3FCF">
    <w:pPr>
      <w:ind w:left="-288"/>
    </w:pPr>
    <w:r>
      <w:rPr>
        <w:noProof/>
      </w:rPr>
      <w:drawing>
        <wp:inline distT="0" distB="0" distL="0" distR="0" wp14:anchorId="3892A003" wp14:editId="6C11744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5998ACB2"/>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661EE2D0"/>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3306F80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45A1C74"/>
    <w:multiLevelType w:val="hybridMultilevel"/>
    <w:tmpl w:val="75BE86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lvlOverride w:ilvl="0">
      <w:lvl w:ilvl="0">
        <w:start w:val="1"/>
        <w:numFmt w:val="decimal"/>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num>
  <w:num w:numId="10">
    <w:abstractNumId w:val="3"/>
    <w:lvlOverride w:ilvl="0">
      <w:lvl w:ilvl="0">
        <w:start w:val="1"/>
        <w:numFmt w:val="decimal"/>
        <w:lvlText w:val="Partie %1 :"/>
        <w:lvlJc w:val="left"/>
        <w:pPr>
          <w:tabs>
            <w:tab w:val="num" w:pos="1080"/>
          </w:tabs>
          <w:ind w:left="1080" w:hanging="1080"/>
        </w:pPr>
        <w:rPr>
          <w:rFonts w:cs="Times New Roman"/>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startOverride w:val="1"/>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8"/>
  </w:num>
  <w:num w:numId="13">
    <w:abstractNumId w:val="3"/>
    <w:lvlOverride w:ilvl="0">
      <w:startOverride w:val="1"/>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2"/>
      <w:lvl w:ilvl="2">
        <w:start w:val="2"/>
        <w:numFmt w:val="lowerLetter"/>
        <w:lvlText w:val="%3."/>
        <w:lvlJc w:val="left"/>
        <w:pPr>
          <w:tabs>
            <w:tab w:val="num" w:pos="720"/>
          </w:tabs>
          <w:ind w:left="720" w:hanging="360"/>
        </w:pPr>
        <w:rPr>
          <w:rFonts w:hint="default"/>
        </w:rPr>
      </w:lvl>
    </w:lvlOverride>
  </w:num>
  <w:num w:numId="14">
    <w:abstractNumId w:val="3"/>
  </w:num>
  <w:num w:numId="15">
    <w:abstractNumId w:val="3"/>
    <w:lvlOverride w:ilvl="0">
      <w:startOverride w:val="1"/>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2"/>
      <w:lvl w:ilvl="2">
        <w:start w:val="2"/>
        <w:numFmt w:val="lowerLetter"/>
        <w:lvlText w:val="%3."/>
        <w:lvlJc w:val="left"/>
        <w:pPr>
          <w:tabs>
            <w:tab w:val="num" w:pos="720"/>
          </w:tabs>
          <w:ind w:left="720" w:hanging="360"/>
        </w:pPr>
        <w:rPr>
          <w:rFonts w:hint="default"/>
        </w:rPr>
      </w:lvl>
    </w:lvlOverride>
  </w:num>
  <w:num w:numId="16">
    <w:abstractNumId w:val="3"/>
    <w:lvlOverride w:ilvl="0">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3"/>
    <w:lvlOverride w:ilvl="0"/>
  </w:num>
  <w:num w:numId="1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B7A"/>
    <w:rsid w:val="00001BDF"/>
    <w:rsid w:val="0000380F"/>
    <w:rsid w:val="00004175"/>
    <w:rsid w:val="000059C9"/>
    <w:rsid w:val="00012C22"/>
    <w:rsid w:val="000160F7"/>
    <w:rsid w:val="00016B1E"/>
    <w:rsid w:val="00016D5B"/>
    <w:rsid w:val="00016F30"/>
    <w:rsid w:val="0002047C"/>
    <w:rsid w:val="00021B9A"/>
    <w:rsid w:val="000242D6"/>
    <w:rsid w:val="00024EE5"/>
    <w:rsid w:val="00030656"/>
    <w:rsid w:val="00041AF6"/>
    <w:rsid w:val="00044E62"/>
    <w:rsid w:val="00050BA4"/>
    <w:rsid w:val="0005141D"/>
    <w:rsid w:val="00051738"/>
    <w:rsid w:val="0005242B"/>
    <w:rsid w:val="00052548"/>
    <w:rsid w:val="00060696"/>
    <w:rsid w:val="00060CF5"/>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0B51"/>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57C3"/>
    <w:rsid w:val="001B67D8"/>
    <w:rsid w:val="001B6F95"/>
    <w:rsid w:val="001C05A1"/>
    <w:rsid w:val="001C1D9E"/>
    <w:rsid w:val="001C4EFF"/>
    <w:rsid w:val="001C5998"/>
    <w:rsid w:val="001C7C3B"/>
    <w:rsid w:val="001D5B6F"/>
    <w:rsid w:val="001D6978"/>
    <w:rsid w:val="001E0AB8"/>
    <w:rsid w:val="001E3855"/>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5CF8"/>
    <w:rsid w:val="002D6C2A"/>
    <w:rsid w:val="002D7A86"/>
    <w:rsid w:val="002E70C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5E0D"/>
    <w:rsid w:val="0034604B"/>
    <w:rsid w:val="00346D17"/>
    <w:rsid w:val="00347972"/>
    <w:rsid w:val="0035469B"/>
    <w:rsid w:val="003559CC"/>
    <w:rsid w:val="00355D4B"/>
    <w:rsid w:val="003569D7"/>
    <w:rsid w:val="003608AC"/>
    <w:rsid w:val="00363A23"/>
    <w:rsid w:val="0036440C"/>
    <w:rsid w:val="0036465A"/>
    <w:rsid w:val="00383A42"/>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410"/>
    <w:rsid w:val="003E5BE5"/>
    <w:rsid w:val="003F18D1"/>
    <w:rsid w:val="003F20EC"/>
    <w:rsid w:val="003F4F0E"/>
    <w:rsid w:val="003F6096"/>
    <w:rsid w:val="003F6E06"/>
    <w:rsid w:val="003F7CD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62DC"/>
    <w:rsid w:val="004A1CA0"/>
    <w:rsid w:val="004A1F57"/>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5E01"/>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121F"/>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2D6A"/>
    <w:rsid w:val="00644958"/>
    <w:rsid w:val="006513FB"/>
    <w:rsid w:val="00655412"/>
    <w:rsid w:val="00656EEF"/>
    <w:rsid w:val="006576AF"/>
    <w:rsid w:val="00672919"/>
    <w:rsid w:val="00673BD1"/>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0E5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982"/>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4949"/>
    <w:rsid w:val="009400C3"/>
    <w:rsid w:val="00942299"/>
    <w:rsid w:val="009453F7"/>
    <w:rsid w:val="009454D0"/>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02B"/>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3732"/>
    <w:rsid w:val="00A676FF"/>
    <w:rsid w:val="00A67B77"/>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5B7A"/>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08E8"/>
    <w:rsid w:val="00B35151"/>
    <w:rsid w:val="00B433F2"/>
    <w:rsid w:val="00B458E8"/>
    <w:rsid w:val="00B47940"/>
    <w:rsid w:val="00B5397B"/>
    <w:rsid w:val="00B53EE9"/>
    <w:rsid w:val="00B6183E"/>
    <w:rsid w:val="00B62809"/>
    <w:rsid w:val="00B7138E"/>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63F"/>
    <w:rsid w:val="00CA2BB2"/>
    <w:rsid w:val="00CA73D5"/>
    <w:rsid w:val="00CB2FC9"/>
    <w:rsid w:val="00CB5068"/>
    <w:rsid w:val="00CB75FF"/>
    <w:rsid w:val="00CB7D2B"/>
    <w:rsid w:val="00CC1C87"/>
    <w:rsid w:val="00CC3000"/>
    <w:rsid w:val="00CC4859"/>
    <w:rsid w:val="00CC7A35"/>
    <w:rsid w:val="00CD072A"/>
    <w:rsid w:val="00CD1070"/>
    <w:rsid w:val="00CD1C8D"/>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5A5"/>
    <w:rsid w:val="00DC186F"/>
    <w:rsid w:val="00DC252F"/>
    <w:rsid w:val="00DC6050"/>
    <w:rsid w:val="00DC6445"/>
    <w:rsid w:val="00DD35E1"/>
    <w:rsid w:val="00DD43EA"/>
    <w:rsid w:val="00DE6A9D"/>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5F61"/>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078"/>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A5B"/>
    <w:rsid w:val="00F4135D"/>
    <w:rsid w:val="00F41F1B"/>
    <w:rsid w:val="00F46BD9"/>
    <w:rsid w:val="00F56A17"/>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A1"/>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0CD11"/>
  <w15:docId w15:val="{1CC76054-8D81-4260-976B-904CEEC6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67B77"/>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A67B77"/>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D697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67B77"/>
    <w:rPr>
      <w:b/>
      <w:bCs/>
      <w:noProof/>
      <w:sz w:val="26"/>
      <w:szCs w:val="26"/>
    </w:rPr>
  </w:style>
  <w:style w:type="character" w:customStyle="1" w:styleId="Heading2Char">
    <w:name w:val="Heading 2 Char"/>
    <w:link w:val="Heading2"/>
    <w:uiPriority w:val="9"/>
    <w:rsid w:val="00A67B77"/>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67B7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67B7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30E5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D697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730E5F"/>
    <w:rPr>
      <w:b/>
      <w:sz w:val="32"/>
    </w:rPr>
  </w:style>
  <w:style w:type="numbering" w:customStyle="1" w:styleId="PartStepSubStepList">
    <w:name w:val="Part_Step_SubStep_List"/>
    <w:basedOn w:val="NoList"/>
    <w:uiPriority w:val="99"/>
    <w:rsid w:val="00730E5F"/>
    <w:pPr>
      <w:numPr>
        <w:numId w:val="14"/>
      </w:numPr>
    </w:pPr>
  </w:style>
  <w:style w:type="paragraph" w:styleId="ListParagraph">
    <w:name w:val="List Paragraph"/>
    <w:basedOn w:val="Normal"/>
    <w:uiPriority w:val="34"/>
    <w:unhideWhenUsed/>
    <w:qFormat/>
    <w:rsid w:val="00730E5F"/>
    <w:pPr>
      <w:ind w:left="720"/>
    </w:pPr>
  </w:style>
  <w:style w:type="paragraph" w:styleId="Revision">
    <w:name w:val="Revision"/>
    <w:hidden/>
    <w:uiPriority w:val="99"/>
    <w:semiHidden/>
    <w:rsid w:val="00730E5F"/>
    <w:rPr>
      <w:sz w:val="22"/>
      <w:szCs w:val="22"/>
    </w:rPr>
  </w:style>
  <w:style w:type="character" w:styleId="Hyperlink">
    <w:name w:val="Hyperlink"/>
    <w:basedOn w:val="DefaultParagraphFont"/>
    <w:uiPriority w:val="99"/>
    <w:unhideWhenUsed/>
    <w:rsid w:val="00730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589775487054FB1A3A6F5DD5F20D3C9"/>
        <w:category>
          <w:name w:val="General"/>
          <w:gallery w:val="placeholder"/>
        </w:category>
        <w:types>
          <w:type w:val="bbPlcHdr"/>
        </w:types>
        <w:behaviors>
          <w:behavior w:val="content"/>
        </w:behaviors>
        <w:guid w:val="{6B107153-E6DF-4263-9846-BDC2E1C5A263}"/>
      </w:docPartPr>
      <w:docPartBody>
        <w:p w:rsidR="00891EF2" w:rsidRDefault="00497CE3">
          <w:pPr>
            <w:pStyle w:val="9589775487054FB1A3A6F5DD5F20D3C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CE3"/>
    <w:rsid w:val="00143AAA"/>
    <w:rsid w:val="00497CE3"/>
    <w:rsid w:val="00514E11"/>
    <w:rsid w:val="00571BD7"/>
    <w:rsid w:val="00891EF2"/>
    <w:rsid w:val="008E2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589775487054FB1A3A6F5DD5F20D3C9">
    <w:name w:val="9589775487054FB1A3A6F5DD5F20D3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BFFC0-241D-47F4-923F-C174AF383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27</TotalTime>
  <Pages>1</Pages>
  <Words>1948</Words>
  <Characters>11107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Travaux pratiques - Configurer les paramètres de base du routeur</vt:lpstr>
    </vt:vector>
  </TitlesOfParts>
  <Company>Cisco Systems, Inc.</Company>
  <LinksUpToDate>false</LinksUpToDate>
  <CharactersWithSpaces>13029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Configurer les paramètres de base du routeur</dc:title>
  <dc:creator>SP</dc:creator>
  <dc:description>2013</dc:description>
  <cp:lastModifiedBy>Jeff Luman -X (jluman - UNICON INC at Cisco)</cp:lastModifiedBy>
  <cp:revision>9</cp:revision>
  <cp:lastPrinted>2019-10-16T17:31:00Z</cp:lastPrinted>
  <dcterms:created xsi:type="dcterms:W3CDTF">2019-10-16T17:27:00Z</dcterms:created>
  <dcterms:modified xsi:type="dcterms:W3CDTF">2021-02-11T17:51:00Z</dcterms:modified>
</cp:coreProperties>
</file>