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DCC93F" w14:textId="77777777" w:rsidR="00CF02DC" w:rsidRDefault="008913D0" w:rsidP="00CF02DC">
      <w:pPr>
        <w:pStyle w:val="Title"/>
        <w:spacing w:line="276" w:lineRule="auto"/>
        <w:rPr>
          <w:rStyle w:val="LabTitleInstVersred"/>
        </w:rPr>
      </w:pPr>
      <w:sdt>
        <w:sdtPr>
          <w:rPr>
            <w:b w:val="0"/>
            <w:color w:val="EE0000"/>
          </w:rPr>
          <w:alias w:val="Titre"/>
          <w:tag w:val=""/>
          <w:id w:val="-487021785"/>
          <w:placeholder>
            <w:docPart w:val="61667C8A5D6942CBBA93FC9BF362B76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14AEC">
            <w:t>Travaux pratiques - Gestion des fichiers de configuration du routeur avec Tera Term</w:t>
          </w:r>
        </w:sdtContent>
      </w:sdt>
      <w:r w:rsidR="00114AEC">
        <w:rPr>
          <w:rStyle w:val="LabTitleInstVersred"/>
        </w:rPr>
        <w:t xml:space="preserve"> </w:t>
      </w:r>
    </w:p>
    <w:p w14:paraId="2190A2D0" w14:textId="77777777" w:rsidR="00F5796C" w:rsidRDefault="00F5796C" w:rsidP="00CF02DC">
      <w:pPr>
        <w:pStyle w:val="Heading1"/>
        <w:spacing w:line="276" w:lineRule="auto"/>
      </w:pPr>
      <w:r>
        <w:t>Topologie</w:t>
      </w:r>
    </w:p>
    <w:p w14:paraId="7EE8134A" w14:textId="707389AE" w:rsidR="00F5796C" w:rsidRDefault="00F5796C" w:rsidP="00CF02DC">
      <w:pPr>
        <w:pStyle w:val="Visual"/>
      </w:pPr>
      <w:r>
        <w:rPr>
          <w:noProof/>
          <w:lang w:val="en-US"/>
        </w:rPr>
        <w:drawing>
          <wp:inline distT="0" distB="0" distL="0" distR="0" wp14:anchorId="2E9AB69A" wp14:editId="335D56A6">
            <wp:extent cx="4157980" cy="774065"/>
            <wp:effectExtent l="0" t="0" r="0" b="6985"/>
            <wp:docPr id="5" name="Picture 5" descr="This topology has a router, a switch and a PC. PC-A is  directly connected S1 F0/6. S2 F0/5 is connected to R1 G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57980" cy="774065"/>
                    </a:xfrm>
                    <a:prstGeom prst="rect">
                      <a:avLst/>
                    </a:prstGeom>
                    <a:noFill/>
                  </pic:spPr>
                </pic:pic>
              </a:graphicData>
            </a:graphic>
          </wp:inline>
        </w:drawing>
      </w:r>
    </w:p>
    <w:p w14:paraId="25FB5326" w14:textId="44C2C40D" w:rsidR="00C07B04" w:rsidRPr="00BB73FF" w:rsidRDefault="00C07B04" w:rsidP="00CF02DC">
      <w:pPr>
        <w:pStyle w:val="Heading1"/>
        <w:spacing w:line="276" w:lineRule="auto"/>
      </w:pPr>
      <w:r>
        <w:t>Table d'adressage</w:t>
      </w:r>
    </w:p>
    <w:tbl>
      <w:tblPr>
        <w:tblW w:w="999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 du masque de sous-réseau et de la passerelle par défaut, le cas échéant."/>
      </w:tblPr>
      <w:tblGrid>
        <w:gridCol w:w="1999"/>
        <w:gridCol w:w="1999"/>
        <w:gridCol w:w="1999"/>
        <w:gridCol w:w="1999"/>
        <w:gridCol w:w="2000"/>
      </w:tblGrid>
      <w:tr w:rsidR="00C07B04" w14:paraId="300F3FF7" w14:textId="77777777" w:rsidTr="00D23BD7">
        <w:trPr>
          <w:cantSplit/>
          <w:tblHeader/>
          <w:jc w:val="center"/>
        </w:trPr>
        <w:tc>
          <w:tcPr>
            <w:tcW w:w="199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5B19A5E" w14:textId="77777777" w:rsidR="00C07B04" w:rsidRPr="00E87D62" w:rsidRDefault="00C07B04" w:rsidP="00CF02DC">
            <w:pPr>
              <w:pStyle w:val="TableHeading"/>
            </w:pPr>
            <w:r>
              <w:t>Appareil</w:t>
            </w:r>
          </w:p>
        </w:tc>
        <w:tc>
          <w:tcPr>
            <w:tcW w:w="199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97BDF83" w14:textId="77777777" w:rsidR="00C07B04" w:rsidRPr="00E87D62" w:rsidRDefault="00C07B04" w:rsidP="00CF02DC">
            <w:pPr>
              <w:pStyle w:val="TableHeading"/>
            </w:pPr>
            <w:r>
              <w:t>Interface</w:t>
            </w:r>
          </w:p>
        </w:tc>
        <w:tc>
          <w:tcPr>
            <w:tcW w:w="199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03A9CDA" w14:textId="77777777" w:rsidR="00C07B04" w:rsidRPr="00E87D62" w:rsidRDefault="00C07B04" w:rsidP="00CF02DC">
            <w:pPr>
              <w:pStyle w:val="TableHeading"/>
            </w:pPr>
            <w:r>
              <w:t>Adresse IP</w:t>
            </w:r>
          </w:p>
        </w:tc>
        <w:tc>
          <w:tcPr>
            <w:tcW w:w="199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3A01F35" w14:textId="77777777" w:rsidR="00C07B04" w:rsidRPr="00E87D62" w:rsidRDefault="00C07B04" w:rsidP="00CF02DC">
            <w:pPr>
              <w:pStyle w:val="TableHeading"/>
            </w:pPr>
            <w:r>
              <w:t>Masque de sous-réseau</w:t>
            </w:r>
          </w:p>
        </w:tc>
        <w:tc>
          <w:tcPr>
            <w:tcW w:w="20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0D9D6B9" w14:textId="77777777" w:rsidR="00C07B04" w:rsidRPr="00E87D62" w:rsidRDefault="00C07B04" w:rsidP="00CF02DC">
            <w:pPr>
              <w:pStyle w:val="TableHeading"/>
            </w:pPr>
            <w:r>
              <w:t>Passerelle par défaut</w:t>
            </w:r>
          </w:p>
        </w:tc>
      </w:tr>
      <w:tr w:rsidR="00C07B04" w14:paraId="5BEC8F33" w14:textId="77777777" w:rsidTr="00A972CE">
        <w:trPr>
          <w:cantSplit/>
          <w:jc w:val="center"/>
        </w:trPr>
        <w:tc>
          <w:tcPr>
            <w:tcW w:w="1999" w:type="dxa"/>
            <w:vAlign w:val="bottom"/>
          </w:tcPr>
          <w:p w14:paraId="5415A884" w14:textId="77777777" w:rsidR="00C07B04" w:rsidRPr="00E87D62" w:rsidRDefault="00C07B04" w:rsidP="00CF02DC">
            <w:pPr>
              <w:pStyle w:val="TableText"/>
              <w:spacing w:line="276" w:lineRule="auto"/>
            </w:pPr>
            <w:r>
              <w:t>R1</w:t>
            </w:r>
          </w:p>
        </w:tc>
        <w:tc>
          <w:tcPr>
            <w:tcW w:w="1999" w:type="dxa"/>
            <w:vAlign w:val="bottom"/>
          </w:tcPr>
          <w:p w14:paraId="5DEEBC39" w14:textId="77777777" w:rsidR="00C07B04" w:rsidRPr="00E87D62" w:rsidRDefault="00C07B04" w:rsidP="00CF02DC">
            <w:pPr>
              <w:pStyle w:val="TableText"/>
              <w:spacing w:line="276" w:lineRule="auto"/>
            </w:pPr>
            <w:r>
              <w:t>G0/0/1</w:t>
            </w:r>
          </w:p>
        </w:tc>
        <w:tc>
          <w:tcPr>
            <w:tcW w:w="1999" w:type="dxa"/>
            <w:vAlign w:val="bottom"/>
          </w:tcPr>
          <w:p w14:paraId="2AB7C29B" w14:textId="77777777" w:rsidR="00C07B04" w:rsidRPr="00E87D62" w:rsidRDefault="00C07B04" w:rsidP="00CF02DC">
            <w:pPr>
              <w:pStyle w:val="TableText"/>
              <w:spacing w:line="276" w:lineRule="auto"/>
            </w:pPr>
            <w:r>
              <w:t>192.168.1.1</w:t>
            </w:r>
          </w:p>
        </w:tc>
        <w:tc>
          <w:tcPr>
            <w:tcW w:w="1999" w:type="dxa"/>
            <w:vAlign w:val="bottom"/>
          </w:tcPr>
          <w:p w14:paraId="66B17D5D" w14:textId="77777777" w:rsidR="00C07B04" w:rsidRPr="00E87D62" w:rsidRDefault="00C07B04" w:rsidP="00CF02DC">
            <w:pPr>
              <w:pStyle w:val="TableText"/>
              <w:spacing w:line="276" w:lineRule="auto"/>
            </w:pPr>
            <w:r>
              <w:t>255.255.255.0</w:t>
            </w:r>
          </w:p>
        </w:tc>
        <w:tc>
          <w:tcPr>
            <w:tcW w:w="2000" w:type="dxa"/>
            <w:vAlign w:val="bottom"/>
          </w:tcPr>
          <w:p w14:paraId="42233672" w14:textId="77777777" w:rsidR="00C07B04" w:rsidRPr="00E87D62" w:rsidRDefault="00C07B04" w:rsidP="00CF02DC">
            <w:pPr>
              <w:pStyle w:val="TableText"/>
              <w:spacing w:line="276" w:lineRule="auto"/>
            </w:pPr>
            <w:r>
              <w:t>N/A</w:t>
            </w:r>
          </w:p>
        </w:tc>
      </w:tr>
      <w:tr w:rsidR="00C07B04" w14:paraId="0B049FE9" w14:textId="77777777" w:rsidTr="00A972CE">
        <w:trPr>
          <w:cantSplit/>
          <w:jc w:val="center"/>
        </w:trPr>
        <w:tc>
          <w:tcPr>
            <w:tcW w:w="1999" w:type="dxa"/>
            <w:vAlign w:val="bottom"/>
          </w:tcPr>
          <w:p w14:paraId="1D3E84ED" w14:textId="77777777" w:rsidR="00C07B04" w:rsidRPr="00E87D62" w:rsidRDefault="00C07B04" w:rsidP="00CF02DC">
            <w:pPr>
              <w:pStyle w:val="TableText"/>
              <w:spacing w:line="276" w:lineRule="auto"/>
            </w:pPr>
            <w:r>
              <w:t>S1</w:t>
            </w:r>
          </w:p>
        </w:tc>
        <w:tc>
          <w:tcPr>
            <w:tcW w:w="1999" w:type="dxa"/>
            <w:vAlign w:val="bottom"/>
          </w:tcPr>
          <w:p w14:paraId="027E3312" w14:textId="77777777" w:rsidR="00C07B04" w:rsidRPr="00E87D62" w:rsidRDefault="00C07B04" w:rsidP="00CF02DC">
            <w:pPr>
              <w:pStyle w:val="TableText"/>
              <w:spacing w:line="276" w:lineRule="auto"/>
            </w:pPr>
            <w:r>
              <w:t>VLAN 1</w:t>
            </w:r>
          </w:p>
        </w:tc>
        <w:tc>
          <w:tcPr>
            <w:tcW w:w="1999" w:type="dxa"/>
            <w:vAlign w:val="bottom"/>
          </w:tcPr>
          <w:p w14:paraId="3E79EB24" w14:textId="77777777" w:rsidR="00C07B04" w:rsidRPr="00E87D62" w:rsidRDefault="00C07B04" w:rsidP="00CF02DC">
            <w:pPr>
              <w:pStyle w:val="TableText"/>
              <w:spacing w:line="276" w:lineRule="auto"/>
            </w:pPr>
            <w:r>
              <w:t>192.168.1.11</w:t>
            </w:r>
          </w:p>
        </w:tc>
        <w:tc>
          <w:tcPr>
            <w:tcW w:w="1999" w:type="dxa"/>
            <w:vAlign w:val="bottom"/>
          </w:tcPr>
          <w:p w14:paraId="663EA75C" w14:textId="77777777" w:rsidR="00C07B04" w:rsidRPr="00E87D62" w:rsidRDefault="00C07B04" w:rsidP="00CF02DC">
            <w:pPr>
              <w:pStyle w:val="TableText"/>
              <w:spacing w:line="276" w:lineRule="auto"/>
            </w:pPr>
            <w:r>
              <w:t>255.255.255.0</w:t>
            </w:r>
          </w:p>
        </w:tc>
        <w:tc>
          <w:tcPr>
            <w:tcW w:w="2000" w:type="dxa"/>
            <w:vAlign w:val="bottom"/>
          </w:tcPr>
          <w:p w14:paraId="0CA758C1" w14:textId="77777777" w:rsidR="00C07B04" w:rsidRPr="00E87D62" w:rsidRDefault="00C07B04" w:rsidP="00CF02DC">
            <w:pPr>
              <w:pStyle w:val="TableText"/>
              <w:spacing w:line="276" w:lineRule="auto"/>
            </w:pPr>
            <w:r>
              <w:t>192.168.1.1</w:t>
            </w:r>
          </w:p>
        </w:tc>
      </w:tr>
      <w:tr w:rsidR="00C07B04" w14:paraId="6DE2D722" w14:textId="77777777" w:rsidTr="00A972CE">
        <w:trPr>
          <w:cantSplit/>
          <w:jc w:val="center"/>
        </w:trPr>
        <w:tc>
          <w:tcPr>
            <w:tcW w:w="1999" w:type="dxa"/>
            <w:vAlign w:val="bottom"/>
          </w:tcPr>
          <w:p w14:paraId="4B775F2C" w14:textId="77777777" w:rsidR="00C07B04" w:rsidRPr="00E87D62" w:rsidRDefault="00C07B04" w:rsidP="00CF02DC">
            <w:pPr>
              <w:pStyle w:val="TableText"/>
              <w:spacing w:line="276" w:lineRule="auto"/>
            </w:pPr>
            <w:r>
              <w:t>PC-A</w:t>
            </w:r>
          </w:p>
        </w:tc>
        <w:tc>
          <w:tcPr>
            <w:tcW w:w="1999" w:type="dxa"/>
            <w:vAlign w:val="bottom"/>
          </w:tcPr>
          <w:p w14:paraId="3D8AF74C" w14:textId="77777777" w:rsidR="00C07B04" w:rsidRPr="00E87D62" w:rsidRDefault="00C07B04" w:rsidP="00CF02DC">
            <w:pPr>
              <w:pStyle w:val="TableText"/>
              <w:spacing w:line="276" w:lineRule="auto"/>
            </w:pPr>
            <w:r>
              <w:t>Carte réseau</w:t>
            </w:r>
          </w:p>
        </w:tc>
        <w:tc>
          <w:tcPr>
            <w:tcW w:w="1999" w:type="dxa"/>
            <w:vAlign w:val="bottom"/>
          </w:tcPr>
          <w:p w14:paraId="173DF00F" w14:textId="77777777" w:rsidR="00C07B04" w:rsidRPr="00E87D62" w:rsidRDefault="00C07B04" w:rsidP="00CF02DC">
            <w:pPr>
              <w:pStyle w:val="TableText"/>
              <w:spacing w:line="276" w:lineRule="auto"/>
            </w:pPr>
            <w:r>
              <w:t>192.168.1.3</w:t>
            </w:r>
          </w:p>
        </w:tc>
        <w:tc>
          <w:tcPr>
            <w:tcW w:w="1999" w:type="dxa"/>
            <w:vAlign w:val="bottom"/>
          </w:tcPr>
          <w:p w14:paraId="3E2F33EF" w14:textId="77777777" w:rsidR="00C07B04" w:rsidRPr="00E87D62" w:rsidRDefault="00C07B04" w:rsidP="00CF02DC">
            <w:pPr>
              <w:pStyle w:val="TableText"/>
              <w:spacing w:line="276" w:lineRule="auto"/>
            </w:pPr>
            <w:r>
              <w:t>255.255.255.0</w:t>
            </w:r>
          </w:p>
        </w:tc>
        <w:tc>
          <w:tcPr>
            <w:tcW w:w="2000" w:type="dxa"/>
            <w:vAlign w:val="bottom"/>
          </w:tcPr>
          <w:p w14:paraId="33E8326A" w14:textId="77777777" w:rsidR="00C07B04" w:rsidRPr="00E87D62" w:rsidRDefault="00C07B04" w:rsidP="00CF02DC">
            <w:pPr>
              <w:pStyle w:val="TableText"/>
              <w:spacing w:line="276" w:lineRule="auto"/>
            </w:pPr>
            <w:r>
              <w:t>192.168.1.1</w:t>
            </w:r>
          </w:p>
        </w:tc>
      </w:tr>
    </w:tbl>
    <w:p w14:paraId="32643042" w14:textId="77777777" w:rsidR="00C07B04" w:rsidRPr="00BB73FF" w:rsidRDefault="00C07B04" w:rsidP="00CF02DC">
      <w:pPr>
        <w:pStyle w:val="Heading1"/>
        <w:spacing w:line="276" w:lineRule="auto"/>
      </w:pPr>
      <w:r>
        <w:t>Objectifs</w:t>
      </w:r>
    </w:p>
    <w:p w14:paraId="489C2606" w14:textId="77777777" w:rsidR="00C07B04" w:rsidRPr="004C0909" w:rsidRDefault="00C07B04" w:rsidP="00CF02DC">
      <w:pPr>
        <w:pStyle w:val="BodyTextL25Bold"/>
        <w:spacing w:line="276" w:lineRule="auto"/>
      </w:pPr>
      <w:r>
        <w:t>Partie 1: Configurer les paramètres de base des périphériques</w:t>
      </w:r>
    </w:p>
    <w:p w14:paraId="296B8A0D" w14:textId="77777777" w:rsidR="00C07B04" w:rsidRDefault="00C07B04" w:rsidP="00CF02DC">
      <w:pPr>
        <w:pStyle w:val="BodyTextL25Bold"/>
        <w:spacing w:line="276" w:lineRule="auto"/>
      </w:pPr>
      <w:r>
        <w:t>Partie 2: Utiliser un logiciel d'émulation de terminal pour créer un fichier de sauvegarde de configuration</w:t>
      </w:r>
    </w:p>
    <w:p w14:paraId="1D9BCE58" w14:textId="77777777" w:rsidR="00C07B04" w:rsidRDefault="00C07B04" w:rsidP="00CF02DC">
      <w:pPr>
        <w:pStyle w:val="BodyTextL25Bold"/>
        <w:spacing w:line="276" w:lineRule="auto"/>
      </w:pPr>
      <w:r>
        <w:t>Partie 3: Utiliser un fichier de sauvegarde de configuration pour restaurer un routeur</w:t>
      </w:r>
    </w:p>
    <w:p w14:paraId="7D47D397" w14:textId="77777777" w:rsidR="00C07B04" w:rsidRPr="00C07FD9" w:rsidRDefault="00C07B04" w:rsidP="00CF02DC">
      <w:pPr>
        <w:pStyle w:val="Heading1"/>
        <w:spacing w:line="276" w:lineRule="auto"/>
      </w:pPr>
      <w:r>
        <w:t>Contexte/scénario</w:t>
      </w:r>
    </w:p>
    <w:p w14:paraId="478D4EF3" w14:textId="77777777" w:rsidR="00C07B04" w:rsidRDefault="00C07B04" w:rsidP="00CF02DC">
      <w:pPr>
        <w:pStyle w:val="BodyTextL25"/>
        <w:spacing w:line="276" w:lineRule="auto"/>
      </w:pPr>
      <w:r>
        <w:t>Dans les pratiques recommandées, il est conseillé de conserver des fichiers de configuration de sauvegarde pour les routeurs et les commutateurs dans l'éventualité où une restauration de la configuration initiale serait nécessaire. Le logiciel d'émulation de terminal permet de sauvegarder ou de restaurer facilement le fichier de configuration d'un routeur ou d'un commutateur.</w:t>
      </w:r>
    </w:p>
    <w:p w14:paraId="131AAD4D" w14:textId="77777777" w:rsidR="00C07B04" w:rsidRDefault="00C07B04" w:rsidP="00CF02DC">
      <w:pPr>
        <w:pStyle w:val="BodyTextL25"/>
        <w:spacing w:line="276" w:lineRule="auto"/>
      </w:pPr>
      <w:r>
        <w:t>Au cours de ces travaux pratiques, vous allez:</w:t>
      </w:r>
    </w:p>
    <w:p w14:paraId="01772178" w14:textId="77777777" w:rsidR="00C07B04" w:rsidRDefault="00C07B04" w:rsidP="00CF02DC">
      <w:pPr>
        <w:pStyle w:val="BodyTextL25"/>
        <w:numPr>
          <w:ilvl w:val="0"/>
          <w:numId w:val="17"/>
        </w:numPr>
        <w:spacing w:line="276" w:lineRule="auto"/>
      </w:pPr>
      <w:r>
        <w:t>Utilisez Tera Term pour sauvegarder un fichier de configuration en cours d'exécution du routeur.</w:t>
      </w:r>
    </w:p>
    <w:p w14:paraId="524B9870" w14:textId="77777777" w:rsidR="00C07B04" w:rsidRDefault="00C07B04" w:rsidP="00CF02DC">
      <w:pPr>
        <w:pStyle w:val="BodyTextL25"/>
        <w:numPr>
          <w:ilvl w:val="0"/>
          <w:numId w:val="17"/>
        </w:numPr>
        <w:spacing w:line="276" w:lineRule="auto"/>
      </w:pPr>
      <w:r>
        <w:t>Supprimez le fichier de configuration initiale du routeur.</w:t>
      </w:r>
    </w:p>
    <w:p w14:paraId="3923E219" w14:textId="77777777" w:rsidR="00C07B04" w:rsidRDefault="00C07B04" w:rsidP="00CF02DC">
      <w:pPr>
        <w:pStyle w:val="BodyTextL25"/>
        <w:numPr>
          <w:ilvl w:val="0"/>
          <w:numId w:val="17"/>
        </w:numPr>
        <w:spacing w:line="276" w:lineRule="auto"/>
      </w:pPr>
      <w:r>
        <w:t>Redémarrez le routeur.</w:t>
      </w:r>
    </w:p>
    <w:p w14:paraId="30A59D1E" w14:textId="77777777" w:rsidR="00C07B04" w:rsidRDefault="00C07B04" w:rsidP="00CF02DC">
      <w:pPr>
        <w:pStyle w:val="BodyTextL25"/>
        <w:numPr>
          <w:ilvl w:val="0"/>
          <w:numId w:val="17"/>
        </w:numPr>
        <w:spacing w:line="276" w:lineRule="auto"/>
      </w:pPr>
      <w:r>
        <w:t>Restaurez la configuration manquante du routeur à partir du fichier de configuration de sauvegarde.</w:t>
      </w:r>
    </w:p>
    <w:p w14:paraId="5C895F0A" w14:textId="77777777" w:rsidR="00C07B04" w:rsidRDefault="00C07B04" w:rsidP="00CF02DC">
      <w:pPr>
        <w:pStyle w:val="BodyTextL25"/>
        <w:spacing w:line="276" w:lineRule="auto"/>
        <w:rPr>
          <w:b/>
        </w:rPr>
      </w:pPr>
      <w:r>
        <w:rPr>
          <w:b/>
        </w:rPr>
        <w:t>Remarque</w:t>
      </w:r>
      <w:r>
        <w:t xml:space="preserve">: Les routeurs utilisés lors des travaux pratiques CCNA sont des routeurs Cisco 4221 équipés de Cisco IOS version 16.9.4 (universalk9 image). Les commutateurs utilisés dans les travaux pratiques sont des modèles Cisco Catalyst 2960s équipé de version 15.2.2 de Cisco IOS (image lanbasek9). D'autres routeurs, </w:t>
      </w:r>
      <w:r>
        <w:lastRenderedPageBreak/>
        <w:t>commutateurs et versions de Cisco IOS peuvent être utilisés. Selon le modèle et la version de Cisco IOS, les commandes disponibles et le résultat produit peuvent varier de ce qui est indiqué dans les travaux pratiques. Reportez-vous au tableau récapitulatif de l'interface du routeur à la fin de ces travaux pratiques pour obtenir les identifiants d'interface corrects.</w:t>
      </w:r>
    </w:p>
    <w:p w14:paraId="1D0FE5FD" w14:textId="77777777" w:rsidR="00C07B04" w:rsidRDefault="00C07B04" w:rsidP="00CF02DC">
      <w:pPr>
        <w:pStyle w:val="BodyTextL25"/>
        <w:spacing w:line="276" w:lineRule="auto"/>
      </w:pPr>
      <w:r>
        <w:rPr>
          <w:b/>
        </w:rPr>
        <w:t>Remarque</w:t>
      </w:r>
      <w:r w:rsidRPr="0034604B">
        <w:t>: Assurez-vous que les routeurs et les commutateurs ont été réinitialisés et ne possèdent aucune configuration initiale. En cas de doute, contactez votre formateur.</w:t>
      </w:r>
    </w:p>
    <w:p w14:paraId="5251DBB7" w14:textId="77777777" w:rsidR="00C07B04" w:rsidRDefault="00C07B04" w:rsidP="00CF02DC">
      <w:pPr>
        <w:pStyle w:val="Heading1"/>
        <w:spacing w:line="276" w:lineRule="auto"/>
      </w:pPr>
      <w:r>
        <w:t>Ressources requises</w:t>
      </w:r>
    </w:p>
    <w:p w14:paraId="2966D46C" w14:textId="77777777" w:rsidR="00C07B04" w:rsidRPr="00B40DA8" w:rsidRDefault="00C07B04" w:rsidP="00CF02DC">
      <w:pPr>
        <w:pStyle w:val="Bulletlevel1"/>
        <w:spacing w:before="60" w:after="60" w:line="276" w:lineRule="auto"/>
      </w:pPr>
      <w:r>
        <w:t>1 Routeur (Cisco 4221 équipé de l'image universelle Cisco IOS version 16.9.4 ou similaire)</w:t>
      </w:r>
    </w:p>
    <w:p w14:paraId="68EFFE03" w14:textId="77777777" w:rsidR="00C07B04" w:rsidRPr="00B40DA8" w:rsidRDefault="00C07B04" w:rsidP="00CF02DC">
      <w:pPr>
        <w:pStyle w:val="Bulletlevel1"/>
        <w:spacing w:before="60" w:after="60" w:line="276" w:lineRule="auto"/>
      </w:pPr>
      <w:r>
        <w:t>1 commutateur (Cisco 2960 équipé de Cisco IOS version 15.2(2) image lanbasek9 ou similaire)</w:t>
      </w:r>
    </w:p>
    <w:p w14:paraId="59F09D91" w14:textId="77777777" w:rsidR="00C07B04" w:rsidRPr="00B40DA8" w:rsidRDefault="00C07B04" w:rsidP="00CF02DC">
      <w:pPr>
        <w:pStyle w:val="Bulletlevel1"/>
        <w:spacing w:before="60" w:after="60" w:line="276" w:lineRule="auto"/>
      </w:pPr>
      <w:r>
        <w:t>1 PC (Windows avec un programme d'émulation de terminal, tel que Tera Term)</w:t>
      </w:r>
    </w:p>
    <w:p w14:paraId="79166D5C" w14:textId="77777777" w:rsidR="004B704C" w:rsidRDefault="004B704C" w:rsidP="00CF02DC">
      <w:pPr>
        <w:pStyle w:val="Bulletlevel1"/>
        <w:spacing w:line="276" w:lineRule="auto"/>
      </w:pPr>
      <w:r>
        <w:t>Câbles de console pour configurer les appareils Cisco IOS via les ports de console</w:t>
      </w:r>
    </w:p>
    <w:p w14:paraId="2128871E" w14:textId="62E13940" w:rsidR="00C07B04" w:rsidRPr="00B40DA8" w:rsidRDefault="004B704C" w:rsidP="00CF02DC">
      <w:pPr>
        <w:pStyle w:val="Bulletlevel1"/>
        <w:spacing w:before="60" w:after="60" w:line="276" w:lineRule="auto"/>
      </w:pPr>
      <w:r>
        <w:t>Câbles Ethernet comme indiqué dans la topologie Câbles Ethernet comme indiqué dans la topologie</w:t>
      </w:r>
    </w:p>
    <w:p w14:paraId="2AD45B46" w14:textId="77777777" w:rsidR="00C07B04" w:rsidRPr="004C0909" w:rsidRDefault="00C07B04" w:rsidP="00CF02DC">
      <w:pPr>
        <w:pStyle w:val="Heading2"/>
        <w:spacing w:line="276" w:lineRule="auto"/>
      </w:pPr>
      <w:r>
        <w:t>Configurer les paramètres de base des périphériques</w:t>
      </w:r>
    </w:p>
    <w:p w14:paraId="2FBE5573" w14:textId="77777777" w:rsidR="00C07B04" w:rsidRPr="00894D93" w:rsidRDefault="00C07B04" w:rsidP="00CF02DC">
      <w:pPr>
        <w:pStyle w:val="BodyTextL25"/>
        <w:spacing w:line="276" w:lineRule="auto"/>
      </w:pPr>
      <w:r>
        <w:t>Dans la première partie, vous allez configurer la topologie du réseau et configurer les paramètres de base, tels que les adresses IP des interfaces, l'accès des périphériques et les mots de passe sur le routeur.</w:t>
      </w:r>
    </w:p>
    <w:p w14:paraId="33E0E3C6" w14:textId="77777777" w:rsidR="00C07B04" w:rsidRPr="004B704C" w:rsidRDefault="00C07B04" w:rsidP="00CF02DC">
      <w:pPr>
        <w:pStyle w:val="Heading3"/>
        <w:spacing w:line="276" w:lineRule="auto"/>
      </w:pPr>
      <w:r>
        <w:t>Câblez le réseau conformément à la topologie.</w:t>
      </w:r>
    </w:p>
    <w:p w14:paraId="558EED98" w14:textId="77777777" w:rsidR="00C07B04" w:rsidRDefault="00C07B04" w:rsidP="00CF02DC">
      <w:pPr>
        <w:pStyle w:val="BodyTextL25"/>
        <w:spacing w:line="276" w:lineRule="auto"/>
      </w:pPr>
      <w:r>
        <w:t>Connectez les périphériques représentés dans la topologie et effectuez le câblage nécessaire.</w:t>
      </w:r>
    </w:p>
    <w:p w14:paraId="673DCD6D" w14:textId="77777777" w:rsidR="00C07B04" w:rsidRDefault="00C07B04" w:rsidP="00CF02DC">
      <w:pPr>
        <w:pStyle w:val="Heading3"/>
        <w:spacing w:line="276" w:lineRule="auto"/>
      </w:pPr>
      <w:r>
        <w:t>Configurez les paramètres réseau de PC-A conformément à la table d'adressage.</w:t>
      </w:r>
    </w:p>
    <w:p w14:paraId="48FEB1A7" w14:textId="77777777" w:rsidR="00C07B04" w:rsidRDefault="00C07B04" w:rsidP="00CF02DC">
      <w:pPr>
        <w:pStyle w:val="Heading3"/>
        <w:spacing w:line="276" w:lineRule="auto"/>
      </w:pPr>
      <w:r>
        <w:t>Configurez les paramètres de base du routeur.</w:t>
      </w:r>
    </w:p>
    <w:p w14:paraId="404A82ED" w14:textId="77777777" w:rsidR="00A959F3" w:rsidRDefault="00A959F3" w:rsidP="00CF02DC">
      <w:pPr>
        <w:pStyle w:val="ConfigWindow"/>
        <w:spacing w:line="276" w:lineRule="auto"/>
      </w:pPr>
      <w:r>
        <w:t>Ouvrez la fenêtre de configuration.</w:t>
      </w:r>
    </w:p>
    <w:p w14:paraId="2A152A0F" w14:textId="64E8567A" w:rsidR="00C07B04" w:rsidRDefault="00C07B04" w:rsidP="00CF02DC">
      <w:pPr>
        <w:pStyle w:val="SubStepAlpha"/>
        <w:spacing w:before="0" w:line="276" w:lineRule="auto"/>
      </w:pPr>
      <w:r>
        <w:t>Attribuez un nom de l'appareil au routeur.</w:t>
      </w:r>
    </w:p>
    <w:p w14:paraId="28A2F457" w14:textId="77777777" w:rsidR="00C07B04" w:rsidRDefault="00C07B04" w:rsidP="00CF02DC">
      <w:pPr>
        <w:pStyle w:val="SubStepAlpha"/>
        <w:spacing w:line="276" w:lineRule="auto"/>
      </w:pPr>
      <w:r>
        <w:t>Désactivez la recherche DNS pour empêcher le routeur d'essayer de traduire les commandes saisies comme s'il s'agissait de noms d'hôtes.</w:t>
      </w:r>
    </w:p>
    <w:p w14:paraId="0A4A94C0" w14:textId="77777777" w:rsidR="00C07B04" w:rsidRDefault="00C07B04" w:rsidP="00CF02DC">
      <w:pPr>
        <w:pStyle w:val="SubStepAlpha"/>
        <w:spacing w:line="276" w:lineRule="auto"/>
      </w:pPr>
      <w:r>
        <w:t xml:space="preserve">Attribuez </w:t>
      </w:r>
      <w:r w:rsidRPr="00B40DA8">
        <w:rPr>
          <w:b/>
        </w:rPr>
        <w:t>class</w:t>
      </w:r>
      <w:r>
        <w:t xml:space="preserve"> comme mot de passe chiffré d'exécution privilégié.</w:t>
      </w:r>
    </w:p>
    <w:p w14:paraId="2FA6FA7D" w14:textId="77777777" w:rsidR="00C07B04" w:rsidRDefault="00C07B04" w:rsidP="00CF02DC">
      <w:pPr>
        <w:pStyle w:val="SubStepAlpha"/>
        <w:spacing w:line="276" w:lineRule="auto"/>
      </w:pPr>
      <w:r>
        <w:t xml:space="preserve">Attribuez </w:t>
      </w:r>
      <w:proofErr w:type="spellStart"/>
      <w:r w:rsidRPr="00B40DA8">
        <w:rPr>
          <w:b/>
        </w:rPr>
        <w:t>cisco</w:t>
      </w:r>
      <w:proofErr w:type="spellEnd"/>
      <w:r>
        <w:t xml:space="preserve"> comme mot de passe de console et activez la connexion.</w:t>
      </w:r>
    </w:p>
    <w:p w14:paraId="5732705D" w14:textId="77777777" w:rsidR="00C07B04" w:rsidRDefault="00C07B04" w:rsidP="00CF02DC">
      <w:pPr>
        <w:pStyle w:val="SubStepAlpha"/>
        <w:spacing w:line="276" w:lineRule="auto"/>
      </w:pPr>
      <w:r>
        <w:t xml:space="preserve">Attribuez </w:t>
      </w:r>
      <w:proofErr w:type="spellStart"/>
      <w:r w:rsidRPr="00B40DA8">
        <w:rPr>
          <w:b/>
        </w:rPr>
        <w:t>cisco</w:t>
      </w:r>
      <w:proofErr w:type="spellEnd"/>
      <w:r>
        <w:t xml:space="preserve"> comme mot de passe VTY et activez la connexion.</w:t>
      </w:r>
    </w:p>
    <w:p w14:paraId="07889BCE" w14:textId="77777777" w:rsidR="00C07B04" w:rsidRDefault="00C07B04" w:rsidP="00CF02DC">
      <w:pPr>
        <w:pStyle w:val="SubStepAlpha"/>
        <w:spacing w:line="276" w:lineRule="auto"/>
      </w:pPr>
      <w:r>
        <w:t>Cryptez les mots de passe en texte clair.</w:t>
      </w:r>
    </w:p>
    <w:p w14:paraId="5921A490" w14:textId="77777777" w:rsidR="00C07B04" w:rsidRDefault="00C07B04" w:rsidP="00CF02DC">
      <w:pPr>
        <w:pStyle w:val="SubStepAlpha"/>
        <w:spacing w:line="276" w:lineRule="auto"/>
      </w:pPr>
      <w:r>
        <w:t>Créez une bannière qui avertit quiconque accède au périphérique que tout accès non autorisé est interdit.</w:t>
      </w:r>
    </w:p>
    <w:p w14:paraId="43ECFB3B" w14:textId="77777777" w:rsidR="00C07B04" w:rsidRDefault="00C07B04" w:rsidP="00CF02DC">
      <w:pPr>
        <w:pStyle w:val="SubStepAlpha"/>
        <w:spacing w:line="276" w:lineRule="auto"/>
      </w:pPr>
      <w:r>
        <w:t>Configurez les interfaces comme indiqué dans le tableau ci-dessus.</w:t>
      </w:r>
    </w:p>
    <w:p w14:paraId="1F51727D" w14:textId="77777777" w:rsidR="00C07B04" w:rsidRDefault="00C07B04" w:rsidP="00CF02DC">
      <w:pPr>
        <w:pStyle w:val="SubStepAlpha"/>
        <w:spacing w:line="276" w:lineRule="auto"/>
      </w:pPr>
      <w:r>
        <w:t>Enregistrez la configuration en cours dans le fichier de configuration initiale.</w:t>
      </w:r>
    </w:p>
    <w:p w14:paraId="18210412" w14:textId="05A8E069" w:rsidR="00A959F3" w:rsidRPr="000671D8" w:rsidRDefault="00A959F3" w:rsidP="00CF02DC">
      <w:pPr>
        <w:pStyle w:val="ConfigWindow"/>
        <w:spacing w:line="276" w:lineRule="auto"/>
      </w:pPr>
      <w:r>
        <w:t>Fermez la fenêtre de configuration.</w:t>
      </w:r>
    </w:p>
    <w:p w14:paraId="66BF65FD" w14:textId="77777777" w:rsidR="00C07B04" w:rsidRPr="00013934" w:rsidRDefault="00C07B04" w:rsidP="00CF02DC">
      <w:pPr>
        <w:pStyle w:val="Heading3"/>
        <w:spacing w:before="120" w:line="276" w:lineRule="auto"/>
      </w:pPr>
      <w:r>
        <w:t>Configurez les paramètres de base pour le commutateur.</w:t>
      </w:r>
    </w:p>
    <w:p w14:paraId="4D111AB9" w14:textId="06186DEE" w:rsidR="00A959F3" w:rsidRPr="000671D8" w:rsidRDefault="00A959F3" w:rsidP="00CF02DC">
      <w:pPr>
        <w:pStyle w:val="ConfigWindow"/>
        <w:spacing w:line="276" w:lineRule="auto"/>
      </w:pPr>
      <w:r>
        <w:t>Ouvrez la fenêtre de configuration.</w:t>
      </w:r>
    </w:p>
    <w:p w14:paraId="59E3F038" w14:textId="66335781" w:rsidR="00C07B04" w:rsidRDefault="00C07B04" w:rsidP="00CF02DC">
      <w:pPr>
        <w:pStyle w:val="SubStepAlpha"/>
        <w:spacing w:before="0" w:line="276" w:lineRule="auto"/>
      </w:pPr>
      <w:r>
        <w:t>Attribuez un nom de périphérique au commutateur.</w:t>
      </w:r>
    </w:p>
    <w:p w14:paraId="05E1AA58" w14:textId="77777777" w:rsidR="00C07B04" w:rsidRDefault="00C07B04" w:rsidP="00CF02DC">
      <w:pPr>
        <w:pStyle w:val="SubStepAlpha"/>
        <w:spacing w:line="276" w:lineRule="auto"/>
      </w:pPr>
      <w:r>
        <w:t>Désactivez la recherche DNS pour empêcher le routeur d'essayer de traduire les commandes saisies comme s'il s'agissait de noms d'hôtes.</w:t>
      </w:r>
    </w:p>
    <w:p w14:paraId="59F077B2" w14:textId="77777777" w:rsidR="00C07B04" w:rsidRDefault="00C07B04" w:rsidP="00CF02DC">
      <w:pPr>
        <w:pStyle w:val="SubStepAlpha"/>
        <w:spacing w:line="276" w:lineRule="auto"/>
      </w:pPr>
      <w:r>
        <w:lastRenderedPageBreak/>
        <w:t xml:space="preserve">Attribuez </w:t>
      </w:r>
      <w:r w:rsidRPr="00B40DA8">
        <w:rPr>
          <w:b/>
        </w:rPr>
        <w:t>class</w:t>
      </w:r>
      <w:r>
        <w:t xml:space="preserve"> comme mot de passe chiffré d'exécution privilégié.</w:t>
      </w:r>
    </w:p>
    <w:p w14:paraId="48DC776F" w14:textId="77777777" w:rsidR="00C07B04" w:rsidRDefault="00C07B04" w:rsidP="00CF02DC">
      <w:pPr>
        <w:pStyle w:val="SubStepAlpha"/>
        <w:spacing w:line="276" w:lineRule="auto"/>
      </w:pPr>
      <w:r>
        <w:t xml:space="preserve">Attribuez </w:t>
      </w:r>
      <w:proofErr w:type="spellStart"/>
      <w:r w:rsidRPr="00B40DA8">
        <w:rPr>
          <w:b/>
        </w:rPr>
        <w:t>cisco</w:t>
      </w:r>
      <w:proofErr w:type="spellEnd"/>
      <w:r>
        <w:t xml:space="preserve"> comme mot de passe de console et activez la connexion.</w:t>
      </w:r>
    </w:p>
    <w:p w14:paraId="241744BB" w14:textId="77777777" w:rsidR="00C07B04" w:rsidRDefault="00C07B04" w:rsidP="00CF02DC">
      <w:pPr>
        <w:pStyle w:val="SubStepAlpha"/>
        <w:spacing w:line="276" w:lineRule="auto"/>
      </w:pPr>
      <w:r>
        <w:t xml:space="preserve">Attribuez </w:t>
      </w:r>
      <w:proofErr w:type="spellStart"/>
      <w:r w:rsidRPr="00B40DA8">
        <w:rPr>
          <w:b/>
        </w:rPr>
        <w:t>cisco</w:t>
      </w:r>
      <w:proofErr w:type="spellEnd"/>
      <w:r>
        <w:t xml:space="preserve"> comme mot de passe VTY et activez la connexion.</w:t>
      </w:r>
    </w:p>
    <w:p w14:paraId="24FF73B4" w14:textId="77777777" w:rsidR="00C07B04" w:rsidRDefault="00C07B04" w:rsidP="00CF02DC">
      <w:pPr>
        <w:pStyle w:val="SubStepAlpha"/>
        <w:spacing w:line="276" w:lineRule="auto"/>
      </w:pPr>
      <w:r>
        <w:t>Cryptez les mots de passe en texte clair.</w:t>
      </w:r>
    </w:p>
    <w:p w14:paraId="51E7ABA9" w14:textId="77777777" w:rsidR="00C07B04" w:rsidRDefault="00C07B04" w:rsidP="00CF02DC">
      <w:pPr>
        <w:pStyle w:val="SubStepAlpha"/>
        <w:spacing w:line="276" w:lineRule="auto"/>
      </w:pPr>
      <w:r>
        <w:t>Créez une bannière qui avertit quiconque accède à l'appareil que tout accès non autorisé est interdit.</w:t>
      </w:r>
    </w:p>
    <w:p w14:paraId="0E4AFC8B" w14:textId="77777777" w:rsidR="00C07B04" w:rsidRDefault="00C07B04" w:rsidP="00CF02DC">
      <w:pPr>
        <w:pStyle w:val="SubStepAlpha"/>
        <w:spacing w:line="276" w:lineRule="auto"/>
      </w:pPr>
      <w:proofErr w:type="spellStart"/>
      <w:r>
        <w:t>Shut</w:t>
      </w:r>
      <w:proofErr w:type="spellEnd"/>
      <w:r>
        <w:t xml:space="preserve"> down all </w:t>
      </w:r>
      <w:proofErr w:type="spellStart"/>
      <w:r>
        <w:t>unused</w:t>
      </w:r>
      <w:proofErr w:type="spellEnd"/>
      <w:r>
        <w:t xml:space="preserve"> interfaces</w:t>
      </w:r>
    </w:p>
    <w:p w14:paraId="408918E7" w14:textId="77777777" w:rsidR="00C07B04" w:rsidRDefault="00C07B04" w:rsidP="00CF02DC">
      <w:pPr>
        <w:pStyle w:val="SubStepAlpha"/>
        <w:spacing w:line="276" w:lineRule="auto"/>
      </w:pPr>
      <w:r>
        <w:t>Configurez l'interface VLAN 1 comme spécifié dans le tableau ci-dessus.</w:t>
      </w:r>
    </w:p>
    <w:p w14:paraId="4F789E24" w14:textId="77777777" w:rsidR="00C07B04" w:rsidRDefault="00C07B04" w:rsidP="00CF02DC">
      <w:pPr>
        <w:pStyle w:val="SubStepAlpha"/>
        <w:spacing w:line="276" w:lineRule="auto"/>
      </w:pPr>
      <w:r>
        <w:t>Enregistrez la configuration en cours dans le fichier de configuration initiale.</w:t>
      </w:r>
    </w:p>
    <w:p w14:paraId="611EDC19" w14:textId="77777777" w:rsidR="00A959F3" w:rsidRPr="000671D8" w:rsidRDefault="00A959F3" w:rsidP="00CF02DC">
      <w:pPr>
        <w:pStyle w:val="ConfigWindow"/>
        <w:spacing w:line="276" w:lineRule="auto"/>
      </w:pPr>
      <w:r>
        <w:t>Fermez la fenêtre de configuration.</w:t>
      </w:r>
    </w:p>
    <w:p w14:paraId="64F33485" w14:textId="789DF768" w:rsidR="00C07B04" w:rsidRDefault="00C07B04" w:rsidP="00CF02DC">
      <w:pPr>
        <w:pStyle w:val="Heading2"/>
        <w:tabs>
          <w:tab w:val="num" w:pos="0"/>
        </w:tabs>
        <w:spacing w:before="120" w:line="276" w:lineRule="auto"/>
      </w:pPr>
      <w:r>
        <w:t>Créer un fichier de configuration de sauvegarde</w:t>
      </w:r>
    </w:p>
    <w:p w14:paraId="5F2956FA" w14:textId="7864E669" w:rsidR="00D23BD7" w:rsidRDefault="00D23BD7" w:rsidP="00CF02DC">
      <w:pPr>
        <w:pStyle w:val="BodyTextL25"/>
        <w:spacing w:line="276" w:lineRule="auto"/>
      </w:pPr>
      <w:r>
        <w:t>Dans Tera Term ou un autre programme d'émulation de terminal, vous pouvez créer un journal de vos commandes et sortie vers un périphérique via une connexion. Dans cette partie, vous allez enregistrer votre interaction avec un appareil à l'aide de la fonction de journalisation de Tera Term.</w:t>
      </w:r>
    </w:p>
    <w:p w14:paraId="5864BF79" w14:textId="77777777" w:rsidR="00D23BD7" w:rsidRDefault="00D23BD7" w:rsidP="00CF02DC">
      <w:pPr>
        <w:pStyle w:val="BodyTextL25"/>
        <w:spacing w:line="276" w:lineRule="auto"/>
      </w:pPr>
      <w:r>
        <w:rPr>
          <w:b/>
        </w:rPr>
        <w:t>Remarque</w:t>
      </w:r>
      <w:r>
        <w:t>: Si Tera Term n'est pas installé, vous pouvez télécharger la dernière version à partir d'un certain nombre de sites Internet. Il vous suffit d'effectuer une recherche avec les mots clés " tera term download".</w:t>
      </w:r>
    </w:p>
    <w:p w14:paraId="6132CEC5" w14:textId="0B4DA32E" w:rsidR="00C07B04" w:rsidRDefault="00D23BD7" w:rsidP="00CF02DC">
      <w:pPr>
        <w:pStyle w:val="Heading3"/>
        <w:spacing w:line="276" w:lineRule="auto"/>
      </w:pPr>
      <w:r>
        <w:t>Créez un fichier journal.</w:t>
      </w:r>
    </w:p>
    <w:p w14:paraId="2730E012" w14:textId="4F124C91" w:rsidR="00A959F3" w:rsidRPr="000671D8" w:rsidRDefault="00A959F3" w:rsidP="00CF02DC">
      <w:pPr>
        <w:pStyle w:val="ConfigWindow"/>
        <w:spacing w:line="276" w:lineRule="auto"/>
      </w:pPr>
      <w:r>
        <w:t>Ouvrez la fenêtre de configuration.</w:t>
      </w:r>
    </w:p>
    <w:p w14:paraId="0B5A9623" w14:textId="59008E91" w:rsidR="00C07B04" w:rsidRDefault="00D23BD7" w:rsidP="00CF02DC">
      <w:pPr>
        <w:pStyle w:val="SubStepAlpha"/>
        <w:spacing w:before="0" w:line="276" w:lineRule="auto"/>
      </w:pPr>
      <w:r>
        <w:t xml:space="preserve">Connectez-vous au routeur via une connexion série dans Tera Term si nécessaire. Dans la fenêtre Nouvelle connexion, sélectionnez la case d'option </w:t>
      </w:r>
      <w:r w:rsidRPr="00FD7C9A">
        <w:rPr>
          <w:b/>
        </w:rPr>
        <w:t>Série</w:t>
      </w:r>
      <w:r>
        <w:t xml:space="preserve"> et le port de communications approprié pour votre ordinateur (c-à-d., COM1).</w:t>
      </w:r>
    </w:p>
    <w:p w14:paraId="2D3E7FB4" w14:textId="3F37353F" w:rsidR="00C07B04" w:rsidRDefault="00C07B04" w:rsidP="00CF02DC">
      <w:pPr>
        <w:pStyle w:val="SubStepAlpha"/>
        <w:spacing w:line="276" w:lineRule="auto"/>
      </w:pPr>
      <w:r>
        <w:t xml:space="preserve">Dans le menu </w:t>
      </w:r>
      <w:r w:rsidRPr="0081442A">
        <w:rPr>
          <w:b/>
        </w:rPr>
        <w:t>File</w:t>
      </w:r>
      <w:r>
        <w:t xml:space="preserve"> (Fichier), choisissez </w:t>
      </w:r>
      <w:r w:rsidRPr="0081442A">
        <w:rPr>
          <w:b/>
        </w:rPr>
        <w:t>Log</w:t>
      </w:r>
      <w:r>
        <w:t xml:space="preserve"> (Journal), puis enregistrez le fichier </w:t>
      </w:r>
      <w:r w:rsidRPr="0081442A">
        <w:rPr>
          <w:b/>
        </w:rPr>
        <w:t>teraterm.log</w:t>
      </w:r>
      <w:r>
        <w:t xml:space="preserve"> sur le Bureau. Vérifiez que les cases à cocher </w:t>
      </w:r>
      <w:r w:rsidRPr="00FD7C9A">
        <w:rPr>
          <w:b/>
        </w:rPr>
        <w:t>Append</w:t>
      </w:r>
      <w:r>
        <w:t xml:space="preserve"> (Ajouter) ou </w:t>
      </w:r>
      <w:r w:rsidRPr="00FD7C9A">
        <w:rPr>
          <w:b/>
        </w:rPr>
        <w:t>Plain text</w:t>
      </w:r>
      <w:r>
        <w:t xml:space="preserve"> (Texte clair) sont activées.</w:t>
      </w:r>
    </w:p>
    <w:p w14:paraId="6F238E87" w14:textId="77777777" w:rsidR="00C07B04" w:rsidRDefault="00C07B04" w:rsidP="00CF02DC">
      <w:pPr>
        <w:pStyle w:val="SubStepAlpha"/>
        <w:spacing w:line="276" w:lineRule="auto"/>
      </w:pPr>
      <w:r>
        <w:t>Le fichier journal Tera Term va créer un enregistrement de chaque commande émise et de chaque résultat affiché.</w:t>
      </w:r>
    </w:p>
    <w:p w14:paraId="421FC316" w14:textId="77777777" w:rsidR="00C07B04" w:rsidRDefault="00C07B04" w:rsidP="00CF02DC">
      <w:pPr>
        <w:pStyle w:val="BodyTextL25"/>
        <w:spacing w:line="276" w:lineRule="auto"/>
        <w:ind w:left="720"/>
      </w:pPr>
      <w:r>
        <w:rPr>
          <w:b/>
        </w:rPr>
        <w:t>Remarque</w:t>
      </w:r>
      <w:r>
        <w:t xml:space="preserve">: Vous pouvez utiliser cette fonction pour capturer les informations affichées par plusieurs commandes dans l'ordre et les utiliser à des fins de documentation du réseau. Par exemple, vous pouvez exécuter les commandes </w:t>
      </w:r>
      <w:r>
        <w:rPr>
          <w:b/>
        </w:rPr>
        <w:t>show version, show ip interface brief</w:t>
      </w:r>
      <w:r>
        <w:t xml:space="preserve">, et </w:t>
      </w:r>
      <w:r>
        <w:rPr>
          <w:b/>
        </w:rPr>
        <w:t>show running-config</w:t>
      </w:r>
      <w:r>
        <w:t xml:space="preserve"> commands pour capturer des informations sur le routeur.</w:t>
      </w:r>
    </w:p>
    <w:p w14:paraId="578BE826" w14:textId="77777777" w:rsidR="00C07B04" w:rsidRDefault="00C07B04" w:rsidP="00CF02DC">
      <w:pPr>
        <w:pStyle w:val="Heading3"/>
        <w:spacing w:line="276" w:lineRule="auto"/>
      </w:pPr>
      <w:r>
        <w:t>Affichez la configuration en cours du routeur.</w:t>
      </w:r>
    </w:p>
    <w:p w14:paraId="2D55ECBF" w14:textId="77777777" w:rsidR="00C07B04" w:rsidRDefault="00C07B04" w:rsidP="00CF02DC">
      <w:pPr>
        <w:pStyle w:val="SubStepAlpha"/>
        <w:spacing w:line="276" w:lineRule="auto"/>
      </w:pPr>
      <w:r>
        <w:t>Utilisez le mot de passe de la console pour vous connecter au routeur.</w:t>
      </w:r>
    </w:p>
    <w:p w14:paraId="5468274A" w14:textId="77777777" w:rsidR="00C07B04" w:rsidRDefault="00C07B04" w:rsidP="00CF02DC">
      <w:pPr>
        <w:pStyle w:val="SubStepAlpha"/>
        <w:spacing w:line="276" w:lineRule="auto"/>
      </w:pPr>
      <w:r>
        <w:t>Passez en mode d’exécution privilégié.</w:t>
      </w:r>
    </w:p>
    <w:p w14:paraId="3AB81BCC" w14:textId="77777777" w:rsidR="00C07B04" w:rsidRDefault="00C07B04" w:rsidP="00CF02DC">
      <w:pPr>
        <w:pStyle w:val="SubStepAlpha"/>
        <w:spacing w:line="276" w:lineRule="auto"/>
      </w:pPr>
      <w:r>
        <w:t xml:space="preserve">À partir du mode d'exécution privilégié sur R1, entrez la commande </w:t>
      </w:r>
      <w:r w:rsidRPr="0081442A">
        <w:rPr>
          <w:b/>
        </w:rPr>
        <w:t>show running-config</w:t>
      </w:r>
      <w:r>
        <w:t xml:space="preserve"> .</w:t>
      </w:r>
    </w:p>
    <w:p w14:paraId="440F39C0" w14:textId="77777777" w:rsidR="00C07B04" w:rsidRDefault="00C07B04" w:rsidP="00CF02DC">
      <w:pPr>
        <w:pStyle w:val="SubStepAlpha"/>
        <w:spacing w:line="276" w:lineRule="auto"/>
      </w:pPr>
      <w:r>
        <w:t xml:space="preserve">Continuez d'appuyer sur la barre d'espacement chaque fois que </w:t>
      </w:r>
      <w:r>
        <w:rPr>
          <w:b/>
        </w:rPr>
        <w:t>--More--</w:t>
      </w:r>
      <w:r>
        <w:t xml:space="preserve"> (--Plus--) s'affiche jusqu'à ce que vous voyiez le retour d'invite du routeur R1#.</w:t>
      </w:r>
    </w:p>
    <w:p w14:paraId="17275005" w14:textId="77777777" w:rsidR="00C07B04" w:rsidRDefault="00C07B04" w:rsidP="00CF02DC">
      <w:pPr>
        <w:pStyle w:val="SubStepAlpha"/>
        <w:spacing w:line="276" w:lineRule="auto"/>
      </w:pPr>
      <w:r>
        <w:t xml:space="preserve">Dans le menu </w:t>
      </w:r>
      <w:r w:rsidRPr="0081442A">
        <w:rPr>
          <w:b/>
        </w:rPr>
        <w:t>Fichier</w:t>
      </w:r>
      <w:r>
        <w:t xml:space="preserve"> , choisissez </w:t>
      </w:r>
      <w:r w:rsidRPr="00B07D0C">
        <w:rPr>
          <w:b/>
        </w:rPr>
        <w:t>Afficher la boîte de dialogue du journal</w:t>
      </w:r>
      <w:r>
        <w:t xml:space="preserve">. Cliquez sur </w:t>
      </w:r>
      <w:r>
        <w:rPr>
          <w:b/>
        </w:rPr>
        <w:t>Close</w:t>
      </w:r>
      <w:r>
        <w:t xml:space="preserve"> (Fermer) pour mettre fin à la session de journalisation.</w:t>
      </w:r>
    </w:p>
    <w:p w14:paraId="074DBE2F" w14:textId="279CCFF2" w:rsidR="00C07B04" w:rsidRDefault="00C07B04" w:rsidP="00CF02DC">
      <w:pPr>
        <w:pStyle w:val="BodyTextL25"/>
        <w:spacing w:line="276" w:lineRule="auto"/>
      </w:pPr>
      <w:r>
        <w:rPr>
          <w:b/>
        </w:rPr>
        <w:t>Remarque</w:t>
      </w:r>
      <w:r>
        <w:t>: Vous pouvez également copier et coller le texte à partir de la fenêtre Tera Term directement dans un éditeur de texte.</w:t>
      </w:r>
    </w:p>
    <w:p w14:paraId="4C85CD77" w14:textId="77777777" w:rsidR="00C07B04" w:rsidRDefault="00C07B04" w:rsidP="00CF02DC">
      <w:pPr>
        <w:pStyle w:val="Heading2"/>
        <w:spacing w:line="276" w:lineRule="auto"/>
      </w:pPr>
      <w:r>
        <w:lastRenderedPageBreak/>
        <w:t>Utiliser un fichier de sauvegarde de configuration pour restaurer un routeur</w:t>
      </w:r>
    </w:p>
    <w:p w14:paraId="44283781" w14:textId="77777777" w:rsidR="00C07B04" w:rsidRDefault="00C07B04" w:rsidP="00CF02DC">
      <w:pPr>
        <w:pStyle w:val="Heading3"/>
        <w:spacing w:line="276" w:lineRule="auto"/>
      </w:pPr>
      <w:r>
        <w:t>Effacez la configuration de démarrage du routeur et redémarrez celui-ci.</w:t>
      </w:r>
    </w:p>
    <w:p w14:paraId="55E63192" w14:textId="77777777" w:rsidR="00C07B04" w:rsidRDefault="00C07B04" w:rsidP="00CF02DC">
      <w:pPr>
        <w:pStyle w:val="SubStepAlpha"/>
        <w:spacing w:line="276" w:lineRule="auto"/>
      </w:pPr>
      <w:r>
        <w:t>À partir du mode d'exécution privilégié, supprimez la configuration initiale.</w:t>
      </w:r>
    </w:p>
    <w:p w14:paraId="7B08827B" w14:textId="77777777" w:rsidR="00C07B04" w:rsidRPr="00764E9C" w:rsidRDefault="00C07B04" w:rsidP="00CF02DC">
      <w:pPr>
        <w:pStyle w:val="CMD"/>
        <w:spacing w:line="276" w:lineRule="auto"/>
        <w:rPr>
          <w:b/>
        </w:rPr>
      </w:pPr>
      <w:r>
        <w:t>R1#</w:t>
      </w:r>
      <w:r w:rsidRPr="00764E9C">
        <w:rPr>
          <w:b/>
        </w:rPr>
        <w:t xml:space="preserve"> erase startup-config</w:t>
      </w:r>
    </w:p>
    <w:p w14:paraId="10829DBA" w14:textId="77777777" w:rsidR="00C07B04" w:rsidRPr="00764E9C" w:rsidRDefault="00C07B04" w:rsidP="00CF02DC">
      <w:pPr>
        <w:pStyle w:val="CMDOutput"/>
        <w:spacing w:line="276" w:lineRule="auto"/>
      </w:pPr>
      <w:r>
        <w:t>Erasing the nvram filesystem will remove all configuration files! Continue? [confirm]</w:t>
      </w:r>
    </w:p>
    <w:p w14:paraId="7DE9918D" w14:textId="77777777" w:rsidR="00C07B04" w:rsidRPr="00764E9C" w:rsidRDefault="00C07B04" w:rsidP="00CF02DC">
      <w:pPr>
        <w:pStyle w:val="CMDOutput"/>
        <w:spacing w:line="276" w:lineRule="auto"/>
      </w:pPr>
      <w:r>
        <w:t>[OK]</w:t>
      </w:r>
    </w:p>
    <w:p w14:paraId="0481DC24" w14:textId="77777777" w:rsidR="00C07B04" w:rsidRDefault="00C07B04" w:rsidP="00CF02DC">
      <w:pPr>
        <w:pStyle w:val="CMDOutput"/>
        <w:spacing w:line="276" w:lineRule="auto"/>
      </w:pPr>
      <w:r>
        <w:t>Erase of nvram: complete</w:t>
      </w:r>
    </w:p>
    <w:p w14:paraId="04E705C2" w14:textId="77777777" w:rsidR="00C07B04" w:rsidRDefault="00C07B04" w:rsidP="00CF02DC">
      <w:pPr>
        <w:pStyle w:val="SubStepAlpha"/>
        <w:spacing w:line="276" w:lineRule="auto"/>
      </w:pPr>
      <w:r>
        <w:t>Redémarrez le routeur.</w:t>
      </w:r>
    </w:p>
    <w:p w14:paraId="2DD48B31" w14:textId="77777777" w:rsidR="00C07B04" w:rsidRDefault="00C07B04" w:rsidP="00CF02DC">
      <w:pPr>
        <w:pStyle w:val="CMD"/>
        <w:spacing w:line="276" w:lineRule="auto"/>
      </w:pPr>
      <w:r>
        <w:t xml:space="preserve">R1# </w:t>
      </w:r>
      <w:r w:rsidRPr="00764E9C">
        <w:rPr>
          <w:b/>
        </w:rPr>
        <w:t>reload</w:t>
      </w:r>
    </w:p>
    <w:p w14:paraId="4DEC949E" w14:textId="77777777" w:rsidR="00C07B04" w:rsidRDefault="00C07B04" w:rsidP="00CF02DC">
      <w:pPr>
        <w:pStyle w:val="CMD"/>
        <w:spacing w:line="276" w:lineRule="auto"/>
      </w:pPr>
      <w:r>
        <w:t>Proceed with reload? [confirm]</w:t>
      </w:r>
    </w:p>
    <w:p w14:paraId="080E459F" w14:textId="77777777" w:rsidR="00C07B04" w:rsidRDefault="00C07B04" w:rsidP="00CF02DC">
      <w:pPr>
        <w:pStyle w:val="SubStepAlpha"/>
        <w:spacing w:line="276" w:lineRule="auto"/>
      </w:pPr>
      <w:r>
        <w:t xml:space="preserve">À l'invite de configuration du système, tapez </w:t>
      </w:r>
      <w:r w:rsidRPr="00D25B88">
        <w:rPr>
          <w:b/>
        </w:rPr>
        <w:t>no.</w:t>
      </w:r>
      <w:r>
        <w:t>; l'invite du routeur s'affiche et indique que le routeur n'est pas configuré.</w:t>
      </w:r>
    </w:p>
    <w:p w14:paraId="26919E89" w14:textId="77777777" w:rsidR="00C07B04" w:rsidRDefault="00C07B04" w:rsidP="00CF02DC">
      <w:pPr>
        <w:pStyle w:val="CMDOutput"/>
        <w:spacing w:line="276" w:lineRule="auto"/>
      </w:pPr>
      <w:r>
        <w:t xml:space="preserve">         --- System Configuration Dialog ---</w:t>
      </w:r>
    </w:p>
    <w:p w14:paraId="3B7BA2F8" w14:textId="77777777" w:rsidR="00C07B04" w:rsidRDefault="00C07B04" w:rsidP="00CF02DC">
      <w:pPr>
        <w:pStyle w:val="CMDOutput"/>
        <w:spacing w:line="276" w:lineRule="auto"/>
      </w:pPr>
    </w:p>
    <w:p w14:paraId="1127DC96" w14:textId="77777777" w:rsidR="00C07B04" w:rsidRDefault="00C07B04" w:rsidP="00CF02DC">
      <w:pPr>
        <w:pStyle w:val="CMDOutput"/>
        <w:spacing w:line="276" w:lineRule="auto"/>
      </w:pPr>
      <w:r>
        <w:t>Would you like to enter the initial configuration dialog? [yes/no]:</w:t>
      </w:r>
    </w:p>
    <w:p w14:paraId="41462DD3" w14:textId="77777777" w:rsidR="00C07B04" w:rsidRDefault="00C07B04" w:rsidP="00CF02DC">
      <w:pPr>
        <w:pStyle w:val="CMDOutput"/>
        <w:spacing w:line="276" w:lineRule="auto"/>
      </w:pPr>
    </w:p>
    <w:p w14:paraId="3C58CE7F" w14:textId="77777777" w:rsidR="00C07B04" w:rsidRDefault="00C07B04" w:rsidP="00CF02DC">
      <w:pPr>
        <w:pStyle w:val="CMDOutput"/>
        <w:spacing w:line="276" w:lineRule="auto"/>
      </w:pPr>
      <w:r>
        <w:t>Press RETURN to get started!</w:t>
      </w:r>
    </w:p>
    <w:p w14:paraId="35F6A59F" w14:textId="77777777" w:rsidR="00C07B04" w:rsidRDefault="00C07B04" w:rsidP="00CF02DC">
      <w:pPr>
        <w:pStyle w:val="CMDOutput"/>
        <w:spacing w:line="276" w:lineRule="auto"/>
      </w:pPr>
      <w:r>
        <w:t>&lt;output omitted&gt;</w:t>
      </w:r>
    </w:p>
    <w:p w14:paraId="523C832D" w14:textId="77777777" w:rsidR="00C07B04" w:rsidRDefault="00C07B04" w:rsidP="00CF02DC">
      <w:pPr>
        <w:pStyle w:val="CMDOutput"/>
        <w:spacing w:line="276" w:lineRule="auto"/>
      </w:pPr>
      <w:r>
        <w:t>Router&gt;</w:t>
      </w:r>
    </w:p>
    <w:p w14:paraId="76813AF3" w14:textId="77777777" w:rsidR="00C07B04" w:rsidRDefault="00C07B04" w:rsidP="00CF02DC">
      <w:pPr>
        <w:pStyle w:val="SubStepAlpha"/>
        <w:spacing w:line="276" w:lineRule="auto"/>
      </w:pPr>
      <w:r>
        <w:t xml:space="preserve">Passez en mode d'exécution privilégié et entrez une commande </w:t>
      </w:r>
      <w:r w:rsidRPr="00FD7C9A">
        <w:rPr>
          <w:b/>
        </w:rPr>
        <w:t>show running-config</w:t>
      </w:r>
      <w:r>
        <w:t xml:space="preserve"> pour vérifier que toutes les configurations précédentes ont été effacées.</w:t>
      </w:r>
    </w:p>
    <w:p w14:paraId="56BF61CE" w14:textId="77777777" w:rsidR="00C07B04" w:rsidRDefault="00C07B04" w:rsidP="00CF02DC">
      <w:pPr>
        <w:pStyle w:val="Heading3"/>
        <w:spacing w:line="276" w:lineRule="auto"/>
      </w:pPr>
      <w:r>
        <w:t>Modifiez le fichier de sauvegarde de configuration enregistré pour le préparer à restaurer la configuration du routeur.</w:t>
      </w:r>
    </w:p>
    <w:p w14:paraId="0717FA79" w14:textId="77777777" w:rsidR="00C07B04" w:rsidRPr="00035902" w:rsidRDefault="00C07B04" w:rsidP="00CF02DC">
      <w:pPr>
        <w:pStyle w:val="BodyTextL25"/>
        <w:spacing w:line="276" w:lineRule="auto"/>
      </w:pPr>
      <w:r>
        <w:t>Pour restaurer la configuration du routeur à partir d'un fichier de sauvegarde de configuration en cours enregistré, vous devez modifier le texte.</w:t>
      </w:r>
    </w:p>
    <w:p w14:paraId="3DF0B73E" w14:textId="77777777" w:rsidR="00C07B04" w:rsidRDefault="00C07B04" w:rsidP="00CF02DC">
      <w:pPr>
        <w:pStyle w:val="SubStepAlpha"/>
        <w:spacing w:line="276" w:lineRule="auto"/>
      </w:pPr>
      <w:r>
        <w:t xml:space="preserve">Ouvrez le fichier texte </w:t>
      </w:r>
      <w:r w:rsidRPr="003B05A8">
        <w:rPr>
          <w:b/>
        </w:rPr>
        <w:t>teraterm.log</w:t>
      </w:r>
      <w:r>
        <w:t>.</w:t>
      </w:r>
    </w:p>
    <w:p w14:paraId="56B2A3B5" w14:textId="77777777" w:rsidR="00C07B04" w:rsidRDefault="00C07B04" w:rsidP="00CF02DC">
      <w:pPr>
        <w:pStyle w:val="SubStepAlpha"/>
        <w:spacing w:line="276" w:lineRule="auto"/>
      </w:pPr>
      <w:r>
        <w:t xml:space="preserve">Supprimez chaque instance de </w:t>
      </w:r>
      <w:r>
        <w:rPr>
          <w:b/>
        </w:rPr>
        <w:t>--More--</w:t>
      </w:r>
      <w:r>
        <w:t xml:space="preserve"> (--Plus--) dans le fichier texte.</w:t>
      </w:r>
    </w:p>
    <w:p w14:paraId="1E3F3CF5" w14:textId="77777777" w:rsidR="00C07B04" w:rsidRPr="00EC6847" w:rsidRDefault="00C07B04" w:rsidP="00CF02DC">
      <w:pPr>
        <w:pStyle w:val="BodyTextL50"/>
        <w:spacing w:line="276" w:lineRule="auto"/>
      </w:pPr>
      <w:r>
        <w:rPr>
          <w:b/>
        </w:rPr>
        <w:t>Remarque</w:t>
      </w:r>
      <w:r>
        <w:t xml:space="preserve">: The </w:t>
      </w:r>
      <w:r>
        <w:rPr>
          <w:b/>
        </w:rPr>
        <w:t xml:space="preserve">--More-- </w:t>
      </w:r>
      <w:r>
        <w:t>a été généré en appuyant sur la touche Espace lors de l'affichage de la configuration en cours.</w:t>
      </w:r>
    </w:p>
    <w:p w14:paraId="7B12538C" w14:textId="77777777" w:rsidR="00C07B04" w:rsidRDefault="00C07B04" w:rsidP="00CF02DC">
      <w:pPr>
        <w:pStyle w:val="SubStepAlpha"/>
        <w:spacing w:line="276" w:lineRule="auto"/>
      </w:pPr>
      <w:r>
        <w:t>Supprimez les lignes initiales du fichier de configuration de sauvegarde, de façon à ce que la première ligne commence par la première commande de configuration comme indiqué ci-dessous.</w:t>
      </w:r>
    </w:p>
    <w:p w14:paraId="091C2C2E" w14:textId="77777777" w:rsidR="00C07B04" w:rsidRPr="00114AEC" w:rsidRDefault="00C07B04" w:rsidP="00CF02DC">
      <w:pPr>
        <w:pStyle w:val="CMD"/>
        <w:spacing w:line="276" w:lineRule="auto"/>
      </w:pPr>
      <w:r>
        <w:t>service timestamps debug datetime msec</w:t>
      </w:r>
    </w:p>
    <w:p w14:paraId="18D7A02E" w14:textId="77777777" w:rsidR="00C07B04" w:rsidRPr="00114AEC" w:rsidRDefault="00C07B04" w:rsidP="00CF02DC">
      <w:pPr>
        <w:pStyle w:val="CMD"/>
        <w:spacing w:line="276" w:lineRule="auto"/>
      </w:pPr>
      <w:r>
        <w:t>service timestamps log datetime msec</w:t>
      </w:r>
    </w:p>
    <w:p w14:paraId="2328B26B" w14:textId="77777777" w:rsidR="00C07B04" w:rsidRPr="00114AEC" w:rsidRDefault="00C07B04" w:rsidP="00CF02DC">
      <w:pPr>
        <w:pStyle w:val="CMD"/>
        <w:spacing w:line="276" w:lineRule="auto"/>
      </w:pPr>
      <w:r>
        <w:t>service password-encryption</w:t>
      </w:r>
    </w:p>
    <w:p w14:paraId="6B518511" w14:textId="77777777" w:rsidR="00C07B04" w:rsidRDefault="00C07B04" w:rsidP="00CF02DC">
      <w:pPr>
        <w:pStyle w:val="SubStepAlpha"/>
        <w:spacing w:line="276" w:lineRule="auto"/>
      </w:pPr>
      <w:r>
        <w:t>Entre les lignes de l'interface GigabitEthernet0/0/1, insérez une nouvelle ligne pour activer l'interface.</w:t>
      </w:r>
    </w:p>
    <w:p w14:paraId="316AC0FB" w14:textId="77777777" w:rsidR="00C07B04" w:rsidRPr="008346A1" w:rsidRDefault="00C07B04" w:rsidP="00CF02DC">
      <w:pPr>
        <w:pStyle w:val="CMD"/>
        <w:spacing w:line="276" w:lineRule="auto"/>
      </w:pPr>
      <w:r>
        <w:t>interface GigabitEthernet0/0/1</w:t>
      </w:r>
    </w:p>
    <w:p w14:paraId="677A34EC" w14:textId="77777777" w:rsidR="00C07B04" w:rsidRPr="008346A1" w:rsidRDefault="00C07B04" w:rsidP="00CF02DC">
      <w:pPr>
        <w:pStyle w:val="CMD"/>
        <w:spacing w:line="276" w:lineRule="auto"/>
      </w:pPr>
      <w:r>
        <w:t xml:space="preserve"> ip address 192.168.1.1 255.255.255.0</w:t>
      </w:r>
    </w:p>
    <w:p w14:paraId="564D3679" w14:textId="77777777" w:rsidR="00C07B04" w:rsidRPr="008346A1" w:rsidRDefault="00C07B04" w:rsidP="00CF02DC">
      <w:pPr>
        <w:pStyle w:val="CMD"/>
        <w:spacing w:line="276" w:lineRule="auto"/>
      </w:pPr>
      <w:r>
        <w:lastRenderedPageBreak/>
        <w:t xml:space="preserve"> duplex auto</w:t>
      </w:r>
    </w:p>
    <w:p w14:paraId="6B2F99A5" w14:textId="77777777" w:rsidR="00C07B04" w:rsidRPr="008346A1" w:rsidRDefault="00C07B04" w:rsidP="00CF02DC">
      <w:pPr>
        <w:pStyle w:val="CMD"/>
        <w:spacing w:line="276" w:lineRule="auto"/>
      </w:pPr>
      <w:r>
        <w:t xml:space="preserve"> speed auto</w:t>
      </w:r>
    </w:p>
    <w:p w14:paraId="1C26390B" w14:textId="77777777" w:rsidR="00C07B04" w:rsidRPr="00B07D0C" w:rsidRDefault="00C07B04" w:rsidP="00CF02DC">
      <w:pPr>
        <w:pStyle w:val="SubStepAlpha"/>
        <w:numPr>
          <w:ilvl w:val="0"/>
          <w:numId w:val="0"/>
        </w:numPr>
        <w:spacing w:line="276" w:lineRule="auto"/>
        <w:ind w:left="720"/>
        <w:rPr>
          <w:b/>
        </w:rPr>
      </w:pPr>
      <w:r>
        <w:rPr>
          <w:b/>
        </w:rPr>
        <w:t>Change to:</w:t>
      </w:r>
    </w:p>
    <w:p w14:paraId="01671645" w14:textId="77777777" w:rsidR="00C07B04" w:rsidRPr="008346A1" w:rsidRDefault="00C07B04" w:rsidP="00CF02DC">
      <w:pPr>
        <w:pStyle w:val="CMD"/>
        <w:spacing w:line="276" w:lineRule="auto"/>
      </w:pPr>
      <w:r>
        <w:t>interface GigabitEthernet0/0/1</w:t>
      </w:r>
    </w:p>
    <w:p w14:paraId="6ACDFC2D" w14:textId="77777777" w:rsidR="00C07B04" w:rsidRPr="008346A1" w:rsidRDefault="00C07B04" w:rsidP="00CF02DC">
      <w:pPr>
        <w:pStyle w:val="CMD"/>
        <w:spacing w:line="276" w:lineRule="auto"/>
      </w:pPr>
      <w:r>
        <w:t xml:space="preserve"> ip address 192.168.1.1 255.255.255.0</w:t>
      </w:r>
    </w:p>
    <w:p w14:paraId="7B504381" w14:textId="77777777" w:rsidR="00C07B04" w:rsidRPr="008346A1" w:rsidRDefault="00C07B04" w:rsidP="00CF02DC">
      <w:pPr>
        <w:pStyle w:val="CMD"/>
        <w:spacing w:line="276" w:lineRule="auto"/>
      </w:pPr>
      <w:r>
        <w:t xml:space="preserve"> duplex auto</w:t>
      </w:r>
    </w:p>
    <w:p w14:paraId="513AACAA" w14:textId="77777777" w:rsidR="00C07B04" w:rsidRPr="008346A1" w:rsidRDefault="00C07B04" w:rsidP="00CF02DC">
      <w:pPr>
        <w:pStyle w:val="CMD"/>
        <w:spacing w:line="276" w:lineRule="auto"/>
      </w:pPr>
      <w:r>
        <w:t xml:space="preserve"> speed auto</w:t>
      </w:r>
    </w:p>
    <w:p w14:paraId="52FED8E3" w14:textId="77777777" w:rsidR="00C07B04" w:rsidRPr="008346A1" w:rsidRDefault="00C07B04" w:rsidP="00CF02DC">
      <w:pPr>
        <w:pStyle w:val="CMD"/>
        <w:spacing w:line="276" w:lineRule="auto"/>
        <w:rPr>
          <w:b/>
        </w:rPr>
      </w:pPr>
      <w:r>
        <w:rPr>
          <w:b/>
          <w:highlight w:val="yellow"/>
        </w:rPr>
        <w:t xml:space="preserve"> no shutdown</w:t>
      </w:r>
    </w:p>
    <w:p w14:paraId="15D36238" w14:textId="77777777" w:rsidR="00C07B04" w:rsidRDefault="00C07B04" w:rsidP="00CF02DC">
      <w:pPr>
        <w:pStyle w:val="SubStepAlpha"/>
        <w:spacing w:line="276" w:lineRule="auto"/>
      </w:pPr>
      <w:r>
        <w:t xml:space="preserve">Après avoir effectué toutes les modifications du fichier de configuration de sauvegarde, enregistrez vos modifications apportées au nom de fichier </w:t>
      </w:r>
      <w:r w:rsidRPr="00914F92">
        <w:rPr>
          <w:b/>
        </w:rPr>
        <w:t>R1-config-backup</w:t>
      </w:r>
      <w:r>
        <w:t>.</w:t>
      </w:r>
    </w:p>
    <w:p w14:paraId="696BCB71" w14:textId="77777777" w:rsidR="00C07B04" w:rsidRDefault="00C07B04" w:rsidP="00CF02DC">
      <w:pPr>
        <w:pStyle w:val="BodyTextL50"/>
        <w:spacing w:line="276" w:lineRule="auto"/>
      </w:pPr>
      <w:r>
        <w:rPr>
          <w:b/>
        </w:rPr>
        <w:t>Remarque</w:t>
      </w:r>
      <w:r>
        <w:t xml:space="preserve">: Lors de l'enregistrement du fichier, une extension telle que </w:t>
      </w:r>
      <w:r>
        <w:rPr>
          <w:b/>
        </w:rPr>
        <w:t>.txt</w:t>
      </w:r>
      <w:r>
        <w:t>, peut être ajoutée automatiquement au nom de fichier.</w:t>
      </w:r>
    </w:p>
    <w:p w14:paraId="6768AABB" w14:textId="77777777" w:rsidR="00C07B04" w:rsidRDefault="00C07B04" w:rsidP="00CF02DC">
      <w:pPr>
        <w:pStyle w:val="Heading3"/>
        <w:spacing w:line="276" w:lineRule="auto"/>
      </w:pPr>
      <w:r>
        <w:t>Restaurez la configuration du routeur.</w:t>
      </w:r>
    </w:p>
    <w:p w14:paraId="356AAB5D" w14:textId="77777777" w:rsidR="00C07B04" w:rsidRDefault="00C07B04" w:rsidP="00CF02DC">
      <w:pPr>
        <w:pStyle w:val="BodyTextL25"/>
        <w:spacing w:line="276" w:lineRule="auto"/>
      </w:pPr>
      <w:r>
        <w:t>Vous pouvez restaurer la configuration en cours modifiée directement sur le terminal de la console en mode de configuration globale du routeur, et les configurations sont entrées comme s'il s'agissait de commandes entrées individuellement à partir de l'invite de commandes.</w:t>
      </w:r>
    </w:p>
    <w:p w14:paraId="583CEA0C" w14:textId="77777777" w:rsidR="00C07B04" w:rsidRDefault="00C07B04" w:rsidP="00CF02DC">
      <w:pPr>
        <w:pStyle w:val="SubStepAlpha"/>
        <w:spacing w:line="276" w:lineRule="auto"/>
      </w:pPr>
      <w:r>
        <w:t>À partir de la connexion de la console Tera Term au routeur, accédez au mode de configuration globale.</w:t>
      </w:r>
    </w:p>
    <w:p w14:paraId="33EBB157" w14:textId="77777777" w:rsidR="00C07B04" w:rsidRDefault="00C07B04" w:rsidP="00CF02DC">
      <w:pPr>
        <w:pStyle w:val="SubStepAlpha"/>
        <w:spacing w:line="276" w:lineRule="auto"/>
      </w:pPr>
      <w:r>
        <w:t xml:space="preserve">Dans le menu </w:t>
      </w:r>
      <w:r>
        <w:rPr>
          <w:b/>
        </w:rPr>
        <w:t>File</w:t>
      </w:r>
      <w:r>
        <w:t xml:space="preserve"> (Fichier), sélectionnez </w:t>
      </w:r>
      <w:r>
        <w:rPr>
          <w:b/>
        </w:rPr>
        <w:t>Send file…</w:t>
      </w:r>
      <w:r>
        <w:t xml:space="preserve"> (Envoyer un fichier).</w:t>
      </w:r>
    </w:p>
    <w:p w14:paraId="73FF2E6B" w14:textId="77777777" w:rsidR="00C07B04" w:rsidRDefault="00C07B04" w:rsidP="00CF02DC">
      <w:pPr>
        <w:pStyle w:val="SubStepAlpha"/>
        <w:spacing w:line="276" w:lineRule="auto"/>
      </w:pPr>
      <w:r>
        <w:t xml:space="preserve">Localisez </w:t>
      </w:r>
      <w:r>
        <w:rPr>
          <w:b/>
        </w:rPr>
        <w:t>R1-config-backup</w:t>
      </w:r>
      <w:r>
        <w:t xml:space="preserve"> et sélectionnez </w:t>
      </w:r>
      <w:r>
        <w:rPr>
          <w:b/>
        </w:rPr>
        <w:t>Open</w:t>
      </w:r>
      <w:r>
        <w:t xml:space="preserve"> (Ouvrir).</w:t>
      </w:r>
    </w:p>
    <w:p w14:paraId="1FA4BA94" w14:textId="77777777" w:rsidR="00C07B04" w:rsidRDefault="00C07B04" w:rsidP="00CF02DC">
      <w:pPr>
        <w:pStyle w:val="SubStepAlpha"/>
        <w:spacing w:line="276" w:lineRule="auto"/>
      </w:pPr>
      <w:r>
        <w:t>Enregistrez la configuration en cours dans le fichier de configuration initiale.</w:t>
      </w:r>
    </w:p>
    <w:p w14:paraId="0D969569" w14:textId="77777777" w:rsidR="00C07B04" w:rsidRDefault="00C07B04" w:rsidP="00CF02DC">
      <w:pPr>
        <w:pStyle w:val="CMD"/>
        <w:spacing w:line="276" w:lineRule="auto"/>
        <w:rPr>
          <w:b/>
        </w:rPr>
      </w:pPr>
      <w:r>
        <w:t xml:space="preserve">R1# </w:t>
      </w:r>
      <w:r w:rsidRPr="00C71CA6">
        <w:rPr>
          <w:b/>
        </w:rPr>
        <w:t>copy running-config startup-config</w:t>
      </w:r>
    </w:p>
    <w:p w14:paraId="64EEA839" w14:textId="206EF54E" w:rsidR="00C07B04" w:rsidRDefault="00C07B04" w:rsidP="00CF02DC">
      <w:pPr>
        <w:pStyle w:val="SubStepAlpha"/>
        <w:spacing w:line="276" w:lineRule="auto"/>
      </w:pPr>
      <w:r>
        <w:t>Vérifiez la nouvelle configuration en cours.</w:t>
      </w:r>
    </w:p>
    <w:p w14:paraId="5BC5742C" w14:textId="294ECBB3" w:rsidR="00A959F3" w:rsidRDefault="00A959F3" w:rsidP="00CF02DC">
      <w:pPr>
        <w:pStyle w:val="ConfigWindow"/>
        <w:spacing w:line="276" w:lineRule="auto"/>
      </w:pPr>
      <w:r>
        <w:t>Fermez la fenêtre de configuration.</w:t>
      </w:r>
    </w:p>
    <w:p w14:paraId="32B86CB2" w14:textId="77777777" w:rsidR="00C07B04" w:rsidRDefault="00C07B04" w:rsidP="00CF02DC">
      <w:pPr>
        <w:pStyle w:val="Heading3"/>
        <w:spacing w:before="120" w:line="276" w:lineRule="auto"/>
      </w:pPr>
      <w:r>
        <w:t>Sauvegarder et restaurer le commutateur.</w:t>
      </w:r>
    </w:p>
    <w:p w14:paraId="682EC845" w14:textId="77777777" w:rsidR="00C07B04" w:rsidRPr="00C71CA6" w:rsidRDefault="00C07B04" w:rsidP="00CF02DC">
      <w:pPr>
        <w:pStyle w:val="BodyTextL25"/>
        <w:spacing w:line="276" w:lineRule="auto"/>
      </w:pPr>
      <w:r>
        <w:t>Revenez au début de la deuxième partie et suivez les mêmes étapes pour sauvegarder et restaurer la configuration du commutateur.</w:t>
      </w:r>
    </w:p>
    <w:p w14:paraId="65C5F693" w14:textId="77777777" w:rsidR="00C07B04" w:rsidRDefault="00C07B04" w:rsidP="00CF02DC">
      <w:pPr>
        <w:pStyle w:val="Heading1"/>
        <w:spacing w:line="276" w:lineRule="auto"/>
      </w:pPr>
      <w:r>
        <w:t>Question de réflexion</w:t>
      </w:r>
    </w:p>
    <w:p w14:paraId="76915ABD" w14:textId="77777777" w:rsidR="00C07B04" w:rsidRDefault="00C07B04" w:rsidP="00CF02DC">
      <w:pPr>
        <w:pStyle w:val="BodyTextL25"/>
        <w:spacing w:line="276" w:lineRule="auto"/>
      </w:pPr>
      <w:r>
        <w:t>Pourquoi pensez-vous qu'il est important d'utiliser un éditeur de texte au lieu d'un traitement de texte pour copier et enregistrer vos configurations de commande?</w:t>
      </w:r>
    </w:p>
    <w:p w14:paraId="4152EFBC" w14:textId="77777777" w:rsidR="00C07B04" w:rsidRDefault="00C07B04" w:rsidP="00CF02DC">
      <w:pPr>
        <w:pStyle w:val="AnswerLineL25"/>
        <w:spacing w:line="276" w:lineRule="auto"/>
      </w:pPr>
      <w:r>
        <w:t>Placez vos réponses ici.</w:t>
      </w:r>
    </w:p>
    <w:p w14:paraId="4D43BC15" w14:textId="77777777" w:rsidR="002B0F12" w:rsidRDefault="002B0F12" w:rsidP="00CF02DC">
      <w:pPr>
        <w:pStyle w:val="Heading1"/>
        <w:spacing w:line="276" w:lineRule="auto"/>
      </w:pPr>
    </w:p>
    <w:p w14:paraId="21C91C8F" w14:textId="77777777" w:rsidR="004B704C" w:rsidRPr="004C0909" w:rsidRDefault="004B704C" w:rsidP="00CF02DC">
      <w:pPr>
        <w:pStyle w:val="Heading1"/>
        <w:spacing w:line="276" w:lineRule="auto"/>
      </w:pPr>
      <w:r>
        <w:t>Tableau récapitulatif des interfaces des routeurs</w:t>
      </w:r>
    </w:p>
    <w:tbl>
      <w:tblPr>
        <w:tblStyle w:val="LabTableStyle"/>
        <w:tblW w:w="10260" w:type="dxa"/>
        <w:tblLook w:val="04A0" w:firstRow="1" w:lastRow="0" w:firstColumn="1" w:lastColumn="0" w:noHBand="0" w:noVBand="1"/>
        <w:tblDescription w:val="Ce tableau donne le modèle d'interface routeur par routeur pour les interfaces Ethernet 1 et 2 ainsi que les interfaces série 1 et 2."/>
      </w:tblPr>
      <w:tblGrid>
        <w:gridCol w:w="1530"/>
        <w:gridCol w:w="2250"/>
        <w:gridCol w:w="2250"/>
        <w:gridCol w:w="2070"/>
        <w:gridCol w:w="2160"/>
      </w:tblGrid>
      <w:tr w:rsidR="004B704C" w14:paraId="7BD78C20" w14:textId="77777777" w:rsidTr="007653F0">
        <w:trPr>
          <w:cnfStyle w:val="100000000000" w:firstRow="1" w:lastRow="0" w:firstColumn="0" w:lastColumn="0" w:oddVBand="0" w:evenVBand="0" w:oddHBand="0" w:evenHBand="0" w:firstRowFirstColumn="0" w:firstRowLastColumn="0" w:lastRowFirstColumn="0" w:lastRowLastColumn="0"/>
          <w:tblHeader/>
        </w:trPr>
        <w:tc>
          <w:tcPr>
            <w:tcW w:w="1530" w:type="dxa"/>
          </w:tcPr>
          <w:p w14:paraId="3B596ACC" w14:textId="77777777" w:rsidR="004B704C" w:rsidRPr="00763D8B" w:rsidRDefault="004B704C" w:rsidP="00CF02DC">
            <w:pPr>
              <w:pStyle w:val="TableHeading"/>
            </w:pPr>
            <w:r>
              <w:t>Modèle du routeur</w:t>
            </w:r>
          </w:p>
        </w:tc>
        <w:tc>
          <w:tcPr>
            <w:tcW w:w="2250" w:type="dxa"/>
          </w:tcPr>
          <w:p w14:paraId="7062ED92" w14:textId="77777777" w:rsidR="004B704C" w:rsidRPr="00763D8B" w:rsidRDefault="004B704C" w:rsidP="00CF02DC">
            <w:pPr>
              <w:pStyle w:val="TableHeading"/>
            </w:pPr>
            <w:r>
              <w:t>Interface Ethernet 1</w:t>
            </w:r>
          </w:p>
        </w:tc>
        <w:tc>
          <w:tcPr>
            <w:tcW w:w="2250" w:type="dxa"/>
          </w:tcPr>
          <w:p w14:paraId="1E40F599" w14:textId="77777777" w:rsidR="004B704C" w:rsidRPr="00763D8B" w:rsidRDefault="004B704C" w:rsidP="00CF02DC">
            <w:pPr>
              <w:pStyle w:val="TableHeading"/>
            </w:pPr>
            <w:r>
              <w:t>Interface Ethernet 2</w:t>
            </w:r>
          </w:p>
        </w:tc>
        <w:tc>
          <w:tcPr>
            <w:tcW w:w="2070" w:type="dxa"/>
          </w:tcPr>
          <w:p w14:paraId="3D1AB64A" w14:textId="77777777" w:rsidR="004B704C" w:rsidRPr="00763D8B" w:rsidRDefault="004B704C" w:rsidP="00CF02DC">
            <w:pPr>
              <w:pStyle w:val="TableHeading"/>
            </w:pPr>
            <w:r>
              <w:t>Interface série 1</w:t>
            </w:r>
          </w:p>
        </w:tc>
        <w:tc>
          <w:tcPr>
            <w:tcW w:w="2160" w:type="dxa"/>
          </w:tcPr>
          <w:p w14:paraId="44D00834" w14:textId="77777777" w:rsidR="004B704C" w:rsidRPr="00763D8B" w:rsidRDefault="004B704C" w:rsidP="00CF02DC">
            <w:pPr>
              <w:pStyle w:val="TableHeading"/>
            </w:pPr>
            <w:r>
              <w:t>Interface série 2</w:t>
            </w:r>
          </w:p>
        </w:tc>
      </w:tr>
      <w:tr w:rsidR="004B704C" w14:paraId="3BFA6403" w14:textId="77777777" w:rsidTr="007653F0">
        <w:tc>
          <w:tcPr>
            <w:tcW w:w="1530" w:type="dxa"/>
          </w:tcPr>
          <w:p w14:paraId="1727B4A5" w14:textId="77777777" w:rsidR="004B704C" w:rsidRPr="009453F7" w:rsidRDefault="004B704C" w:rsidP="00CF02DC">
            <w:pPr>
              <w:pStyle w:val="TableText"/>
              <w:spacing w:line="276" w:lineRule="auto"/>
            </w:pPr>
            <w:r>
              <w:t>1.800</w:t>
            </w:r>
          </w:p>
        </w:tc>
        <w:tc>
          <w:tcPr>
            <w:tcW w:w="2250" w:type="dxa"/>
          </w:tcPr>
          <w:p w14:paraId="6949CBB8" w14:textId="77777777" w:rsidR="004B704C" w:rsidRPr="009453F7" w:rsidRDefault="004B704C" w:rsidP="00CF02DC">
            <w:pPr>
              <w:pStyle w:val="TableText"/>
              <w:spacing w:line="276" w:lineRule="auto"/>
            </w:pPr>
            <w:r>
              <w:t>Fast Ethernet 0/0 (F0/0)</w:t>
            </w:r>
          </w:p>
        </w:tc>
        <w:tc>
          <w:tcPr>
            <w:tcW w:w="2250" w:type="dxa"/>
          </w:tcPr>
          <w:p w14:paraId="4F19515F" w14:textId="77777777" w:rsidR="004B704C" w:rsidRPr="009453F7" w:rsidRDefault="004B704C" w:rsidP="00CF02DC">
            <w:pPr>
              <w:pStyle w:val="TableText"/>
              <w:spacing w:line="276" w:lineRule="auto"/>
            </w:pPr>
            <w:r>
              <w:t>Fast Ethernet 0/1 (F0/1)</w:t>
            </w:r>
          </w:p>
        </w:tc>
        <w:tc>
          <w:tcPr>
            <w:tcW w:w="2070" w:type="dxa"/>
          </w:tcPr>
          <w:p w14:paraId="19538933" w14:textId="77777777" w:rsidR="004B704C" w:rsidRPr="009453F7" w:rsidRDefault="004B704C" w:rsidP="00CF02DC">
            <w:pPr>
              <w:pStyle w:val="TableText"/>
              <w:spacing w:line="276" w:lineRule="auto"/>
            </w:pPr>
            <w:r>
              <w:t>Serial 0/0/0 (S0/0/0)</w:t>
            </w:r>
          </w:p>
        </w:tc>
        <w:tc>
          <w:tcPr>
            <w:tcW w:w="2160" w:type="dxa"/>
          </w:tcPr>
          <w:p w14:paraId="34C31B48" w14:textId="77777777" w:rsidR="004B704C" w:rsidRPr="009453F7" w:rsidRDefault="004B704C" w:rsidP="00CF02DC">
            <w:pPr>
              <w:pStyle w:val="TableText"/>
              <w:spacing w:line="276" w:lineRule="auto"/>
            </w:pPr>
            <w:r>
              <w:t>Serial 0/0/1 (S0/0/1)</w:t>
            </w:r>
          </w:p>
        </w:tc>
      </w:tr>
      <w:tr w:rsidR="004B704C" w14:paraId="4EFC5468" w14:textId="77777777" w:rsidTr="007653F0">
        <w:tc>
          <w:tcPr>
            <w:tcW w:w="1530" w:type="dxa"/>
          </w:tcPr>
          <w:p w14:paraId="0FDB8C2D" w14:textId="77777777" w:rsidR="004B704C" w:rsidRPr="009453F7" w:rsidRDefault="004B704C" w:rsidP="00CF02DC">
            <w:pPr>
              <w:pStyle w:val="TableText"/>
              <w:spacing w:line="276" w:lineRule="auto"/>
            </w:pPr>
            <w:r>
              <w:t>1.900</w:t>
            </w:r>
          </w:p>
        </w:tc>
        <w:tc>
          <w:tcPr>
            <w:tcW w:w="2250" w:type="dxa"/>
          </w:tcPr>
          <w:p w14:paraId="749D5FF4" w14:textId="77777777" w:rsidR="004B704C" w:rsidRPr="009453F7" w:rsidRDefault="004B704C" w:rsidP="00CF02DC">
            <w:pPr>
              <w:pStyle w:val="TableText"/>
              <w:spacing w:line="276" w:lineRule="auto"/>
            </w:pPr>
            <w:r>
              <w:t>Gigabit Ethernet 0/0 (G0/0)</w:t>
            </w:r>
          </w:p>
        </w:tc>
        <w:tc>
          <w:tcPr>
            <w:tcW w:w="2250" w:type="dxa"/>
          </w:tcPr>
          <w:p w14:paraId="54770A07" w14:textId="77777777" w:rsidR="004B704C" w:rsidRPr="009453F7" w:rsidRDefault="004B704C" w:rsidP="00CF02DC">
            <w:pPr>
              <w:pStyle w:val="TableText"/>
              <w:spacing w:line="276" w:lineRule="auto"/>
            </w:pPr>
            <w:r>
              <w:t>Gigabit Ethernet 0/1 (G0/1)</w:t>
            </w:r>
          </w:p>
        </w:tc>
        <w:tc>
          <w:tcPr>
            <w:tcW w:w="2070" w:type="dxa"/>
          </w:tcPr>
          <w:p w14:paraId="75C88814" w14:textId="77777777" w:rsidR="004B704C" w:rsidRPr="009453F7" w:rsidRDefault="004B704C" w:rsidP="00CF02DC">
            <w:pPr>
              <w:pStyle w:val="TableText"/>
              <w:spacing w:line="276" w:lineRule="auto"/>
            </w:pPr>
            <w:r>
              <w:t>Serial 0/0/0 (S0/0/0)</w:t>
            </w:r>
          </w:p>
        </w:tc>
        <w:tc>
          <w:tcPr>
            <w:tcW w:w="2160" w:type="dxa"/>
          </w:tcPr>
          <w:p w14:paraId="291969CB" w14:textId="77777777" w:rsidR="004B704C" w:rsidRPr="009453F7" w:rsidRDefault="004B704C" w:rsidP="00CF02DC">
            <w:pPr>
              <w:pStyle w:val="TableText"/>
              <w:spacing w:line="276" w:lineRule="auto"/>
            </w:pPr>
            <w:r>
              <w:t>Serial 0/0/1 (S0/0/1)</w:t>
            </w:r>
          </w:p>
        </w:tc>
      </w:tr>
      <w:tr w:rsidR="004B704C" w14:paraId="1103232E" w14:textId="77777777" w:rsidTr="007653F0">
        <w:tc>
          <w:tcPr>
            <w:tcW w:w="1530" w:type="dxa"/>
          </w:tcPr>
          <w:p w14:paraId="413EF472" w14:textId="77777777" w:rsidR="004B704C" w:rsidRPr="009453F7" w:rsidRDefault="004B704C" w:rsidP="00CF02DC">
            <w:pPr>
              <w:pStyle w:val="TableText"/>
              <w:spacing w:line="276" w:lineRule="auto"/>
            </w:pPr>
            <w:r>
              <w:t>2.801</w:t>
            </w:r>
          </w:p>
        </w:tc>
        <w:tc>
          <w:tcPr>
            <w:tcW w:w="2250" w:type="dxa"/>
          </w:tcPr>
          <w:p w14:paraId="27348B03" w14:textId="77777777" w:rsidR="004B704C" w:rsidRPr="009453F7" w:rsidRDefault="004B704C" w:rsidP="00CF02DC">
            <w:pPr>
              <w:pStyle w:val="TableText"/>
              <w:spacing w:line="276" w:lineRule="auto"/>
            </w:pPr>
            <w:r>
              <w:t>Fast Ethernet 0/0 (F0/0)</w:t>
            </w:r>
          </w:p>
        </w:tc>
        <w:tc>
          <w:tcPr>
            <w:tcW w:w="2250" w:type="dxa"/>
          </w:tcPr>
          <w:p w14:paraId="25C5C483" w14:textId="77777777" w:rsidR="004B704C" w:rsidRPr="009453F7" w:rsidRDefault="004B704C" w:rsidP="00CF02DC">
            <w:pPr>
              <w:pStyle w:val="TableText"/>
              <w:spacing w:line="276" w:lineRule="auto"/>
            </w:pPr>
            <w:r>
              <w:t>Fast Ethernet 0/1 (F0/1)</w:t>
            </w:r>
          </w:p>
        </w:tc>
        <w:tc>
          <w:tcPr>
            <w:tcW w:w="2070" w:type="dxa"/>
          </w:tcPr>
          <w:p w14:paraId="2F10A7F0" w14:textId="77777777" w:rsidR="004B704C" w:rsidRPr="009453F7" w:rsidRDefault="004B704C" w:rsidP="00CF02DC">
            <w:pPr>
              <w:pStyle w:val="TableText"/>
              <w:spacing w:line="276" w:lineRule="auto"/>
            </w:pPr>
            <w:r>
              <w:t>Serial 0/1/0 (S0/1/0)</w:t>
            </w:r>
          </w:p>
        </w:tc>
        <w:tc>
          <w:tcPr>
            <w:tcW w:w="2160" w:type="dxa"/>
          </w:tcPr>
          <w:p w14:paraId="2D076D91" w14:textId="77777777" w:rsidR="004B704C" w:rsidRPr="009453F7" w:rsidRDefault="004B704C" w:rsidP="00CF02DC">
            <w:pPr>
              <w:pStyle w:val="TableText"/>
              <w:spacing w:line="276" w:lineRule="auto"/>
            </w:pPr>
            <w:r>
              <w:t>Serial 0/1/1 (S0/1/1)</w:t>
            </w:r>
          </w:p>
        </w:tc>
      </w:tr>
      <w:tr w:rsidR="004B704C" w14:paraId="668224D2" w14:textId="77777777" w:rsidTr="007653F0">
        <w:tc>
          <w:tcPr>
            <w:tcW w:w="1530" w:type="dxa"/>
          </w:tcPr>
          <w:p w14:paraId="40694479" w14:textId="77777777" w:rsidR="004B704C" w:rsidRPr="009453F7" w:rsidRDefault="004B704C" w:rsidP="00CF02DC">
            <w:pPr>
              <w:pStyle w:val="TableText"/>
              <w:spacing w:line="276" w:lineRule="auto"/>
            </w:pPr>
            <w:r>
              <w:t>2.811</w:t>
            </w:r>
          </w:p>
        </w:tc>
        <w:tc>
          <w:tcPr>
            <w:tcW w:w="2250" w:type="dxa"/>
          </w:tcPr>
          <w:p w14:paraId="2174A89B" w14:textId="77777777" w:rsidR="004B704C" w:rsidRPr="009453F7" w:rsidRDefault="004B704C" w:rsidP="00CF02DC">
            <w:pPr>
              <w:pStyle w:val="TableText"/>
              <w:spacing w:line="276" w:lineRule="auto"/>
            </w:pPr>
            <w:r>
              <w:t>Fast Ethernet 0/0 (F0/0)</w:t>
            </w:r>
          </w:p>
        </w:tc>
        <w:tc>
          <w:tcPr>
            <w:tcW w:w="2250" w:type="dxa"/>
          </w:tcPr>
          <w:p w14:paraId="13750333" w14:textId="77777777" w:rsidR="004B704C" w:rsidRPr="009453F7" w:rsidRDefault="004B704C" w:rsidP="00CF02DC">
            <w:pPr>
              <w:pStyle w:val="TableText"/>
              <w:spacing w:line="276" w:lineRule="auto"/>
            </w:pPr>
            <w:r>
              <w:t>Fast Ethernet 0/1 (F0/1)</w:t>
            </w:r>
          </w:p>
        </w:tc>
        <w:tc>
          <w:tcPr>
            <w:tcW w:w="2070" w:type="dxa"/>
          </w:tcPr>
          <w:p w14:paraId="0B087A8C" w14:textId="77777777" w:rsidR="004B704C" w:rsidRPr="009453F7" w:rsidRDefault="004B704C" w:rsidP="00CF02DC">
            <w:pPr>
              <w:pStyle w:val="TableText"/>
              <w:spacing w:line="276" w:lineRule="auto"/>
            </w:pPr>
            <w:r>
              <w:t>Serial 0/0/0 (S0/0/0)</w:t>
            </w:r>
          </w:p>
        </w:tc>
        <w:tc>
          <w:tcPr>
            <w:tcW w:w="2160" w:type="dxa"/>
          </w:tcPr>
          <w:p w14:paraId="5F51F71E" w14:textId="77777777" w:rsidR="004B704C" w:rsidRPr="009453F7" w:rsidRDefault="004B704C" w:rsidP="00CF02DC">
            <w:pPr>
              <w:pStyle w:val="TableText"/>
              <w:spacing w:line="276" w:lineRule="auto"/>
            </w:pPr>
            <w:r>
              <w:t>Serial 0/0/1 (S0/0/1)</w:t>
            </w:r>
          </w:p>
        </w:tc>
      </w:tr>
      <w:tr w:rsidR="004B704C" w14:paraId="5A3CA8EB" w14:textId="77777777" w:rsidTr="007653F0">
        <w:tc>
          <w:tcPr>
            <w:tcW w:w="1530" w:type="dxa"/>
          </w:tcPr>
          <w:p w14:paraId="29CB6DD9" w14:textId="77777777" w:rsidR="004B704C" w:rsidRPr="009453F7" w:rsidRDefault="004B704C" w:rsidP="00CF02DC">
            <w:pPr>
              <w:pStyle w:val="TableText"/>
              <w:spacing w:line="276" w:lineRule="auto"/>
            </w:pPr>
            <w:r>
              <w:t>2.900</w:t>
            </w:r>
          </w:p>
        </w:tc>
        <w:tc>
          <w:tcPr>
            <w:tcW w:w="2250" w:type="dxa"/>
          </w:tcPr>
          <w:p w14:paraId="7C41E456" w14:textId="77777777" w:rsidR="004B704C" w:rsidRPr="009453F7" w:rsidRDefault="004B704C" w:rsidP="00CF02DC">
            <w:pPr>
              <w:pStyle w:val="TableText"/>
              <w:spacing w:line="276" w:lineRule="auto"/>
            </w:pPr>
            <w:r>
              <w:t>Gigabit Ethernet 0/0 (G0/0)</w:t>
            </w:r>
          </w:p>
        </w:tc>
        <w:tc>
          <w:tcPr>
            <w:tcW w:w="2250" w:type="dxa"/>
          </w:tcPr>
          <w:p w14:paraId="06E1B487" w14:textId="77777777" w:rsidR="004B704C" w:rsidRPr="009453F7" w:rsidRDefault="004B704C" w:rsidP="00CF02DC">
            <w:pPr>
              <w:pStyle w:val="TableText"/>
              <w:spacing w:line="276" w:lineRule="auto"/>
            </w:pPr>
            <w:r>
              <w:t>Gigabit Ethernet 0/1 (G0/1)</w:t>
            </w:r>
          </w:p>
        </w:tc>
        <w:tc>
          <w:tcPr>
            <w:tcW w:w="2070" w:type="dxa"/>
          </w:tcPr>
          <w:p w14:paraId="1BD74722" w14:textId="77777777" w:rsidR="004B704C" w:rsidRPr="009453F7" w:rsidRDefault="004B704C" w:rsidP="00CF02DC">
            <w:pPr>
              <w:pStyle w:val="TableText"/>
              <w:spacing w:line="276" w:lineRule="auto"/>
            </w:pPr>
            <w:r>
              <w:t>Serial 0/0/0 (S0/0/0)</w:t>
            </w:r>
          </w:p>
        </w:tc>
        <w:tc>
          <w:tcPr>
            <w:tcW w:w="2160" w:type="dxa"/>
          </w:tcPr>
          <w:p w14:paraId="2CD09DA6" w14:textId="77777777" w:rsidR="004B704C" w:rsidRPr="009453F7" w:rsidRDefault="004B704C" w:rsidP="00CF02DC">
            <w:pPr>
              <w:pStyle w:val="TableText"/>
              <w:spacing w:line="276" w:lineRule="auto"/>
            </w:pPr>
            <w:r>
              <w:t>Serial 0/0/1 (S0/0/1)</w:t>
            </w:r>
          </w:p>
        </w:tc>
      </w:tr>
      <w:tr w:rsidR="004B704C" w14:paraId="722A70CC" w14:textId="77777777" w:rsidTr="007653F0">
        <w:tc>
          <w:tcPr>
            <w:tcW w:w="1530" w:type="dxa"/>
          </w:tcPr>
          <w:p w14:paraId="64292160" w14:textId="77777777" w:rsidR="004B704C" w:rsidRPr="009453F7" w:rsidRDefault="004B704C" w:rsidP="00CF02DC">
            <w:pPr>
              <w:pStyle w:val="TableText"/>
              <w:spacing w:line="276" w:lineRule="auto"/>
            </w:pPr>
            <w:r>
              <w:t>4221</w:t>
            </w:r>
          </w:p>
        </w:tc>
        <w:tc>
          <w:tcPr>
            <w:tcW w:w="2250" w:type="dxa"/>
          </w:tcPr>
          <w:p w14:paraId="18F25032" w14:textId="77777777" w:rsidR="004B704C" w:rsidRPr="009453F7" w:rsidRDefault="004B704C" w:rsidP="00CF02DC">
            <w:pPr>
              <w:pStyle w:val="TableText"/>
              <w:spacing w:line="276" w:lineRule="auto"/>
            </w:pPr>
            <w:r>
              <w:t>Gigabit Ethernet 0/0/0 (G0/0/0)</w:t>
            </w:r>
          </w:p>
        </w:tc>
        <w:tc>
          <w:tcPr>
            <w:tcW w:w="2250" w:type="dxa"/>
          </w:tcPr>
          <w:p w14:paraId="22FB4C5B" w14:textId="77777777" w:rsidR="004B704C" w:rsidRPr="009453F7" w:rsidRDefault="004B704C" w:rsidP="00CF02DC">
            <w:pPr>
              <w:pStyle w:val="TableText"/>
              <w:spacing w:line="276" w:lineRule="auto"/>
            </w:pPr>
            <w:r>
              <w:t>Gigabit Ethernet 0/0/1 (G0/0/1)</w:t>
            </w:r>
          </w:p>
        </w:tc>
        <w:tc>
          <w:tcPr>
            <w:tcW w:w="2070" w:type="dxa"/>
          </w:tcPr>
          <w:p w14:paraId="1DAD0FC2" w14:textId="77777777" w:rsidR="004B704C" w:rsidRPr="009453F7" w:rsidRDefault="004B704C" w:rsidP="00CF02DC">
            <w:pPr>
              <w:pStyle w:val="TableText"/>
              <w:spacing w:line="276" w:lineRule="auto"/>
            </w:pPr>
            <w:r>
              <w:t>Serial 0/1/0 (S0/1/0)</w:t>
            </w:r>
          </w:p>
        </w:tc>
        <w:tc>
          <w:tcPr>
            <w:tcW w:w="2160" w:type="dxa"/>
          </w:tcPr>
          <w:p w14:paraId="13425102" w14:textId="77777777" w:rsidR="004B704C" w:rsidRPr="009453F7" w:rsidRDefault="004B704C" w:rsidP="00CF02DC">
            <w:pPr>
              <w:pStyle w:val="TableText"/>
              <w:spacing w:line="276" w:lineRule="auto"/>
            </w:pPr>
            <w:r>
              <w:t>Serial 0/1/1 (S0/1/1)</w:t>
            </w:r>
          </w:p>
        </w:tc>
      </w:tr>
      <w:tr w:rsidR="004B704C" w14:paraId="74687C41" w14:textId="77777777" w:rsidTr="007653F0">
        <w:tc>
          <w:tcPr>
            <w:tcW w:w="1530" w:type="dxa"/>
          </w:tcPr>
          <w:p w14:paraId="61362F5A" w14:textId="77777777" w:rsidR="004B704C" w:rsidRDefault="004B704C" w:rsidP="00CF02DC">
            <w:pPr>
              <w:pStyle w:val="TableText"/>
              <w:spacing w:line="276" w:lineRule="auto"/>
            </w:pPr>
            <w:r>
              <w:t>4300</w:t>
            </w:r>
          </w:p>
        </w:tc>
        <w:tc>
          <w:tcPr>
            <w:tcW w:w="2250" w:type="dxa"/>
          </w:tcPr>
          <w:p w14:paraId="76C3899A" w14:textId="77777777" w:rsidR="004B704C" w:rsidRPr="009453F7" w:rsidRDefault="004B704C" w:rsidP="00CF02DC">
            <w:pPr>
              <w:pStyle w:val="TableText"/>
              <w:spacing w:line="276" w:lineRule="auto"/>
            </w:pPr>
            <w:r>
              <w:t>Gigabit Ethernet 0/0/0 (G0/0/0)</w:t>
            </w:r>
          </w:p>
        </w:tc>
        <w:tc>
          <w:tcPr>
            <w:tcW w:w="2250" w:type="dxa"/>
          </w:tcPr>
          <w:p w14:paraId="4682C717" w14:textId="77777777" w:rsidR="004B704C" w:rsidRPr="009453F7" w:rsidRDefault="004B704C" w:rsidP="00CF02DC">
            <w:pPr>
              <w:pStyle w:val="TableText"/>
              <w:spacing w:line="276" w:lineRule="auto"/>
            </w:pPr>
            <w:r>
              <w:t>Gigabit Ethernet 0/0/1 (G0/0/1)</w:t>
            </w:r>
          </w:p>
        </w:tc>
        <w:tc>
          <w:tcPr>
            <w:tcW w:w="2070" w:type="dxa"/>
          </w:tcPr>
          <w:p w14:paraId="221C97CC" w14:textId="77777777" w:rsidR="004B704C" w:rsidRDefault="004B704C" w:rsidP="00CF02DC">
            <w:pPr>
              <w:pStyle w:val="TableText"/>
              <w:spacing w:line="276" w:lineRule="auto"/>
            </w:pPr>
            <w:r>
              <w:t>Serial 0/1/0 (S0/1/0)</w:t>
            </w:r>
          </w:p>
        </w:tc>
        <w:tc>
          <w:tcPr>
            <w:tcW w:w="2160" w:type="dxa"/>
          </w:tcPr>
          <w:p w14:paraId="3DF829CD" w14:textId="77777777" w:rsidR="004B704C" w:rsidRDefault="004B704C" w:rsidP="00CF02DC">
            <w:pPr>
              <w:pStyle w:val="TableText"/>
              <w:spacing w:line="276" w:lineRule="auto"/>
            </w:pPr>
            <w:r>
              <w:t>Serial 0/1/1 (S0/1/1)</w:t>
            </w:r>
          </w:p>
        </w:tc>
      </w:tr>
    </w:tbl>
    <w:p w14:paraId="6773C132" w14:textId="2DBAC1D3" w:rsidR="004B704C" w:rsidRDefault="004B704C" w:rsidP="00CF02DC">
      <w:pPr>
        <w:pStyle w:val="BodyText"/>
        <w:spacing w:line="276" w:lineRule="auto"/>
      </w:pPr>
      <w:r>
        <w:rPr>
          <w:b/>
        </w:rPr>
        <w:t>Remarque</w:t>
      </w:r>
      <w:r w:rsidRPr="00873C6B">
        <w:t>: Pour savoir comment le routeur est configuré, observez les interfaces afin d'identifier le type de routeur ainsi que le nombre d'interfaces qu'il comporte. Il n'est pas possible de répertorier de façon exhaustive toutes les combinaisons de configurations pour chaque type de routeur. Ce tableau inclut les identifiants des différentes combinaisons d'interfaces Ethernet et série possibles dans l'appareil. Il ne comporte aucun autre type d'interface, même si un routeur particulier peut en contenir un. L’exemple de l’interface RNIS BRI peut illustrer ceci. La chaîne de caractères entre parenthèses est l'abréviation normalisée qui permet de représenter l'interface dans les commandes Cisco IOS.</w:t>
      </w:r>
    </w:p>
    <w:p w14:paraId="58236348" w14:textId="6B04F4FB" w:rsidR="00C07B04" w:rsidRPr="002B0F12" w:rsidRDefault="002B0F12" w:rsidP="002B0F12">
      <w:pPr>
        <w:pStyle w:val="ConfigWindow"/>
        <w:spacing w:line="276" w:lineRule="auto"/>
      </w:pPr>
      <w:r>
        <w:t>Fin du documen</w:t>
      </w:r>
      <w:bookmarkStart w:id="0" w:name="_GoBack"/>
      <w:bookmarkEnd w:id="0"/>
    </w:p>
    <w:sectPr w:rsidR="00C07B04" w:rsidRPr="002B0F12"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2E46A9" w14:textId="77777777" w:rsidR="008913D0" w:rsidRDefault="008913D0" w:rsidP="00710659">
      <w:pPr>
        <w:spacing w:after="0" w:line="240" w:lineRule="auto"/>
      </w:pPr>
      <w:r>
        <w:separator/>
      </w:r>
    </w:p>
    <w:p w14:paraId="4B5982CE" w14:textId="77777777" w:rsidR="008913D0" w:rsidRDefault="008913D0"/>
  </w:endnote>
  <w:endnote w:type="continuationSeparator" w:id="0">
    <w:p w14:paraId="36E3E2A1" w14:textId="77777777" w:rsidR="008913D0" w:rsidRDefault="008913D0" w:rsidP="00710659">
      <w:pPr>
        <w:spacing w:after="0" w:line="240" w:lineRule="auto"/>
      </w:pPr>
      <w:r>
        <w:continuationSeparator/>
      </w:r>
    </w:p>
    <w:p w14:paraId="5F7A01AB" w14:textId="77777777" w:rsidR="008913D0" w:rsidRDefault="008913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EEB30" w14:textId="48F5956B" w:rsidR="00114AEC" w:rsidRPr="00882B63" w:rsidRDefault="00114AEC"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2016</w:t>
        </w:r>
      </w:sdtContent>
    </w:sdt>
    <w:r>
      <w:t xml:space="preserve"> - </w:t>
    </w:r>
    <w:r>
      <w:fldChar w:fldCharType="begin"/>
    </w:r>
    <w:r>
      <w:instrText xml:space="preserve"> SAVEDATE  \@ "aaaa"  \* MERGEFORMAT </w:instrText>
    </w:r>
    <w:r>
      <w:fldChar w:fldCharType="separate"/>
    </w:r>
    <w:r w:rsidR="002B0F12">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B0F12">
      <w:rPr>
        <w:b/>
        <w:noProof/>
        <w:szCs w:val="16"/>
      </w:rPr>
      <w:t>6</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2B0F12">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83D37" w14:textId="1CF97143" w:rsidR="00114AEC" w:rsidRPr="00882B63" w:rsidRDefault="00114AEC"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2016</w:t>
        </w:r>
      </w:sdtContent>
    </w:sdt>
    <w:r>
      <w:t xml:space="preserve"> - </w:t>
    </w:r>
    <w:r>
      <w:fldChar w:fldCharType="begin"/>
    </w:r>
    <w:r>
      <w:instrText xml:space="preserve"> SAVEDATE  \@ "aaaa"  \* MERGEFORMAT </w:instrText>
    </w:r>
    <w:r>
      <w:fldChar w:fldCharType="separate"/>
    </w:r>
    <w:r w:rsidR="002B0F12">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B0F12">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2B0F12">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64632B" w14:textId="77777777" w:rsidR="008913D0" w:rsidRDefault="008913D0" w:rsidP="00710659">
      <w:pPr>
        <w:spacing w:after="0" w:line="240" w:lineRule="auto"/>
      </w:pPr>
      <w:r>
        <w:separator/>
      </w:r>
    </w:p>
    <w:p w14:paraId="093D508D" w14:textId="77777777" w:rsidR="008913D0" w:rsidRDefault="008913D0"/>
  </w:footnote>
  <w:footnote w:type="continuationSeparator" w:id="0">
    <w:p w14:paraId="30BE9CF8" w14:textId="77777777" w:rsidR="008913D0" w:rsidRDefault="008913D0" w:rsidP="00710659">
      <w:pPr>
        <w:spacing w:after="0" w:line="240" w:lineRule="auto"/>
      </w:pPr>
      <w:r>
        <w:continuationSeparator/>
      </w:r>
    </w:p>
    <w:p w14:paraId="1B989E07" w14:textId="77777777" w:rsidR="008913D0" w:rsidRDefault="008913D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61667C8A5D6942CBBA93FC9BF362B768"/>
      </w:placeholder>
      <w:dataBinding w:prefixMappings="xmlns:ns0='http://purl.org/dc/elements/1.1/' xmlns:ns1='http://schemas.openxmlformats.org/package/2006/metadata/core-properties' " w:xpath="/ns1:coreProperties[1]/ns0:title[1]" w:storeItemID="{6C3C8BC8-F283-45AE-878A-BAB7291924A1}"/>
      <w:text/>
    </w:sdtPr>
    <w:sdtEndPr/>
    <w:sdtContent>
      <w:p w14:paraId="5C581DB9" w14:textId="77777777" w:rsidR="00114AEC" w:rsidRDefault="00114AEC" w:rsidP="008402F2">
        <w:pPr>
          <w:pStyle w:val="PageHead"/>
        </w:pPr>
        <w:r>
          <w:t>Travaux pratiques - Gestion des fichiers de configuration du routeur avec Tera Term</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D6D21B" w14:textId="77777777" w:rsidR="00114AEC" w:rsidRDefault="00114AEC" w:rsidP="006C3FCF">
    <w:pPr>
      <w:ind w:left="-288"/>
    </w:pPr>
    <w:r>
      <w:rPr>
        <w:noProof/>
        <w:lang w:val="en-US"/>
      </w:rPr>
      <w:drawing>
        <wp:inline distT="0" distB="0" distL="0" distR="0" wp14:anchorId="3910795D" wp14:editId="480CA81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3E404FE4"/>
    <w:multiLevelType w:val="hybridMultilevel"/>
    <w:tmpl w:val="653AECE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4EA148AE"/>
    <w:multiLevelType w:val="multilevel"/>
    <w:tmpl w:val="1944A0DA"/>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7"/>
    <w:lvlOverride w:ilvl="0">
      <w:lvl w:ilvl="0">
        <w:start w:val="1"/>
        <w:numFmt w:val="decimal"/>
        <w:lvlText w:val="Partie %1:"/>
        <w:lvlJc w:val="left"/>
        <w:pPr>
          <w:tabs>
            <w:tab w:val="num" w:pos="1080"/>
          </w:tabs>
          <w:ind w:left="1080" w:hanging="1080"/>
        </w:pPr>
        <w:rPr>
          <w:rFonts w:hint="default"/>
        </w:rPr>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hint="default"/>
          <w:b w:val="0"/>
        </w:rPr>
      </w:lvl>
    </w:lvlOverride>
  </w:num>
  <w:num w:numId="11">
    <w:abstractNumId w:val="7"/>
    <w:lvlOverride w:ilvl="0">
      <w:lvl w:ilvl="0">
        <w:start w:val="1"/>
        <w:numFmt w:val="decimal"/>
        <w:lvlText w:val="Partie %1:"/>
        <w:lvlJc w:val="left"/>
        <w:pPr>
          <w:tabs>
            <w:tab w:val="num" w:pos="1080"/>
          </w:tabs>
          <w:ind w:left="1080" w:hanging="1080"/>
        </w:pPr>
        <w:rPr>
          <w:rFonts w:hint="default"/>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7"/>
  </w:num>
  <w:num w:numId="13">
    <w:abstractNumId w:val="7"/>
    <w:lvlOverride w:ilvl="0">
      <w:lvl w:ilvl="0">
        <w:start w:val="1"/>
        <w:numFmt w:val="decimal"/>
        <w:lvlText w:val="Partie %1:"/>
        <w:lvlJc w:val="left"/>
        <w:pPr>
          <w:tabs>
            <w:tab w:val="num" w:pos="1080"/>
          </w:tabs>
          <w:ind w:left="1080" w:hanging="1080"/>
        </w:pPr>
        <w:rPr>
          <w:rFonts w:hint="default"/>
        </w:rPr>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hint="default"/>
          <w:b w:val="0"/>
        </w:rPr>
      </w:lvl>
    </w:lvlOverride>
  </w:num>
  <w:num w:numId="14">
    <w:abstractNumId w:val="7"/>
    <w:lvlOverride w:ilvl="0">
      <w:startOverride w:val="1"/>
      <w:lvl w:ilvl="0">
        <w:start w:val="1"/>
        <w:numFmt w:val="decimal"/>
        <w:lvlText w:val="Partie %1:"/>
        <w:lvlJc w:val="left"/>
        <w:pPr>
          <w:tabs>
            <w:tab w:val="num" w:pos="1080"/>
          </w:tabs>
          <w:ind w:left="1080" w:hanging="1080"/>
        </w:pPr>
        <w:rPr>
          <w:rFonts w:hint="default"/>
        </w:rPr>
      </w:lvl>
    </w:lvlOverride>
    <w:lvlOverride w:ilvl="1">
      <w:startOverride w:val="1"/>
      <w:lvl w:ilvl="1">
        <w:start w:val="1"/>
        <w:numFmt w:val="decimal"/>
        <w:lvlText w:val="Étape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abstractNumId w:val="7"/>
    <w:lvlOverride w:ilvl="0">
      <w:startOverride w:val="1"/>
      <w:lvl w:ilvl="0">
        <w:start w:val="1"/>
        <w:numFmt w:val="decimal"/>
        <w:lvlText w:val="Partie %1:"/>
        <w:lvlJc w:val="left"/>
        <w:pPr>
          <w:tabs>
            <w:tab w:val="num" w:pos="1080"/>
          </w:tabs>
          <w:ind w:left="1080" w:hanging="1080"/>
        </w:pPr>
        <w:rPr>
          <w:rFonts w:hint="default"/>
        </w:rPr>
      </w:lvl>
    </w:lvlOverride>
    <w:lvlOverride w:ilvl="1">
      <w:startOverride w:val="1"/>
      <w:lvl w:ilvl="1">
        <w:start w:val="1"/>
        <w:numFmt w:val="decimal"/>
        <w:lvlText w:val="Étape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
    <w:abstractNumId w:val="7"/>
    <w:lvlOverride w:ilvl="0">
      <w:startOverride w:val="1"/>
      <w:lvl w:ilvl="0">
        <w:start w:val="1"/>
        <w:numFmt w:val="decimal"/>
        <w:lvlText w:val="Partie %1:"/>
        <w:lvlJc w:val="left"/>
        <w:pPr>
          <w:tabs>
            <w:tab w:val="num" w:pos="1080"/>
          </w:tabs>
          <w:ind w:left="1080" w:hanging="1080"/>
        </w:pPr>
        <w:rPr>
          <w:rFonts w:hint="default"/>
        </w:rPr>
      </w:lvl>
    </w:lvlOverride>
    <w:lvlOverride w:ilvl="1">
      <w:startOverride w:val="1"/>
      <w:lvl w:ilvl="1">
        <w:start w:val="1"/>
        <w:numFmt w:val="decimal"/>
        <w:lvlText w:val="Étape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7">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B04"/>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1D8"/>
    <w:rsid w:val="00067A67"/>
    <w:rsid w:val="00070C16"/>
    <w:rsid w:val="00075EA9"/>
    <w:rsid w:val="000769CF"/>
    <w:rsid w:val="00080AD8"/>
    <w:rsid w:val="000815D8"/>
    <w:rsid w:val="00084C99"/>
    <w:rsid w:val="00085CC6"/>
    <w:rsid w:val="000901F0"/>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4AEC"/>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B0F12"/>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463A"/>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B704C"/>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3F0"/>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13D0"/>
    <w:rsid w:val="00893877"/>
    <w:rsid w:val="0089532C"/>
    <w:rsid w:val="00896165"/>
    <w:rsid w:val="00896681"/>
    <w:rsid w:val="008A2749"/>
    <w:rsid w:val="008A3A90"/>
    <w:rsid w:val="008B06D4"/>
    <w:rsid w:val="008B4F20"/>
    <w:rsid w:val="008B68E7"/>
    <w:rsid w:val="008B73C3"/>
    <w:rsid w:val="008B7FFD"/>
    <w:rsid w:val="008C286A"/>
    <w:rsid w:val="008C2920"/>
    <w:rsid w:val="008C4307"/>
    <w:rsid w:val="008D23DF"/>
    <w:rsid w:val="008D73BF"/>
    <w:rsid w:val="008D7F09"/>
    <w:rsid w:val="008E00D5"/>
    <w:rsid w:val="008E5B64"/>
    <w:rsid w:val="008E7DAA"/>
    <w:rsid w:val="008F0094"/>
    <w:rsid w:val="008F03EF"/>
    <w:rsid w:val="008F340F"/>
    <w:rsid w:val="008F7AD3"/>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3531C"/>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59F3"/>
    <w:rsid w:val="00A96172"/>
    <w:rsid w:val="00A96D52"/>
    <w:rsid w:val="00A972CE"/>
    <w:rsid w:val="00A97C5F"/>
    <w:rsid w:val="00AB0D6A"/>
    <w:rsid w:val="00AB43B3"/>
    <w:rsid w:val="00AB49B9"/>
    <w:rsid w:val="00AB501D"/>
    <w:rsid w:val="00AB758A"/>
    <w:rsid w:val="00AC027E"/>
    <w:rsid w:val="00AC05AB"/>
    <w:rsid w:val="00AC1E7E"/>
    <w:rsid w:val="00AC507D"/>
    <w:rsid w:val="00AC66E4"/>
    <w:rsid w:val="00AD0118"/>
    <w:rsid w:val="00AD04F2"/>
    <w:rsid w:val="00AD11D6"/>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B04"/>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2DC"/>
    <w:rsid w:val="00CF0DA5"/>
    <w:rsid w:val="00CF26E3"/>
    <w:rsid w:val="00CF5D31"/>
    <w:rsid w:val="00CF5F3B"/>
    <w:rsid w:val="00CF7733"/>
    <w:rsid w:val="00CF791A"/>
    <w:rsid w:val="00D00513"/>
    <w:rsid w:val="00D00D7D"/>
    <w:rsid w:val="00D030AE"/>
    <w:rsid w:val="00D139C8"/>
    <w:rsid w:val="00D17F81"/>
    <w:rsid w:val="00D23BD7"/>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3868"/>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796C"/>
    <w:rsid w:val="00F60BE0"/>
    <w:rsid w:val="00F6280E"/>
    <w:rsid w:val="00F666EC"/>
    <w:rsid w:val="00F7050A"/>
    <w:rsid w:val="00F75533"/>
    <w:rsid w:val="00F8036D"/>
    <w:rsid w:val="00F809DC"/>
    <w:rsid w:val="00F86EB0"/>
    <w:rsid w:val="00FA154B"/>
    <w:rsid w:val="00FA3811"/>
    <w:rsid w:val="00FA3B9F"/>
    <w:rsid w:val="00FA3F06"/>
    <w:rsid w:val="00FA4A26"/>
    <w:rsid w:val="00FA5B05"/>
    <w:rsid w:val="00FA7084"/>
    <w:rsid w:val="00FA7BEF"/>
    <w:rsid w:val="00FB1105"/>
    <w:rsid w:val="00FB1929"/>
    <w:rsid w:val="00FB5FD9"/>
    <w:rsid w:val="00FB6713"/>
    <w:rsid w:val="00FB7FFE"/>
    <w:rsid w:val="00FD1398"/>
    <w:rsid w:val="00FD33AB"/>
    <w:rsid w:val="00FD3BA4"/>
    <w:rsid w:val="00FD4724"/>
    <w:rsid w:val="00FD4A68"/>
    <w:rsid w:val="00FD57D3"/>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A94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B704C"/>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901F0"/>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C07B04"/>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B704C"/>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901F0"/>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C07B04"/>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667C8A5D6942CBBA93FC9BF362B768"/>
        <w:category>
          <w:name w:val="General"/>
          <w:gallery w:val="placeholder"/>
        </w:category>
        <w:types>
          <w:type w:val="bbPlcHdr"/>
        </w:types>
        <w:behaviors>
          <w:behavior w:val="content"/>
        </w:behaviors>
        <w:guid w:val="{98E719E5-051B-4E41-9D79-93E8563E87F4}"/>
      </w:docPartPr>
      <w:docPartBody>
        <w:p w:rsidR="00312469" w:rsidRDefault="000B284A">
          <w:pPr>
            <w:pStyle w:val="61667C8A5D6942CBBA93FC9BF362B768"/>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84A"/>
    <w:rsid w:val="000B284A"/>
    <w:rsid w:val="00312469"/>
    <w:rsid w:val="009E79D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61667C8A5D6942CBBA93FC9BF362B768">
    <w:name w:val="61667C8A5D6942CBBA93FC9BF362B76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61667C8A5D6942CBBA93FC9BF362B768">
    <w:name w:val="61667C8A5D6942CBBA93FC9BF362B7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DC3912-0096-4237-B926-956691975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3</TotalTime>
  <Pages>1</Pages>
  <Words>1789</Words>
  <Characters>10201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Travaux pratiques - Gestion des fichiers de configuration du routeur avec Tera Term</vt:lpstr>
    </vt:vector>
  </TitlesOfParts>
  <Company>Cisco Systems, Inc.</Company>
  <LinksUpToDate>false</LinksUpToDate>
  <CharactersWithSpaces>11967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Gestion des fichiers de configuration du routeur avec Tera Term</dc:title>
  <dc:creator>SP</dc:creator>
  <dc:description>2016</dc:description>
  <cp:lastModifiedBy>Rasha Ismail</cp:lastModifiedBy>
  <cp:revision>4</cp:revision>
  <cp:lastPrinted>2020-09-01T21:16:00Z</cp:lastPrinted>
  <dcterms:created xsi:type="dcterms:W3CDTF">2020-09-01T21:14:00Z</dcterms:created>
  <dcterms:modified xsi:type="dcterms:W3CDTF">2020-09-01T21:16:00Z</dcterms:modified>
</cp:coreProperties>
</file>