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01CAF3" w14:textId="77777777" w:rsidR="009E128B" w:rsidRDefault="00482570" w:rsidP="009E128B">
      <w:pPr>
        <w:pStyle w:val="Title"/>
        <w:spacing w:line="276" w:lineRule="auto"/>
        <w:rPr>
          <w:rStyle w:val="LabTitleInstVersred"/>
        </w:rPr>
      </w:pPr>
      <w:sdt>
        <w:sdtPr>
          <w:rPr>
            <w:b w:val="0"/>
            <w:color w:val="EE0000"/>
          </w:rPr>
          <w:alias w:val="Titre"/>
          <w:tag w:val=""/>
          <w:id w:val="-487021785"/>
          <w:placeholder>
            <w:docPart w:val="910A28D74A804758921A6EFCEA9C3876"/>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9E4B77">
            <w:t>Travaux pratiques - Examiner les procédures de récupération de mot de passe</w:t>
          </w:r>
        </w:sdtContent>
      </w:sdt>
      <w:r w:rsidR="009E4B77">
        <w:rPr>
          <w:rStyle w:val="LabTitleInstVersred"/>
        </w:rPr>
        <w:t xml:space="preserve"> </w:t>
      </w:r>
    </w:p>
    <w:p w14:paraId="2273682A" w14:textId="77777777" w:rsidR="00D8377F" w:rsidRPr="00BB73FF" w:rsidRDefault="00D8377F" w:rsidP="009E128B">
      <w:pPr>
        <w:pStyle w:val="Heading1"/>
        <w:spacing w:line="276" w:lineRule="auto"/>
      </w:pPr>
      <w:r>
        <w:t>Objectifs</w:t>
      </w:r>
    </w:p>
    <w:p w14:paraId="406FD62B" w14:textId="77777777" w:rsidR="00D8377F" w:rsidRPr="004C0909" w:rsidRDefault="00D8377F" w:rsidP="009E128B">
      <w:pPr>
        <w:pStyle w:val="BodyTextL25Bold"/>
        <w:spacing w:line="276" w:lineRule="auto"/>
      </w:pPr>
      <w:r>
        <w:t>Partie 1: Examiner le registre de configuration</w:t>
      </w:r>
    </w:p>
    <w:p w14:paraId="1D781154" w14:textId="77777777" w:rsidR="00D8377F" w:rsidRPr="006E6581" w:rsidRDefault="00D8377F" w:rsidP="009E128B">
      <w:pPr>
        <w:pStyle w:val="Bulletlevel1"/>
        <w:spacing w:before="60" w:after="60" w:line="276" w:lineRule="auto"/>
      </w:pPr>
      <w:r>
        <w:t>Identifier l'objectif du registre de configuration.</w:t>
      </w:r>
    </w:p>
    <w:p w14:paraId="223D97F6" w14:textId="77777777" w:rsidR="00D8377F" w:rsidRPr="006E6581" w:rsidRDefault="00D8377F" w:rsidP="009E128B">
      <w:pPr>
        <w:pStyle w:val="Bulletlevel1"/>
        <w:spacing w:before="60" w:after="60" w:line="276" w:lineRule="auto"/>
      </w:pPr>
      <w:r>
        <w:t>Décrire le comportement du routeur pour différentes valeurs de registre de configuration.</w:t>
      </w:r>
    </w:p>
    <w:p w14:paraId="2FFB870B" w14:textId="77777777" w:rsidR="00D8377F" w:rsidRPr="004C0909" w:rsidRDefault="00D8377F" w:rsidP="009E128B">
      <w:pPr>
        <w:pStyle w:val="BodyTextL25Bold"/>
        <w:spacing w:line="276" w:lineRule="auto"/>
      </w:pPr>
      <w:r>
        <w:t>Partie 2: Documenter la procédure de récupération de mot de passe pour un routeur Cisco spécifique</w:t>
      </w:r>
    </w:p>
    <w:p w14:paraId="5F788032" w14:textId="77777777" w:rsidR="00D8377F" w:rsidRDefault="00D8377F" w:rsidP="009E128B">
      <w:pPr>
        <w:pStyle w:val="Bulletlevel1"/>
        <w:spacing w:before="60" w:after="60" w:line="276" w:lineRule="auto"/>
      </w:pPr>
      <w:r>
        <w:t>Rechercher et enregistrer le processus de récupération de mot de passe sur un routeur Cisco spécifique.</w:t>
      </w:r>
    </w:p>
    <w:p w14:paraId="2CDAD7C8" w14:textId="77777777" w:rsidR="00D8377F" w:rsidRPr="006E6581" w:rsidRDefault="00D8377F" w:rsidP="009E128B">
      <w:pPr>
        <w:pStyle w:val="Bulletlevel1"/>
        <w:spacing w:before="60" w:after="60" w:line="276" w:lineRule="auto"/>
      </w:pPr>
      <w:r>
        <w:t>Répondre aux questions selon la procédure recherchée.</w:t>
      </w:r>
    </w:p>
    <w:p w14:paraId="6294D06C" w14:textId="77777777" w:rsidR="00D8377F" w:rsidRDefault="00D8377F" w:rsidP="009E128B">
      <w:pPr>
        <w:pStyle w:val="Heading1"/>
        <w:spacing w:line="276" w:lineRule="auto"/>
      </w:pPr>
      <w:r>
        <w:t>Contexte/scénario</w:t>
      </w:r>
    </w:p>
    <w:p w14:paraId="020CA4FE" w14:textId="77777777" w:rsidR="00D8377F" w:rsidRDefault="00D8377F" w:rsidP="009E128B">
      <w:pPr>
        <w:pStyle w:val="BodyTextL25"/>
        <w:spacing w:line="276" w:lineRule="auto"/>
      </w:pPr>
      <w:r>
        <w:t>L'objectif de ces travaux pratiques est d'étudier la procédure de récupération ou de réinitialisation du mot de passe d'activation sur un routeur Cisco spécifique. Le mot de passe d'activation protège l'accès au mode d'exécution privilégié et au mode de configuration sur les périphériques Cisco. La récupération du mot de passe d'activation est possible. En revanche, le mot de passe d'activation secret doit être remplacé par un nouveau, étant donné qu'il est chiffré.</w:t>
      </w:r>
    </w:p>
    <w:p w14:paraId="3A224B03" w14:textId="77777777" w:rsidR="00D8377F" w:rsidRDefault="00D8377F" w:rsidP="009E128B">
      <w:pPr>
        <w:pStyle w:val="BodyTextL25"/>
        <w:spacing w:line="276" w:lineRule="auto"/>
      </w:pPr>
      <w:r>
        <w:t>Afin de contourner un mot de passe, un utilisateur doit être familiarisé avec le mode du moniteur ROM (ROMMON), ainsi qu'avec les paramètres du registre de configuration des routeurs Cisco. ROMMON est un logiciel simplifié d'interface de ligne de commande stocké dans la mémoire morte. Il peut être utilisé pour résoudre les erreurs de démarrage et récupérer un routeur lorsqu'un IOS est introuvable.</w:t>
      </w:r>
    </w:p>
    <w:p w14:paraId="50A48869" w14:textId="77777777" w:rsidR="00D8377F" w:rsidRPr="00B75307" w:rsidRDefault="00D8377F" w:rsidP="009E128B">
      <w:pPr>
        <w:pStyle w:val="BodyTextL25"/>
        <w:spacing w:line="276" w:lineRule="auto"/>
      </w:pPr>
      <w:r>
        <w:t>Dans le cadre de ces travaux pratiques, vous commencerez par examiner la fonction et les paramètres du registre de configuration pour les périphériques Cisco. Vous examinerez et décrirez en détail la procédure exacte pour la récupération de mot de passe d'un routeur Cisco spécifique.</w:t>
      </w:r>
    </w:p>
    <w:p w14:paraId="5311F837" w14:textId="77777777" w:rsidR="00D8377F" w:rsidRDefault="00D8377F" w:rsidP="009E128B">
      <w:pPr>
        <w:pStyle w:val="Heading1"/>
        <w:spacing w:line="276" w:lineRule="auto"/>
      </w:pPr>
      <w:r>
        <w:t>Ressources requises</w:t>
      </w:r>
    </w:p>
    <w:p w14:paraId="736C282D" w14:textId="22694D6C" w:rsidR="00D8377F" w:rsidRDefault="00D8377F" w:rsidP="009E128B">
      <w:pPr>
        <w:pStyle w:val="Bulletlevel1"/>
        <w:spacing w:before="60" w:after="60" w:line="276" w:lineRule="auto"/>
      </w:pPr>
      <w:r>
        <w:t>Appareil avec accès Internet</w:t>
      </w:r>
    </w:p>
    <w:p w14:paraId="174E2A28" w14:textId="77777777" w:rsidR="008D70DD" w:rsidRDefault="008D70DD" w:rsidP="009E128B">
      <w:pPr>
        <w:pStyle w:val="Heading1"/>
        <w:spacing w:line="276" w:lineRule="auto"/>
      </w:pPr>
      <w:r>
        <w:t>Instructions</w:t>
      </w:r>
    </w:p>
    <w:p w14:paraId="2CB3F1E9" w14:textId="77777777" w:rsidR="00D8377F" w:rsidRPr="004C0909" w:rsidRDefault="00D8377F" w:rsidP="009E128B">
      <w:pPr>
        <w:pStyle w:val="Heading2"/>
        <w:spacing w:line="276" w:lineRule="auto"/>
      </w:pPr>
      <w:r>
        <w:t>Examiner le registre de configuration</w:t>
      </w:r>
    </w:p>
    <w:p w14:paraId="0E544606" w14:textId="77777777" w:rsidR="00D8377F" w:rsidRDefault="00D8377F" w:rsidP="009E128B">
      <w:pPr>
        <w:pStyle w:val="BodyTextL25"/>
        <w:spacing w:line="276" w:lineRule="auto"/>
      </w:pPr>
      <w:r>
        <w:t>Pour récupérer ou réinitialiser un mot de passe d'activation, un utilisateur utilisera l'interface ROMMON pour demander au routeur d'ignorer la configuration initiale lors du démarrage. Après le démarrage, l'utilisateur accédera au mode d'exécution privilégié, remplacera la configuration en cours par la configuration initiale enregistrée, récupérera ou réinitialisera le mot de passe, et restaurera le processus de démarrage du routeur pour inclure la configuration initiale.</w:t>
      </w:r>
    </w:p>
    <w:p w14:paraId="520F0781" w14:textId="77777777" w:rsidR="00D8377F" w:rsidRDefault="00D8377F" w:rsidP="009E128B">
      <w:pPr>
        <w:pStyle w:val="BodyTextL25"/>
        <w:spacing w:line="276" w:lineRule="auto"/>
      </w:pPr>
      <w:r>
        <w:t>Le registre de configuration du routeur joue un rôle essentiel dans le processus de récupération de mot de passe. Dans la première partie de ces travaux pratiques, vous étudierez la fonction du registre de configuration d'un routeur et la signification de certaines valeurs du registre de configuration.</w:t>
      </w:r>
    </w:p>
    <w:p w14:paraId="7E13C3FF" w14:textId="77777777" w:rsidR="00D8377F" w:rsidRDefault="00D8377F" w:rsidP="009E128B">
      <w:pPr>
        <w:pStyle w:val="Heading3"/>
        <w:spacing w:line="276" w:lineRule="auto"/>
      </w:pPr>
      <w:r>
        <w:lastRenderedPageBreak/>
        <w:t>Décrivez la fonction du registre de configuration.</w:t>
      </w:r>
    </w:p>
    <w:p w14:paraId="5753017A" w14:textId="77777777" w:rsidR="00037AA0" w:rsidRDefault="00037AA0" w:rsidP="009E128B">
      <w:pPr>
        <w:pStyle w:val="Heading4"/>
        <w:spacing w:line="276" w:lineRule="auto"/>
      </w:pPr>
      <w:r>
        <w:t>Questions:</w:t>
      </w:r>
    </w:p>
    <w:p w14:paraId="266C7845" w14:textId="77777777" w:rsidR="00D8377F" w:rsidRDefault="00D8377F" w:rsidP="009E128B">
      <w:pPr>
        <w:pStyle w:val="BodyTextL25"/>
        <w:spacing w:before="0" w:line="276" w:lineRule="auto"/>
      </w:pPr>
      <w:r>
        <w:t>Quelle est la fonction du registre de configuration?</w:t>
      </w:r>
    </w:p>
    <w:p w14:paraId="2A4EA577" w14:textId="77777777" w:rsidR="00D8377F" w:rsidRDefault="00037AA0" w:rsidP="009E128B">
      <w:pPr>
        <w:pStyle w:val="AnswerLineL25"/>
        <w:spacing w:line="276" w:lineRule="auto"/>
      </w:pPr>
      <w:r>
        <w:t>Saisissez vos réponses ici</w:t>
      </w:r>
    </w:p>
    <w:p w14:paraId="6501ECBF" w14:textId="192AF9A7" w:rsidR="00D8377F" w:rsidRDefault="00D8377F" w:rsidP="009E128B">
      <w:pPr>
        <w:pStyle w:val="BodyTextL25"/>
        <w:spacing w:line="276" w:lineRule="auto"/>
      </w:pPr>
      <w:r>
        <w:t>Quelle commande permet de modifier le registre de configuration en mode de configuration globale?</w:t>
      </w:r>
    </w:p>
    <w:p w14:paraId="15E4383A" w14:textId="77777777" w:rsidR="00037AA0" w:rsidRDefault="00037AA0" w:rsidP="009E128B">
      <w:pPr>
        <w:pStyle w:val="AnswerLineL25"/>
        <w:spacing w:line="276" w:lineRule="auto"/>
      </w:pPr>
      <w:r>
        <w:t>Saisissez vos réponses ici</w:t>
      </w:r>
    </w:p>
    <w:p w14:paraId="1494B50B" w14:textId="79CEE958" w:rsidR="00D8377F" w:rsidRDefault="00D8377F" w:rsidP="009E128B">
      <w:pPr>
        <w:pStyle w:val="BodyTextL25"/>
        <w:spacing w:line="276" w:lineRule="auto"/>
      </w:pPr>
      <w:r>
        <w:t>Quelle commande permet de modifier le registre de configuration en mode de configuration ROMMON?</w:t>
      </w:r>
    </w:p>
    <w:p w14:paraId="27F21DEC" w14:textId="77777777" w:rsidR="00037AA0" w:rsidRDefault="00037AA0" w:rsidP="009E128B">
      <w:pPr>
        <w:pStyle w:val="AnswerLineL25"/>
        <w:spacing w:line="276" w:lineRule="auto"/>
      </w:pPr>
      <w:r>
        <w:t>Saisissez vos réponses ici</w:t>
      </w:r>
    </w:p>
    <w:p w14:paraId="5E64B1D9" w14:textId="77777777" w:rsidR="00D8377F" w:rsidRDefault="00D8377F" w:rsidP="009E128B">
      <w:pPr>
        <w:pStyle w:val="Heading3"/>
        <w:spacing w:line="276" w:lineRule="auto"/>
      </w:pPr>
      <w:r>
        <w:t>Déterminez les valeurs du registre de configuration et leur signification.</w:t>
      </w:r>
    </w:p>
    <w:p w14:paraId="5807B14A" w14:textId="77777777" w:rsidR="00037AA0" w:rsidRDefault="00037AA0" w:rsidP="009E128B">
      <w:pPr>
        <w:pStyle w:val="Heading4"/>
        <w:spacing w:line="276" w:lineRule="auto"/>
      </w:pPr>
      <w:r>
        <w:t>Questions:</w:t>
      </w:r>
    </w:p>
    <w:p w14:paraId="3A294D75" w14:textId="77777777" w:rsidR="00D8377F" w:rsidRDefault="00D8377F" w:rsidP="009E128B">
      <w:pPr>
        <w:pStyle w:val="BodyTextL25"/>
        <w:spacing w:before="0" w:line="276" w:lineRule="auto"/>
      </w:pPr>
      <w:r>
        <w:t>Examinez et répertoriez le comportement du routeur pour les valeurs suivantes du registre de configuration.</w:t>
      </w:r>
    </w:p>
    <w:p w14:paraId="5D8D58B8" w14:textId="77777777" w:rsidR="00037AA0" w:rsidRDefault="00D8377F" w:rsidP="009E128B">
      <w:pPr>
        <w:pStyle w:val="BodyTextL25"/>
        <w:tabs>
          <w:tab w:val="left" w:pos="1080"/>
        </w:tabs>
        <w:spacing w:line="276" w:lineRule="auto"/>
        <w:rPr>
          <w:b/>
        </w:rPr>
      </w:pPr>
      <w:r>
        <w:rPr>
          <w:b/>
        </w:rPr>
        <w:t>0x2102</w:t>
      </w:r>
    </w:p>
    <w:p w14:paraId="1291752C" w14:textId="77777777" w:rsidR="00037AA0" w:rsidRDefault="00037AA0" w:rsidP="009E128B">
      <w:pPr>
        <w:pStyle w:val="AnswerLineL25"/>
        <w:spacing w:line="276" w:lineRule="auto"/>
      </w:pPr>
      <w:r>
        <w:t>Saisissez vos réponses ici</w:t>
      </w:r>
    </w:p>
    <w:p w14:paraId="0F65CD3A" w14:textId="77777777" w:rsidR="00037AA0" w:rsidRDefault="00D8377F" w:rsidP="009E128B">
      <w:pPr>
        <w:pStyle w:val="BodyTextL25"/>
        <w:tabs>
          <w:tab w:val="left" w:pos="1080"/>
        </w:tabs>
        <w:spacing w:line="276" w:lineRule="auto"/>
        <w:rPr>
          <w:b/>
        </w:rPr>
      </w:pPr>
      <w:r>
        <w:rPr>
          <w:b/>
        </w:rPr>
        <w:t>0x2142</w:t>
      </w:r>
    </w:p>
    <w:p w14:paraId="4F7ED7B3" w14:textId="77777777" w:rsidR="00037AA0" w:rsidRDefault="00037AA0" w:rsidP="009E128B">
      <w:pPr>
        <w:pStyle w:val="AnswerLineL25"/>
        <w:spacing w:line="276" w:lineRule="auto"/>
      </w:pPr>
      <w:r>
        <w:t>Saisissez vos réponses ici</w:t>
      </w:r>
    </w:p>
    <w:p w14:paraId="58009853" w14:textId="77777777" w:rsidR="00D8377F" w:rsidRDefault="00D8377F" w:rsidP="009E128B">
      <w:pPr>
        <w:pStyle w:val="BodyTextL25"/>
        <w:spacing w:line="276" w:lineRule="auto"/>
      </w:pPr>
      <w:r>
        <w:t>Quelle est la différence entre ces deux valeurs du registre de configuration?</w:t>
      </w:r>
    </w:p>
    <w:p w14:paraId="29E07F85" w14:textId="77777777" w:rsidR="00037AA0" w:rsidRDefault="00037AA0" w:rsidP="009E128B">
      <w:pPr>
        <w:pStyle w:val="AnswerLineL25"/>
        <w:spacing w:line="276" w:lineRule="auto"/>
      </w:pPr>
      <w:r>
        <w:t>Saisissez vos réponses ici</w:t>
      </w:r>
    </w:p>
    <w:p w14:paraId="32817CEA" w14:textId="77777777" w:rsidR="00D8377F" w:rsidRPr="00A60146" w:rsidRDefault="00D8377F" w:rsidP="009E128B">
      <w:pPr>
        <w:pStyle w:val="Heading2"/>
        <w:spacing w:line="276" w:lineRule="auto"/>
      </w:pPr>
      <w:r>
        <w:t>Documenter la procédure de récupération des mots de passe sur un routeur Cisco spécifique</w:t>
      </w:r>
    </w:p>
    <w:p w14:paraId="2CA1DEDF" w14:textId="77777777" w:rsidR="00D8377F" w:rsidRDefault="00D8377F" w:rsidP="009E128B">
      <w:pPr>
        <w:pStyle w:val="BodyTextL25"/>
        <w:spacing w:line="276" w:lineRule="auto"/>
      </w:pPr>
      <w:r>
        <w:t>Dans la deuxième partie, vous décrirez la procédure de récupération ou de réinitialisation d'un mot de passe à partir d'un routeur Cisco spécifique et répondrez à des questions sur la base de vos recherches. Votre formateur vous fournira le modèle de routeur à étudier.</w:t>
      </w:r>
    </w:p>
    <w:p w14:paraId="0520353F" w14:textId="77777777" w:rsidR="00D8377F" w:rsidRPr="00C07FD9" w:rsidRDefault="00D8377F" w:rsidP="009E128B">
      <w:pPr>
        <w:pStyle w:val="Heading3"/>
        <w:spacing w:line="276" w:lineRule="auto"/>
      </w:pPr>
      <w:r>
        <w:t>Décrivez en détail le processus de récupération de mot de passe sur un routeur Cisco spécifique.</w:t>
      </w:r>
    </w:p>
    <w:p w14:paraId="3FA754F4" w14:textId="77777777" w:rsidR="00D8377F" w:rsidRDefault="00D8377F" w:rsidP="009E128B">
      <w:pPr>
        <w:pStyle w:val="BodyTextL25"/>
        <w:spacing w:line="276" w:lineRule="auto"/>
      </w:pPr>
      <w:r>
        <w:t>Examinez et répertoriez les étapes et les commandes permettant de récupérer ou de réinitialiser le mot de passe d'activation ou le mot de passe secret d'activation à partir de votre routeur Cisco. Résumez les étapes avec vos propres mots.</w:t>
      </w:r>
    </w:p>
    <w:p w14:paraId="1172EEC8" w14:textId="77777777" w:rsidR="00037AA0" w:rsidRDefault="00037AA0" w:rsidP="009E128B">
      <w:pPr>
        <w:pStyle w:val="AnswerLineL25"/>
        <w:spacing w:line="276" w:lineRule="auto"/>
      </w:pPr>
      <w:r>
        <w:t>Saisissez vos réponses ici</w:t>
      </w:r>
    </w:p>
    <w:p w14:paraId="6551472C" w14:textId="77777777" w:rsidR="00D8377F" w:rsidRDefault="00D8377F" w:rsidP="009E128B">
      <w:pPr>
        <w:pStyle w:val="Heading3"/>
        <w:spacing w:line="276" w:lineRule="auto"/>
      </w:pPr>
      <w:r>
        <w:t>Répondez aux questions relatives à la procédure de récupération de mot de passe.</w:t>
      </w:r>
    </w:p>
    <w:p w14:paraId="7A244417" w14:textId="77777777" w:rsidR="00D8377F" w:rsidRDefault="00D8377F" w:rsidP="009E128B">
      <w:pPr>
        <w:pStyle w:val="BodyTextL25"/>
        <w:spacing w:line="276" w:lineRule="auto"/>
      </w:pPr>
      <w:r>
        <w:t>En suivant le processus de récupération de mot de passe, répondez aux questions suivantes.</w:t>
      </w:r>
    </w:p>
    <w:p w14:paraId="5C550FC7" w14:textId="77777777" w:rsidR="00037AA0" w:rsidRDefault="00037AA0" w:rsidP="009E128B">
      <w:pPr>
        <w:pStyle w:val="Heading4"/>
        <w:spacing w:line="276" w:lineRule="auto"/>
      </w:pPr>
      <w:r>
        <w:t>Questions:</w:t>
      </w:r>
    </w:p>
    <w:p w14:paraId="464B3503" w14:textId="77777777" w:rsidR="00D8377F" w:rsidRDefault="00D8377F" w:rsidP="009E128B">
      <w:pPr>
        <w:pStyle w:val="BodyTextL25"/>
        <w:spacing w:before="0" w:line="276" w:lineRule="auto"/>
      </w:pPr>
      <w:r>
        <w:t>Expliquez comment trouver les paramètres actuels de votre registre de configuration.</w:t>
      </w:r>
    </w:p>
    <w:p w14:paraId="4E3D8742" w14:textId="77777777" w:rsidR="00037AA0" w:rsidRDefault="00037AA0" w:rsidP="009E128B">
      <w:pPr>
        <w:pStyle w:val="AnswerLineL25"/>
        <w:spacing w:line="276" w:lineRule="auto"/>
      </w:pPr>
      <w:r>
        <w:t>Saisissez vos réponses ici</w:t>
      </w:r>
    </w:p>
    <w:p w14:paraId="6A08E278" w14:textId="59B13485" w:rsidR="00D8377F" w:rsidRDefault="00D8377F" w:rsidP="009E128B">
      <w:pPr>
        <w:pStyle w:val="BodyTextL25"/>
        <w:spacing w:line="276" w:lineRule="auto"/>
      </w:pPr>
      <w:r>
        <w:t>Décrivez le processus permettant d'accéder au mode ROMMON.</w:t>
      </w:r>
    </w:p>
    <w:p w14:paraId="71E50F33" w14:textId="77777777" w:rsidR="00037AA0" w:rsidRDefault="00037AA0" w:rsidP="009E128B">
      <w:pPr>
        <w:pStyle w:val="AnswerLineL25"/>
        <w:spacing w:line="276" w:lineRule="auto"/>
      </w:pPr>
      <w:r>
        <w:t>Saisissez vos réponses ici</w:t>
      </w:r>
    </w:p>
    <w:p w14:paraId="6C76720E" w14:textId="77777777" w:rsidR="00FA5FC8" w:rsidRDefault="00FA5FC8" w:rsidP="009E128B">
      <w:pPr>
        <w:pStyle w:val="BodyTextL25"/>
        <w:spacing w:line="276" w:lineRule="auto"/>
        <w:rPr>
          <w:rStyle w:val="AnswerGray"/>
        </w:rPr>
      </w:pPr>
    </w:p>
    <w:p w14:paraId="3AC9DFD1" w14:textId="77777777" w:rsidR="00D8377F" w:rsidRDefault="00D8377F" w:rsidP="009E128B">
      <w:pPr>
        <w:pStyle w:val="BodyTextL25"/>
        <w:spacing w:line="276" w:lineRule="auto"/>
      </w:pPr>
      <w:r>
        <w:lastRenderedPageBreak/>
        <w:t>Quelles commandes avez-vous besoin pour entrer dans l'interface ROMMON?</w:t>
      </w:r>
    </w:p>
    <w:p w14:paraId="4C73F638" w14:textId="65D47C64" w:rsidR="00BC77B4" w:rsidRPr="00FA5FC8" w:rsidRDefault="00037AA0" w:rsidP="00FA5FC8">
      <w:pPr>
        <w:pStyle w:val="AnswerLineL25"/>
        <w:spacing w:line="276" w:lineRule="auto"/>
        <w:rPr>
          <w:rStyle w:val="AnswerGray"/>
          <w:b/>
          <w:shd w:val="clear" w:color="auto" w:fill="auto"/>
        </w:rPr>
      </w:pPr>
      <w:r>
        <w:t>Saisissez vos réponses ici</w:t>
      </w:r>
    </w:p>
    <w:p w14:paraId="38D2FD8B" w14:textId="77777777" w:rsidR="00D8377F" w:rsidRDefault="00D8377F" w:rsidP="009E128B">
      <w:pPr>
        <w:pStyle w:val="BodyTextL25"/>
        <w:spacing w:line="276" w:lineRule="auto"/>
      </w:pPr>
      <w:r>
        <w:t>Quel message s'affiche lors du démarrage du routeur?</w:t>
      </w:r>
    </w:p>
    <w:p w14:paraId="11559A43" w14:textId="77777777" w:rsidR="00037AA0" w:rsidRDefault="00037AA0" w:rsidP="009E128B">
      <w:pPr>
        <w:pStyle w:val="AnswerLineL25"/>
        <w:spacing w:line="276" w:lineRule="auto"/>
      </w:pPr>
      <w:r>
        <w:t>Saisissez vos réponses ici</w:t>
      </w:r>
    </w:p>
    <w:p w14:paraId="06A6FF23" w14:textId="77777777" w:rsidR="00D8377F" w:rsidRDefault="00D8377F" w:rsidP="009E128B">
      <w:pPr>
        <w:pStyle w:val="BodyTextL25"/>
        <w:spacing w:line="276" w:lineRule="auto"/>
      </w:pPr>
      <w:r>
        <w:t>Pourquoi est-il important de charger la configuration initiale dans la configuration en cours?</w:t>
      </w:r>
    </w:p>
    <w:p w14:paraId="4F969830" w14:textId="77777777" w:rsidR="00037AA0" w:rsidRDefault="00037AA0" w:rsidP="009E128B">
      <w:pPr>
        <w:pStyle w:val="AnswerLineL25"/>
        <w:spacing w:line="276" w:lineRule="auto"/>
      </w:pPr>
      <w:r>
        <w:t>Saisissez vos réponses ici</w:t>
      </w:r>
    </w:p>
    <w:p w14:paraId="7EC468F8" w14:textId="77777777" w:rsidR="00D8377F" w:rsidRDefault="00D8377F" w:rsidP="009E128B">
      <w:pPr>
        <w:pStyle w:val="BodyTextL25"/>
        <w:spacing w:line="276" w:lineRule="auto"/>
      </w:pPr>
      <w:r>
        <w:t>Pourquoi est-il important de modifier la valeur initiale dans le registre de configuration après avoir récupéré le mot de passe?</w:t>
      </w:r>
    </w:p>
    <w:p w14:paraId="4FFBF5AB" w14:textId="77777777" w:rsidR="00037AA0" w:rsidRDefault="00037AA0" w:rsidP="009E128B">
      <w:pPr>
        <w:pStyle w:val="AnswerLineL25"/>
        <w:spacing w:line="276" w:lineRule="auto"/>
      </w:pPr>
      <w:r>
        <w:t>Saisissez vos réponses ici</w:t>
      </w:r>
    </w:p>
    <w:p w14:paraId="499C83A0" w14:textId="77777777" w:rsidR="00D8377F" w:rsidRDefault="00D8377F" w:rsidP="009E128B">
      <w:pPr>
        <w:pStyle w:val="Heading1"/>
        <w:spacing w:line="276" w:lineRule="auto"/>
      </w:pPr>
      <w:r>
        <w:t>Question de réflexion</w:t>
      </w:r>
    </w:p>
    <w:p w14:paraId="14727036" w14:textId="77777777" w:rsidR="00D8377F" w:rsidRDefault="00D8377F" w:rsidP="009E128B">
      <w:pPr>
        <w:pStyle w:val="BodyTextL25"/>
        <w:spacing w:line="276" w:lineRule="auto"/>
      </w:pPr>
      <w:r>
        <w:t>Pourquoi est-il important qu'un routeur soit physiquement sécurisé pour empêcher les accès non autorisés?</w:t>
      </w:r>
    </w:p>
    <w:p w14:paraId="05478E5A" w14:textId="77777777" w:rsidR="00037AA0" w:rsidRDefault="00037AA0" w:rsidP="009E128B">
      <w:pPr>
        <w:pStyle w:val="AnswerLineL25"/>
        <w:spacing w:line="276" w:lineRule="auto"/>
      </w:pPr>
      <w:r>
        <w:t>Saisissez vos réponses ici</w:t>
      </w:r>
    </w:p>
    <w:p w14:paraId="446D389E" w14:textId="77777777" w:rsidR="00037AA0" w:rsidRPr="00037AA0" w:rsidRDefault="00037AA0" w:rsidP="009E128B">
      <w:pPr>
        <w:pStyle w:val="ConfigWindow"/>
        <w:spacing w:line="276" w:lineRule="auto"/>
      </w:pPr>
      <w:bookmarkStart w:id="0" w:name="_GoBack"/>
      <w:bookmarkEnd w:id="0"/>
      <w:r>
        <w:t>Fin du document</w:t>
      </w:r>
    </w:p>
    <w:sectPr w:rsidR="00037AA0" w:rsidRPr="00037AA0"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F6934D" w14:textId="77777777" w:rsidR="00482570" w:rsidRDefault="00482570" w:rsidP="00710659">
      <w:pPr>
        <w:spacing w:after="0" w:line="240" w:lineRule="auto"/>
      </w:pPr>
      <w:r>
        <w:separator/>
      </w:r>
    </w:p>
    <w:p w14:paraId="587DCC16" w14:textId="77777777" w:rsidR="00482570" w:rsidRDefault="00482570"/>
  </w:endnote>
  <w:endnote w:type="continuationSeparator" w:id="0">
    <w:p w14:paraId="63316253" w14:textId="77777777" w:rsidR="00482570" w:rsidRDefault="00482570" w:rsidP="00710659">
      <w:pPr>
        <w:spacing w:after="0" w:line="240" w:lineRule="auto"/>
      </w:pPr>
      <w:r>
        <w:continuationSeparator/>
      </w:r>
    </w:p>
    <w:p w14:paraId="78960542" w14:textId="77777777" w:rsidR="00482570" w:rsidRDefault="004825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E03FB1" w14:textId="22971B5F"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3316D8">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3316D8">
      <w:rPr>
        <w:b/>
        <w:noProof/>
        <w:szCs w:val="16"/>
      </w:rPr>
      <w:t>3</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3316D8">
      <w:rPr>
        <w:b/>
        <w:noProof/>
        <w:szCs w:val="16"/>
      </w:rPr>
      <w:t>3</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6C7545" w14:textId="68125F2D"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7E6402">
      <w:fldChar w:fldCharType="begin"/>
    </w:r>
    <w:r w:rsidR="007E6402">
      <w:instrText xml:space="preserve"> SAVEDATE  \@ "aaaa"  \* MERGEFORMAT </w:instrText>
    </w:r>
    <w:r w:rsidR="007E6402">
      <w:fldChar w:fldCharType="separate"/>
    </w:r>
    <w:r w:rsidR="003316D8">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3316D8">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3316D8">
      <w:rPr>
        <w:b/>
        <w:noProof/>
        <w:szCs w:val="16"/>
      </w:rPr>
      <w:t>3</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AC1472" w14:textId="77777777" w:rsidR="00482570" w:rsidRDefault="00482570" w:rsidP="00710659">
      <w:pPr>
        <w:spacing w:after="0" w:line="240" w:lineRule="auto"/>
      </w:pPr>
      <w:r>
        <w:separator/>
      </w:r>
    </w:p>
    <w:p w14:paraId="389943E3" w14:textId="77777777" w:rsidR="00482570" w:rsidRDefault="00482570"/>
  </w:footnote>
  <w:footnote w:type="continuationSeparator" w:id="0">
    <w:p w14:paraId="04839BA4" w14:textId="77777777" w:rsidR="00482570" w:rsidRDefault="00482570" w:rsidP="00710659">
      <w:pPr>
        <w:spacing w:after="0" w:line="240" w:lineRule="auto"/>
      </w:pPr>
      <w:r>
        <w:continuationSeparator/>
      </w:r>
    </w:p>
    <w:p w14:paraId="47F690F5" w14:textId="77777777" w:rsidR="00482570" w:rsidRDefault="0048257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910A28D74A804758921A6EFCEA9C3876"/>
      </w:placeholder>
      <w:dataBinding w:prefixMappings="xmlns:ns0='http://purl.org/dc/elements/1.1/' xmlns:ns1='http://schemas.openxmlformats.org/package/2006/metadata/core-properties' " w:xpath="/ns1:coreProperties[1]/ns0:title[1]" w:storeItemID="{6C3C8BC8-F283-45AE-878A-BAB7291924A1}"/>
      <w:text/>
    </w:sdtPr>
    <w:sdtEndPr/>
    <w:sdtContent>
      <w:p w14:paraId="6E7FA17C" w14:textId="77777777" w:rsidR="00926CB2" w:rsidRDefault="00037AA0" w:rsidP="008402F2">
        <w:pPr>
          <w:pStyle w:val="PageHead"/>
        </w:pPr>
        <w:r>
          <w:t>Travaux pratiques - Examiner les procédures de récupération de mot de passe</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354AE" w14:textId="77777777" w:rsidR="00926CB2" w:rsidRDefault="00882B63" w:rsidP="006C3FCF">
    <w:pPr>
      <w:ind w:left="-288"/>
    </w:pPr>
    <w:r>
      <w:rPr>
        <w:noProof/>
        <w:lang w:val="en-US"/>
      </w:rPr>
      <w:drawing>
        <wp:inline distT="0" distB="0" distL="0" distR="0" wp14:anchorId="6273F663" wp14:editId="15C029AE">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F2F4D"/>
    <w:multiLevelType w:val="hybridMultilevel"/>
    <w:tmpl w:val="93BE8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1"/>
  </w:num>
  <w:num w:numId="7">
    <w:abstractNumId w:val="2"/>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tDAwMTI2tjQzAdGWSjpKwanFxZn5eSAFhrUAB1qNsiwAAAA="/>
  </w:docVars>
  <w:rsids>
    <w:rsidRoot w:val="00E87E9C"/>
    <w:rsid w:val="00001BDF"/>
    <w:rsid w:val="0000380F"/>
    <w:rsid w:val="00004175"/>
    <w:rsid w:val="000059C9"/>
    <w:rsid w:val="00012C22"/>
    <w:rsid w:val="000160F7"/>
    <w:rsid w:val="00016D5B"/>
    <w:rsid w:val="00016F30"/>
    <w:rsid w:val="0002047C"/>
    <w:rsid w:val="00021B9A"/>
    <w:rsid w:val="000242D6"/>
    <w:rsid w:val="00024D51"/>
    <w:rsid w:val="00024EE5"/>
    <w:rsid w:val="00037AA0"/>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2EC5"/>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3FEB"/>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410"/>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3B07"/>
    <w:rsid w:val="00265F77"/>
    <w:rsid w:val="00266C83"/>
    <w:rsid w:val="00270FCC"/>
    <w:rsid w:val="002768DC"/>
    <w:rsid w:val="00294C8F"/>
    <w:rsid w:val="002A0B2E"/>
    <w:rsid w:val="002A0DC1"/>
    <w:rsid w:val="002A5139"/>
    <w:rsid w:val="002A6C56"/>
    <w:rsid w:val="002C04C4"/>
    <w:rsid w:val="002C090C"/>
    <w:rsid w:val="002C1243"/>
    <w:rsid w:val="002C1815"/>
    <w:rsid w:val="002C475E"/>
    <w:rsid w:val="002C6AD6"/>
    <w:rsid w:val="002D17B5"/>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16D8"/>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08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8257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1E69"/>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E6F80"/>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57943"/>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0727E"/>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15BC"/>
    <w:rsid w:val="00853418"/>
    <w:rsid w:val="00856EBD"/>
    <w:rsid w:val="00857CF6"/>
    <w:rsid w:val="008610ED"/>
    <w:rsid w:val="00861C6A"/>
    <w:rsid w:val="00865199"/>
    <w:rsid w:val="00867EAF"/>
    <w:rsid w:val="00870763"/>
    <w:rsid w:val="008713EA"/>
    <w:rsid w:val="00873C6B"/>
    <w:rsid w:val="00877F95"/>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0DD"/>
    <w:rsid w:val="008D73BF"/>
    <w:rsid w:val="008D7F09"/>
    <w:rsid w:val="008E00D5"/>
    <w:rsid w:val="008E5B64"/>
    <w:rsid w:val="008E7DAA"/>
    <w:rsid w:val="008F0094"/>
    <w:rsid w:val="008F03EF"/>
    <w:rsid w:val="008F340F"/>
    <w:rsid w:val="00903523"/>
    <w:rsid w:val="00906281"/>
    <w:rsid w:val="0090659A"/>
    <w:rsid w:val="00911080"/>
    <w:rsid w:val="00912500"/>
    <w:rsid w:val="00913200"/>
    <w:rsid w:val="0091350B"/>
    <w:rsid w:val="00915986"/>
    <w:rsid w:val="00917624"/>
    <w:rsid w:val="00926CB2"/>
    <w:rsid w:val="00930386"/>
    <w:rsid w:val="009309F5"/>
    <w:rsid w:val="00933237"/>
    <w:rsid w:val="00933F28"/>
    <w:rsid w:val="009400C3"/>
    <w:rsid w:val="009404F7"/>
    <w:rsid w:val="00942299"/>
    <w:rsid w:val="009453F7"/>
    <w:rsid w:val="009476C0"/>
    <w:rsid w:val="00963E34"/>
    <w:rsid w:val="00964DFA"/>
    <w:rsid w:val="00970A69"/>
    <w:rsid w:val="0098155C"/>
    <w:rsid w:val="009815D8"/>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128B"/>
    <w:rsid w:val="009E2309"/>
    <w:rsid w:val="009E42B9"/>
    <w:rsid w:val="009E4B77"/>
    <w:rsid w:val="009E4E17"/>
    <w:rsid w:val="009E54B9"/>
    <w:rsid w:val="009F4C2E"/>
    <w:rsid w:val="00A014A3"/>
    <w:rsid w:val="00A027CC"/>
    <w:rsid w:val="00A040F0"/>
    <w:rsid w:val="00A0412D"/>
    <w:rsid w:val="00A15DF0"/>
    <w:rsid w:val="00A21211"/>
    <w:rsid w:val="00A30F8A"/>
    <w:rsid w:val="00A33890"/>
    <w:rsid w:val="00A34E7F"/>
    <w:rsid w:val="00A46F0A"/>
    <w:rsid w:val="00A46F25"/>
    <w:rsid w:val="00A47CC2"/>
    <w:rsid w:val="00A502BA"/>
    <w:rsid w:val="00A528DD"/>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7AD"/>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7B4"/>
    <w:rsid w:val="00BC7CAC"/>
    <w:rsid w:val="00BD6D76"/>
    <w:rsid w:val="00BE0E87"/>
    <w:rsid w:val="00BE3A73"/>
    <w:rsid w:val="00BE56B3"/>
    <w:rsid w:val="00BE676D"/>
    <w:rsid w:val="00BF04E8"/>
    <w:rsid w:val="00BF0A51"/>
    <w:rsid w:val="00BF16BF"/>
    <w:rsid w:val="00BF4D1F"/>
    <w:rsid w:val="00BF76BE"/>
    <w:rsid w:val="00C02A73"/>
    <w:rsid w:val="00C063D2"/>
    <w:rsid w:val="00C07FD9"/>
    <w:rsid w:val="00C10955"/>
    <w:rsid w:val="00C11C4D"/>
    <w:rsid w:val="00C162C0"/>
    <w:rsid w:val="00C1712C"/>
    <w:rsid w:val="00C20634"/>
    <w:rsid w:val="00C212E0"/>
    <w:rsid w:val="00C23E16"/>
    <w:rsid w:val="00C25110"/>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536C"/>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0787E"/>
    <w:rsid w:val="00D139C8"/>
    <w:rsid w:val="00D17F81"/>
    <w:rsid w:val="00D2758C"/>
    <w:rsid w:val="00D275CA"/>
    <w:rsid w:val="00D2789B"/>
    <w:rsid w:val="00D345AB"/>
    <w:rsid w:val="00D41566"/>
    <w:rsid w:val="00D452F4"/>
    <w:rsid w:val="00D458EC"/>
    <w:rsid w:val="00D501B0"/>
    <w:rsid w:val="00D52582"/>
    <w:rsid w:val="00D531D0"/>
    <w:rsid w:val="00D5649D"/>
    <w:rsid w:val="00D56A0E"/>
    <w:rsid w:val="00D57AD3"/>
    <w:rsid w:val="00D62F25"/>
    <w:rsid w:val="00D635FE"/>
    <w:rsid w:val="00D66A7B"/>
    <w:rsid w:val="00D729DE"/>
    <w:rsid w:val="00D75B6A"/>
    <w:rsid w:val="00D778DF"/>
    <w:rsid w:val="00D8377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2691"/>
    <w:rsid w:val="00E334E6"/>
    <w:rsid w:val="00E33C65"/>
    <w:rsid w:val="00E406EA"/>
    <w:rsid w:val="00E449D0"/>
    <w:rsid w:val="00E44A34"/>
    <w:rsid w:val="00E4506A"/>
    <w:rsid w:val="00E53F99"/>
    <w:rsid w:val="00E557F8"/>
    <w:rsid w:val="00E56510"/>
    <w:rsid w:val="00E62EA8"/>
    <w:rsid w:val="00E67A6E"/>
    <w:rsid w:val="00E70096"/>
    <w:rsid w:val="00E71B43"/>
    <w:rsid w:val="00E81612"/>
    <w:rsid w:val="00E82BD7"/>
    <w:rsid w:val="00E859E3"/>
    <w:rsid w:val="00E87D18"/>
    <w:rsid w:val="00E87D62"/>
    <w:rsid w:val="00E87E9C"/>
    <w:rsid w:val="00E97333"/>
    <w:rsid w:val="00EA486E"/>
    <w:rsid w:val="00EA4FA3"/>
    <w:rsid w:val="00EB001B"/>
    <w:rsid w:val="00EB3082"/>
    <w:rsid w:val="00EB6C33"/>
    <w:rsid w:val="00EC1DEA"/>
    <w:rsid w:val="00EC29BF"/>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5FC8"/>
    <w:rsid w:val="00FA7084"/>
    <w:rsid w:val="00FA7BEF"/>
    <w:rsid w:val="00FB1105"/>
    <w:rsid w:val="00FB1929"/>
    <w:rsid w:val="00FB5FD9"/>
    <w:rsid w:val="00FB6713"/>
    <w:rsid w:val="00FB7FFE"/>
    <w:rsid w:val="00FD1398"/>
    <w:rsid w:val="00FD2278"/>
    <w:rsid w:val="00FD33AB"/>
    <w:rsid w:val="00FD3BA4"/>
    <w:rsid w:val="00FD4724"/>
    <w:rsid w:val="00FD4A68"/>
    <w:rsid w:val="00FD68ED"/>
    <w:rsid w:val="00FD7E00"/>
    <w:rsid w:val="00FE2824"/>
    <w:rsid w:val="00FE2EA5"/>
    <w:rsid w:val="00FE2F0E"/>
    <w:rsid w:val="00FE53F2"/>
    <w:rsid w:val="00FE661F"/>
    <w:rsid w:val="00FF0400"/>
    <w:rsid w:val="00FF3D6B"/>
    <w:rsid w:val="00FF5141"/>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D45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163FEB"/>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163FEB"/>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163FEB"/>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163FEB"/>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163FEB"/>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163FEB"/>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10A28D74A804758921A6EFCEA9C3876"/>
        <w:category>
          <w:name w:val="General"/>
          <w:gallery w:val="placeholder"/>
        </w:category>
        <w:types>
          <w:type w:val="bbPlcHdr"/>
        </w:types>
        <w:behaviors>
          <w:behavior w:val="content"/>
        </w:behaviors>
        <w:guid w:val="{ACD9E166-28BE-484D-B412-28FC018C1F39}"/>
      </w:docPartPr>
      <w:docPartBody>
        <w:p w:rsidR="00854B29" w:rsidRDefault="009C6034">
          <w:pPr>
            <w:pStyle w:val="910A28D74A804758921A6EFCEA9C3876"/>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034"/>
    <w:rsid w:val="00547F77"/>
    <w:rsid w:val="00597E28"/>
    <w:rsid w:val="005F17F1"/>
    <w:rsid w:val="006B5B05"/>
    <w:rsid w:val="00854B29"/>
    <w:rsid w:val="009C6034"/>
    <w:rsid w:val="00A43474"/>
    <w:rsid w:val="00BA5254"/>
    <w:rsid w:val="00C84181"/>
    <w:rsid w:val="00CA3B6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10A28D74A804758921A6EFCEA9C3876">
    <w:name w:val="910A28D74A804758921A6EFCEA9C387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10A28D74A804758921A6EFCEA9C3876">
    <w:name w:val="910A28D74A804758921A6EFCEA9C38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4C89C6-DBC8-4C06-B713-5145FBB1D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4</TotalTime>
  <Pages>1</Pages>
  <Words>758</Words>
  <Characters>4326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Travaux pratiques - Examiner les procédures de récupération de mot de passe</vt:lpstr>
    </vt:vector>
  </TitlesOfParts>
  <Company>Cisco Systems, Inc.</Company>
  <LinksUpToDate>false</LinksUpToDate>
  <CharactersWithSpaces>5074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Examiner les procédures de récupération de mot de passe</dc:title>
  <dc:creator>SP</dc:creator>
  <dc:description>2013</dc:description>
  <cp:lastModifiedBy>Rasha Ismail</cp:lastModifiedBy>
  <cp:revision>5</cp:revision>
  <cp:lastPrinted>2020-08-30T09:50:00Z</cp:lastPrinted>
  <dcterms:created xsi:type="dcterms:W3CDTF">2020-08-30T09:48:00Z</dcterms:created>
  <dcterms:modified xsi:type="dcterms:W3CDTF">2020-08-30T09:52:00Z</dcterms:modified>
</cp:coreProperties>
</file>